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eastAsia="微软雅黑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4515485</wp:posOffset>
            </wp:positionH>
            <wp:positionV relativeFrom="paragraph">
              <wp:posOffset>-582930</wp:posOffset>
            </wp:positionV>
            <wp:extent cx="1107440" cy="1356995"/>
            <wp:effectExtent l="19050" t="19050" r="35560" b="33655"/>
            <wp:wrapNone/>
            <wp:docPr id="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3569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-726440</wp:posOffset>
                </wp:positionH>
                <wp:positionV relativeFrom="paragraph">
                  <wp:posOffset>106045</wp:posOffset>
                </wp:positionV>
                <wp:extent cx="1788160" cy="579120"/>
                <wp:effectExtent l="0" t="0" r="0" b="0"/>
                <wp:wrapNone/>
                <wp:docPr id="25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978" cy="579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768" w:lineRule="exact"/>
                              <w:jc w:val="both"/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6166"/>
                                <w:spacing w:val="60"/>
                                <w:sz w:val="48"/>
                                <w:szCs w:val="48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lIns="54000" tIns="45720" rIns="54000" bIns="4572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4" o:spid="_x0000_s1026" o:spt="202" type="#_x0000_t202" style="position:absolute;left:0pt;margin-left:-57.2pt;margin-top:8.35pt;height:45.6pt;width:140.8pt;z-index:251663360;mso-width-relative:page;mso-height-relative:page;" filled="f" stroked="f" coordsize="21600,21600" o:gfxdata="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Ct4m2AAAAAsBAAAPAAAAAAAAAAEAIAAAACIAAABkcnMvZG93bnJldi54bWxQSwECFAAU&#10;AAAACACHTuJAzpyNoLgBAABGAwAADgAAAAAAAAABACAAAAAn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1.5mm,1.27mm,1.5mm,1.27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768" w:lineRule="exact"/>
                        <w:jc w:val="both"/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6166"/>
                          <w:spacing w:val="60"/>
                          <w:sz w:val="48"/>
                          <w:szCs w:val="48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7559675" cy="1336675"/>
                <wp:effectExtent l="0" t="0" r="381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4" cy="1336383"/>
                        </a:xfrm>
                        <a:prstGeom prst="rect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72pt;height:105.25pt;width:595.25pt;z-index:251643904;v-text-anchor:middle;mso-width-relative:page;mso-height-relative:page;" fillcolor="#596166" filled="t" stroked="f" coordsize="21600,21600" o:gfxdata="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9tZCdoAAAANAQAADwAAAAAA&#10;AAABACAAAAAiAAAAZHJzL2Rvd25yZXYueG1sUEsBAhQAFAAAAAgAh07iQDGcHOjYAQAAhwMAAA4A&#10;AAAAAAAAAQAgAAAAKQ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-186055</wp:posOffset>
                </wp:positionV>
                <wp:extent cx="7057390" cy="1217295"/>
                <wp:effectExtent l="57150" t="76200" r="48260" b="781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7518" cy="1217246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635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2pt;margin-top:-14.65pt;height:95.85pt;width:555.7pt;z-index:251644928;v-text-anchor:middle;mso-width-relative:page;mso-height-relative:page;" fillcolor="#F2F2F2" filled="t" stroked="f" coordsize="21600,21600" o:gfxdata="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YMYtLYAAAADAEAAA8AAAAA&#10;AAAAAQAgAAAAIgAAAGRycy9kb3ducmV2LnhtbFBLAQIUABQAAAAIAIdO4kDLCQ1IFAIAABQEAAAO&#10;AAAAAAAAAAEAIAAAACcBAABkcnMvZTJvRG9jLnhtbFBLBQYAAAAABgAGAFkBAACtBQAAAAA=&#10;">
                <v:fill on="t" focussize="0,0"/>
                <v:stroke on="f" weight="4.5pt" miterlimit="8" joinstyle="miter"/>
                <v:imagedata o:title=""/>
                <o:lock v:ext="edit" aspectratio="f"/>
                <v:shadow on="t" color="#000000" opacity="26214f" offset="0pt,0pt" origin="0f,0f" matrix="65536f,0f,0f,65536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-750570</wp:posOffset>
                </wp:positionH>
                <wp:positionV relativeFrom="paragraph">
                  <wp:posOffset>-740410</wp:posOffset>
                </wp:positionV>
                <wp:extent cx="2239010" cy="345440"/>
                <wp:effectExtent l="0" t="0" r="0" b="0"/>
                <wp:wrapNone/>
                <wp:docPr id="2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9010" cy="345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求职意向：财务会计工作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59.1pt;margin-top:-58.3pt;height:27.2pt;width:176.3pt;z-index:251661312;mso-width-relative:page;mso-height-relative:page;" filled="f" stroked="f" coordsize="21600,21600" o:gfxdata="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ilZxZdgAAAANAQAADwAAAAAA&#10;AAABACAAAAAiAAAAZHJzL2Rvd25yZXYueG1sUEsBAhQAFAAAAAgAh07iQC8rh4OhAQAAEQ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0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求职意向：财务会计工作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943610</wp:posOffset>
                </wp:positionH>
                <wp:positionV relativeFrom="paragraph">
                  <wp:posOffset>12065</wp:posOffset>
                </wp:positionV>
                <wp:extent cx="1677670" cy="726440"/>
                <wp:effectExtent l="0" t="0" r="0" b="0"/>
                <wp:wrapNone/>
                <wp:docPr id="2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726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生日：1995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24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现居：厦门思明区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74.3pt;margin-top:0.95pt;height:57.2pt;width:132.1pt;z-index:251664384;mso-width-relative:page;mso-height-relative:page;" filled="f" stroked="f" coordsize="21600,21600" o:gfxdata="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dIJOI1QAAAAkBAAAPAAAAAAAAAAEA&#10;IAAAACIAAABkcnMvZG93bnJldi54bWxQSwECFAAUAAAACACHTuJAN4ruQqABAAASAwAADgAAAAAA&#10;AAABACAAAAAk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生日：1995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24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现居：厦门思明区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167640</wp:posOffset>
                </wp:positionV>
                <wp:extent cx="184150" cy="172720"/>
                <wp:effectExtent l="0" t="0" r="6985" b="0"/>
                <wp:wrapNone/>
                <wp:docPr id="2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32" cy="172991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616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60.65pt;margin-top:13.2pt;height:13.6pt;width:14.5pt;z-index:251665408;v-text-anchor:middle;mso-width-relative:page;mso-height-relative:page;" fillcolor="#596166" filled="t" stroked="f" coordsize="1993900,1873250" o:gfxdata="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7218,135937;119668,53253;106484,104890;101260,73691;95264,65067;99577,64121;103083,62473;105853,60230;107852,57320;109359,53253;52496,114496;62138,73130;52496,74147;56247,64506;59999,63069;63015,61036;65259,58372;66836,55076;19812,24629;15856,27327;13966,31777;14596,146273;17607,149952;22297,151388;157484,150337;160879,147009;161894,32617;160424,27958;156749,24910;142257,29920;30838,24244;123215,19024;153528,10265;160144,11281;165990,14084;170716,18428;174076,23929;175721,30375;175581,146413;173621,152684;170016,158010;165080,162109;159094,164631;22297,165367;15681,164351;9801,161513;5075,157204;1750,151703;105,145292;245,29219;2170,22948;5775,17587;10746,13488;16732,10966;33569,10265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460375</wp:posOffset>
                </wp:positionV>
                <wp:extent cx="107950" cy="184150"/>
                <wp:effectExtent l="38100" t="0" r="45085" b="6985"/>
                <wp:wrapNone/>
                <wp:docPr id="2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59" cy="1840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63.9pt;margin-top:36.25pt;height:14.5pt;width:8.5pt;z-index:251666432;v-text-anchor:middle;mso-width-relative:page;mso-height-relative:page;" fillcolor="#596166" filled="t" stroked="f" coordsize="559792,955625" o:gfxdata="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Isw9KXbAAAACgEAAA8AAAAAAAAAAQAgAAAAIgAAAGRycy9kb3ducmV2LnhtbFBLAQIUABQAAAAI&#10;AIdO4kD+BgMEQAMAAHcIAAAOAAAAAAAAAAEAIAAAACoBAABkcnMvZTJvRG9jLnhtbFBLBQYAAAAA&#10;BgAGAFkBAADc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2355850</wp:posOffset>
                </wp:positionH>
                <wp:positionV relativeFrom="paragraph">
                  <wp:posOffset>176530</wp:posOffset>
                </wp:positionV>
                <wp:extent cx="164465" cy="164465"/>
                <wp:effectExtent l="0" t="0" r="7620" b="7620"/>
                <wp:wrapNone/>
                <wp:docPr id="2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4263" cy="164263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616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85.5pt;margin-top:13.9pt;height:12.95pt;width:12.95pt;z-index:251667456;v-text-anchor:middle;mso-width-relative:page;mso-height-relative:page;" fillcolor="#596166" filled="t" stroked="f" coordsize="5581,5581" o:gfxdata="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169361366;@0,@0;@0,@0;@0,@0;@0,@0;1169361366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2355850</wp:posOffset>
                </wp:positionH>
                <wp:positionV relativeFrom="paragraph">
                  <wp:posOffset>460375</wp:posOffset>
                </wp:positionV>
                <wp:extent cx="184150" cy="179705"/>
                <wp:effectExtent l="0" t="0" r="6985" b="0"/>
                <wp:wrapNone/>
                <wp:docPr id="3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4032" cy="179738"/>
                        </a:xfrm>
                        <a:custGeom>
                          <a:avLst/>
                          <a:gdLst>
                            <a:gd name="T0" fmla="*/ 2147483646 w 6333"/>
                            <a:gd name="T1" fmla="*/ 2147483646 h 6185"/>
                            <a:gd name="T2" fmla="*/ 2147483646 w 6333"/>
                            <a:gd name="T3" fmla="*/ 2147483646 h 6185"/>
                            <a:gd name="T4" fmla="*/ 2147483646 w 6333"/>
                            <a:gd name="T5" fmla="*/ 2147483646 h 6185"/>
                            <a:gd name="T6" fmla="*/ 2147483646 w 6333"/>
                            <a:gd name="T7" fmla="*/ 2147483646 h 6185"/>
                            <a:gd name="T8" fmla="*/ 2147483646 w 6333"/>
                            <a:gd name="T9" fmla="*/ 2147483646 h 6185"/>
                            <a:gd name="T10" fmla="*/ 2147483646 w 6333"/>
                            <a:gd name="T11" fmla="*/ 2147483646 h 6185"/>
                            <a:gd name="T12" fmla="*/ 2147483646 w 6333"/>
                            <a:gd name="T13" fmla="*/ 2147483646 h 6185"/>
                            <a:gd name="T14" fmla="*/ 2147483646 w 6333"/>
                            <a:gd name="T15" fmla="*/ 2147483646 h 6185"/>
                            <a:gd name="T16" fmla="*/ 2147483646 w 6333"/>
                            <a:gd name="T17" fmla="*/ 2147483646 h 6185"/>
                            <a:gd name="T18" fmla="*/ 2147483646 w 6333"/>
                            <a:gd name="T19" fmla="*/ 2147483646 h 6185"/>
                            <a:gd name="T20" fmla="*/ 2147483646 w 6333"/>
                            <a:gd name="T21" fmla="*/ 2147483646 h 6185"/>
                            <a:gd name="T22" fmla="*/ 2147483646 w 6333"/>
                            <a:gd name="T23" fmla="*/ 2147483646 h 6185"/>
                            <a:gd name="T24" fmla="*/ 2147483646 w 6333"/>
                            <a:gd name="T25" fmla="*/ 2147483646 h 6185"/>
                            <a:gd name="T26" fmla="*/ 2147483646 w 6333"/>
                            <a:gd name="T27" fmla="*/ 2147483646 h 6185"/>
                            <a:gd name="T28" fmla="*/ 2147483646 w 6333"/>
                            <a:gd name="T29" fmla="*/ 2147483646 h 6185"/>
                            <a:gd name="T30" fmla="*/ 2147483646 w 6333"/>
                            <a:gd name="T31" fmla="*/ 2147483646 h 6185"/>
                            <a:gd name="T32" fmla="*/ 2147483646 w 6333"/>
                            <a:gd name="T33" fmla="*/ 2147483646 h 6185"/>
                            <a:gd name="T34" fmla="*/ 2147483646 w 6333"/>
                            <a:gd name="T35" fmla="*/ 2147483646 h 6185"/>
                            <a:gd name="T36" fmla="*/ 2147483646 w 6333"/>
                            <a:gd name="T37" fmla="*/ 2147483646 h 6185"/>
                            <a:gd name="T38" fmla="*/ 2147483646 w 6333"/>
                            <a:gd name="T39" fmla="*/ 2147483646 h 6185"/>
                            <a:gd name="T40" fmla="*/ 2147483646 w 6333"/>
                            <a:gd name="T41" fmla="*/ 2147483646 h 6185"/>
                            <a:gd name="T42" fmla="*/ 2147483646 w 6333"/>
                            <a:gd name="T43" fmla="*/ 2147483646 h 6185"/>
                            <a:gd name="T44" fmla="*/ 2147483646 w 6333"/>
                            <a:gd name="T45" fmla="*/ 2147483646 h 6185"/>
                            <a:gd name="T46" fmla="*/ 2147483646 w 6333"/>
                            <a:gd name="T47" fmla="*/ 2147483646 h 6185"/>
                            <a:gd name="T48" fmla="*/ 2147483646 w 6333"/>
                            <a:gd name="T49" fmla="*/ 2147483646 h 6185"/>
                            <a:gd name="T50" fmla="*/ 2147483646 w 6333"/>
                            <a:gd name="T51" fmla="*/ 2147483646 h 6185"/>
                            <a:gd name="T52" fmla="*/ 2147483646 w 6333"/>
                            <a:gd name="T53" fmla="*/ 2147483646 h 6185"/>
                            <a:gd name="T54" fmla="*/ 2147483646 w 6333"/>
                            <a:gd name="T55" fmla="*/ 2147483646 h 6185"/>
                            <a:gd name="T56" fmla="*/ 2147483646 w 6333"/>
                            <a:gd name="T57" fmla="*/ 2147483646 h 6185"/>
                            <a:gd name="T58" fmla="*/ 2147483646 w 6333"/>
                            <a:gd name="T59" fmla="*/ 2147483646 h 6185"/>
                            <a:gd name="T60" fmla="*/ 2147483646 w 6333"/>
                            <a:gd name="T61" fmla="*/ 2147483646 h 6185"/>
                            <a:gd name="T62" fmla="*/ 2147483646 w 6333"/>
                            <a:gd name="T63" fmla="*/ 2147483646 h 6185"/>
                            <a:gd name="T64" fmla="*/ 2147483646 w 6333"/>
                            <a:gd name="T65" fmla="*/ 2147483646 h 6185"/>
                            <a:gd name="T66" fmla="*/ 2147483646 w 6333"/>
                            <a:gd name="T67" fmla="*/ 2147483646 h 6185"/>
                            <a:gd name="T68" fmla="*/ 2147483646 w 6333"/>
                            <a:gd name="T69" fmla="*/ 2147483646 h 6185"/>
                            <a:gd name="T70" fmla="*/ 2147483646 w 6333"/>
                            <a:gd name="T71" fmla="*/ 2147483646 h 6185"/>
                            <a:gd name="T72" fmla="*/ 2147483646 w 6333"/>
                            <a:gd name="T73" fmla="*/ 2147483646 h 6185"/>
                            <a:gd name="T74" fmla="*/ 2147483646 w 6333"/>
                            <a:gd name="T75" fmla="*/ 2147483646 h 6185"/>
                            <a:gd name="T76" fmla="*/ 2147483646 w 6333"/>
                            <a:gd name="T77" fmla="*/ 2147483646 h 6185"/>
                            <a:gd name="T78" fmla="*/ 2147483646 w 6333"/>
                            <a:gd name="T79" fmla="*/ 2147483646 h 6185"/>
                            <a:gd name="T80" fmla="*/ 2147483646 w 6333"/>
                            <a:gd name="T81" fmla="*/ 2147483646 h 6185"/>
                            <a:gd name="T82" fmla="*/ 2147483646 w 6333"/>
                            <a:gd name="T83" fmla="*/ 2147483646 h 6185"/>
                            <a:gd name="T84" fmla="*/ 2147483646 w 6333"/>
                            <a:gd name="T85" fmla="*/ 2147483646 h 6185"/>
                            <a:gd name="T86" fmla="*/ 2147483646 w 6333"/>
                            <a:gd name="T87" fmla="*/ 2147483646 h 6185"/>
                            <a:gd name="T88" fmla="*/ 2147483646 w 6333"/>
                            <a:gd name="T89" fmla="*/ 2147483646 h 6185"/>
                            <a:gd name="T90" fmla="*/ 2147483646 w 6333"/>
                            <a:gd name="T91" fmla="*/ 2147483646 h 6185"/>
                            <a:gd name="T92" fmla="*/ 2147483646 w 6333"/>
                            <a:gd name="T93" fmla="*/ 2147483646 h 6185"/>
                            <a:gd name="T94" fmla="*/ 2147483646 w 6333"/>
                            <a:gd name="T95" fmla="*/ 2147483646 h 6185"/>
                            <a:gd name="T96" fmla="*/ 2147483646 w 6333"/>
                            <a:gd name="T97" fmla="*/ 2147483646 h 6185"/>
                            <a:gd name="T98" fmla="*/ 2147483646 w 6333"/>
                            <a:gd name="T99" fmla="*/ 2147483646 h 6185"/>
                            <a:gd name="T100" fmla="*/ 2147483646 w 6333"/>
                            <a:gd name="T101" fmla="*/ 2147483646 h 6185"/>
                            <a:gd name="T102" fmla="*/ 2147483646 w 6333"/>
                            <a:gd name="T103" fmla="*/ 2147483646 h 6185"/>
                            <a:gd name="T104" fmla="*/ 2147483646 w 6333"/>
                            <a:gd name="T105" fmla="*/ 2147483646 h 6185"/>
                            <a:gd name="T106" fmla="*/ 2147483646 w 6333"/>
                            <a:gd name="T107" fmla="*/ 2147483646 h 6185"/>
                            <a:gd name="T108" fmla="*/ 2147483646 w 6333"/>
                            <a:gd name="T109" fmla="*/ 2147483646 h 6185"/>
                            <a:gd name="T110" fmla="*/ 2147483646 w 6333"/>
                            <a:gd name="T111" fmla="*/ 2147483646 h 6185"/>
                            <a:gd name="T112" fmla="*/ 2147483646 w 6333"/>
                            <a:gd name="T113" fmla="*/ 2147483646 h 6185"/>
                            <a:gd name="T114" fmla="*/ 2147483646 w 6333"/>
                            <a:gd name="T115" fmla="*/ 2147483646 h 618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6333" h="6185">
                              <a:moveTo>
                                <a:pt x="3161" y="0"/>
                              </a:moveTo>
                              <a:lnTo>
                                <a:pt x="0" y="1572"/>
                              </a:lnTo>
                              <a:lnTo>
                                <a:pt x="0" y="2483"/>
                              </a:lnTo>
                              <a:lnTo>
                                <a:pt x="530" y="2483"/>
                              </a:lnTo>
                              <a:lnTo>
                                <a:pt x="530" y="1871"/>
                              </a:lnTo>
                              <a:lnTo>
                                <a:pt x="5807" y="1871"/>
                              </a:lnTo>
                              <a:lnTo>
                                <a:pt x="5807" y="2483"/>
                              </a:lnTo>
                              <a:lnTo>
                                <a:pt x="6333" y="2483"/>
                              </a:lnTo>
                              <a:lnTo>
                                <a:pt x="6333" y="1572"/>
                              </a:lnTo>
                              <a:lnTo>
                                <a:pt x="3161" y="0"/>
                              </a:lnTo>
                              <a:close/>
                              <a:moveTo>
                                <a:pt x="3161" y="4863"/>
                              </a:moveTo>
                              <a:lnTo>
                                <a:pt x="3161" y="4863"/>
                              </a:lnTo>
                              <a:lnTo>
                                <a:pt x="3116" y="4862"/>
                              </a:lnTo>
                              <a:lnTo>
                                <a:pt x="3072" y="4858"/>
                              </a:lnTo>
                              <a:lnTo>
                                <a:pt x="3028" y="4852"/>
                              </a:lnTo>
                              <a:lnTo>
                                <a:pt x="2985" y="4845"/>
                              </a:lnTo>
                              <a:lnTo>
                                <a:pt x="2943" y="4835"/>
                              </a:lnTo>
                              <a:lnTo>
                                <a:pt x="2902" y="4825"/>
                              </a:lnTo>
                              <a:lnTo>
                                <a:pt x="2861" y="4810"/>
                              </a:lnTo>
                              <a:lnTo>
                                <a:pt x="2821" y="4796"/>
                              </a:lnTo>
                              <a:lnTo>
                                <a:pt x="2782" y="4778"/>
                              </a:lnTo>
                              <a:lnTo>
                                <a:pt x="2745" y="4760"/>
                              </a:lnTo>
                              <a:lnTo>
                                <a:pt x="2708" y="4740"/>
                              </a:lnTo>
                              <a:lnTo>
                                <a:pt x="2672" y="4717"/>
                              </a:lnTo>
                              <a:lnTo>
                                <a:pt x="2638" y="4693"/>
                              </a:lnTo>
                              <a:lnTo>
                                <a:pt x="2605" y="4668"/>
                              </a:lnTo>
                              <a:lnTo>
                                <a:pt x="2572" y="4641"/>
                              </a:lnTo>
                              <a:lnTo>
                                <a:pt x="2541" y="4613"/>
                              </a:lnTo>
                              <a:lnTo>
                                <a:pt x="2512" y="4583"/>
                              </a:lnTo>
                              <a:lnTo>
                                <a:pt x="2484" y="4552"/>
                              </a:lnTo>
                              <a:lnTo>
                                <a:pt x="2457" y="4519"/>
                              </a:lnTo>
                              <a:lnTo>
                                <a:pt x="2432" y="4486"/>
                              </a:lnTo>
                              <a:lnTo>
                                <a:pt x="2410" y="4451"/>
                              </a:lnTo>
                              <a:lnTo>
                                <a:pt x="2387" y="4415"/>
                              </a:lnTo>
                              <a:lnTo>
                                <a:pt x="2366" y="4378"/>
                              </a:lnTo>
                              <a:lnTo>
                                <a:pt x="2348" y="4341"/>
                              </a:lnTo>
                              <a:lnTo>
                                <a:pt x="2332" y="4301"/>
                              </a:lnTo>
                              <a:lnTo>
                                <a:pt x="2317" y="4262"/>
                              </a:lnTo>
                              <a:lnTo>
                                <a:pt x="2304" y="4221"/>
                              </a:lnTo>
                              <a:lnTo>
                                <a:pt x="2292" y="4179"/>
                              </a:lnTo>
                              <a:lnTo>
                                <a:pt x="2284" y="4136"/>
                              </a:lnTo>
                              <a:lnTo>
                                <a:pt x="2277" y="4093"/>
                              </a:lnTo>
                              <a:lnTo>
                                <a:pt x="2271" y="4050"/>
                              </a:lnTo>
                              <a:lnTo>
                                <a:pt x="2268" y="4006"/>
                              </a:lnTo>
                              <a:lnTo>
                                <a:pt x="0" y="2878"/>
                              </a:lnTo>
                              <a:lnTo>
                                <a:pt x="0" y="6185"/>
                              </a:lnTo>
                              <a:lnTo>
                                <a:pt x="6333" y="6185"/>
                              </a:lnTo>
                              <a:lnTo>
                                <a:pt x="6333" y="2878"/>
                              </a:lnTo>
                              <a:lnTo>
                                <a:pt x="4053" y="4006"/>
                              </a:lnTo>
                              <a:lnTo>
                                <a:pt x="4051" y="4050"/>
                              </a:lnTo>
                              <a:lnTo>
                                <a:pt x="4046" y="4093"/>
                              </a:lnTo>
                              <a:lnTo>
                                <a:pt x="4039" y="4136"/>
                              </a:lnTo>
                              <a:lnTo>
                                <a:pt x="4029" y="4179"/>
                              </a:lnTo>
                              <a:lnTo>
                                <a:pt x="4019" y="4220"/>
                              </a:lnTo>
                              <a:lnTo>
                                <a:pt x="4005" y="4262"/>
                              </a:lnTo>
                              <a:lnTo>
                                <a:pt x="3990" y="4301"/>
                              </a:lnTo>
                              <a:lnTo>
                                <a:pt x="3973" y="4340"/>
                              </a:lnTo>
                              <a:lnTo>
                                <a:pt x="3955" y="4378"/>
                              </a:lnTo>
                              <a:lnTo>
                                <a:pt x="3935" y="4415"/>
                              </a:lnTo>
                              <a:lnTo>
                                <a:pt x="3913" y="4451"/>
                              </a:lnTo>
                              <a:lnTo>
                                <a:pt x="3889" y="4486"/>
                              </a:lnTo>
                              <a:lnTo>
                                <a:pt x="3864" y="4519"/>
                              </a:lnTo>
                              <a:lnTo>
                                <a:pt x="3838" y="4552"/>
                              </a:lnTo>
                              <a:lnTo>
                                <a:pt x="3810" y="4583"/>
                              </a:lnTo>
                              <a:lnTo>
                                <a:pt x="3780" y="4613"/>
                              </a:lnTo>
                              <a:lnTo>
                                <a:pt x="3749" y="4641"/>
                              </a:lnTo>
                              <a:lnTo>
                                <a:pt x="3718" y="4668"/>
                              </a:lnTo>
                              <a:lnTo>
                                <a:pt x="3685" y="4693"/>
                              </a:lnTo>
                              <a:lnTo>
                                <a:pt x="3650" y="4717"/>
                              </a:lnTo>
                              <a:lnTo>
                                <a:pt x="3614" y="4740"/>
                              </a:lnTo>
                              <a:lnTo>
                                <a:pt x="3578" y="4760"/>
                              </a:lnTo>
                              <a:lnTo>
                                <a:pt x="3540" y="4778"/>
                              </a:lnTo>
                              <a:lnTo>
                                <a:pt x="3501" y="4796"/>
                              </a:lnTo>
                              <a:lnTo>
                                <a:pt x="3461" y="4810"/>
                              </a:lnTo>
                              <a:lnTo>
                                <a:pt x="3420" y="4825"/>
                              </a:lnTo>
                              <a:lnTo>
                                <a:pt x="3379" y="4835"/>
                              </a:lnTo>
                              <a:lnTo>
                                <a:pt x="3336" y="4845"/>
                              </a:lnTo>
                              <a:lnTo>
                                <a:pt x="3294" y="4852"/>
                              </a:lnTo>
                              <a:lnTo>
                                <a:pt x="3250" y="4858"/>
                              </a:lnTo>
                              <a:lnTo>
                                <a:pt x="3206" y="4862"/>
                              </a:lnTo>
                              <a:lnTo>
                                <a:pt x="3161" y="4863"/>
                              </a:lnTo>
                              <a:close/>
                              <a:moveTo>
                                <a:pt x="3166" y="4601"/>
                              </a:moveTo>
                              <a:lnTo>
                                <a:pt x="3166" y="4601"/>
                              </a:lnTo>
                              <a:lnTo>
                                <a:pt x="3191" y="4600"/>
                              </a:lnTo>
                              <a:lnTo>
                                <a:pt x="3216" y="4598"/>
                              </a:lnTo>
                              <a:lnTo>
                                <a:pt x="3242" y="4595"/>
                              </a:lnTo>
                              <a:lnTo>
                                <a:pt x="3265" y="4591"/>
                              </a:lnTo>
                              <a:lnTo>
                                <a:pt x="3289" y="4586"/>
                              </a:lnTo>
                              <a:lnTo>
                                <a:pt x="3312" y="4580"/>
                              </a:lnTo>
                              <a:lnTo>
                                <a:pt x="3335" y="4573"/>
                              </a:lnTo>
                              <a:lnTo>
                                <a:pt x="3358" y="4566"/>
                              </a:lnTo>
                              <a:lnTo>
                                <a:pt x="3380" y="4556"/>
                              </a:lnTo>
                              <a:lnTo>
                                <a:pt x="3402" y="4547"/>
                              </a:lnTo>
                              <a:lnTo>
                                <a:pt x="3424" y="4536"/>
                              </a:lnTo>
                              <a:lnTo>
                                <a:pt x="3444" y="4525"/>
                              </a:lnTo>
                              <a:lnTo>
                                <a:pt x="3464" y="4513"/>
                              </a:lnTo>
                              <a:lnTo>
                                <a:pt x="3485" y="4500"/>
                              </a:lnTo>
                              <a:lnTo>
                                <a:pt x="3504" y="4486"/>
                              </a:lnTo>
                              <a:lnTo>
                                <a:pt x="3522" y="4471"/>
                              </a:lnTo>
                              <a:lnTo>
                                <a:pt x="3540" y="4456"/>
                              </a:lnTo>
                              <a:lnTo>
                                <a:pt x="3558" y="4440"/>
                              </a:lnTo>
                              <a:lnTo>
                                <a:pt x="3574" y="4424"/>
                              </a:lnTo>
                              <a:lnTo>
                                <a:pt x="3591" y="4407"/>
                              </a:lnTo>
                              <a:lnTo>
                                <a:pt x="3607" y="4389"/>
                              </a:lnTo>
                              <a:lnTo>
                                <a:pt x="3622" y="4371"/>
                              </a:lnTo>
                              <a:lnTo>
                                <a:pt x="3637" y="4352"/>
                              </a:lnTo>
                              <a:lnTo>
                                <a:pt x="3651" y="4333"/>
                              </a:lnTo>
                              <a:lnTo>
                                <a:pt x="3664" y="4313"/>
                              </a:lnTo>
                              <a:lnTo>
                                <a:pt x="3676" y="4293"/>
                              </a:lnTo>
                              <a:lnTo>
                                <a:pt x="3688" y="4272"/>
                              </a:lnTo>
                              <a:lnTo>
                                <a:pt x="3699" y="4251"/>
                              </a:lnTo>
                              <a:lnTo>
                                <a:pt x="3710" y="4230"/>
                              </a:lnTo>
                              <a:lnTo>
                                <a:pt x="3719" y="4208"/>
                              </a:lnTo>
                              <a:lnTo>
                                <a:pt x="3728" y="4185"/>
                              </a:lnTo>
                              <a:lnTo>
                                <a:pt x="3736" y="4164"/>
                              </a:lnTo>
                              <a:lnTo>
                                <a:pt x="3753" y="4119"/>
                              </a:lnTo>
                              <a:lnTo>
                                <a:pt x="3760" y="4098"/>
                              </a:lnTo>
                              <a:lnTo>
                                <a:pt x="3767" y="4076"/>
                              </a:lnTo>
                              <a:lnTo>
                                <a:pt x="3773" y="4055"/>
                              </a:lnTo>
                              <a:lnTo>
                                <a:pt x="3778" y="4033"/>
                              </a:lnTo>
                              <a:lnTo>
                                <a:pt x="3781" y="4009"/>
                              </a:lnTo>
                              <a:lnTo>
                                <a:pt x="3783" y="3984"/>
                              </a:lnTo>
                              <a:lnTo>
                                <a:pt x="3781" y="3953"/>
                              </a:lnTo>
                              <a:lnTo>
                                <a:pt x="3779" y="3922"/>
                              </a:lnTo>
                              <a:lnTo>
                                <a:pt x="3775" y="3891"/>
                              </a:lnTo>
                              <a:lnTo>
                                <a:pt x="3770" y="3861"/>
                              </a:lnTo>
                              <a:lnTo>
                                <a:pt x="3764" y="3831"/>
                              </a:lnTo>
                              <a:lnTo>
                                <a:pt x="3755" y="3801"/>
                              </a:lnTo>
                              <a:lnTo>
                                <a:pt x="3746" y="3772"/>
                              </a:lnTo>
                              <a:lnTo>
                                <a:pt x="3734" y="3745"/>
                              </a:lnTo>
                              <a:lnTo>
                                <a:pt x="3722" y="3717"/>
                              </a:lnTo>
                              <a:lnTo>
                                <a:pt x="3708" y="3691"/>
                              </a:lnTo>
                              <a:lnTo>
                                <a:pt x="3693" y="3665"/>
                              </a:lnTo>
                              <a:lnTo>
                                <a:pt x="3677" y="3641"/>
                              </a:lnTo>
                              <a:lnTo>
                                <a:pt x="3659" y="3615"/>
                              </a:lnTo>
                              <a:lnTo>
                                <a:pt x="3641" y="3593"/>
                              </a:lnTo>
                              <a:lnTo>
                                <a:pt x="3622" y="3570"/>
                              </a:lnTo>
                              <a:lnTo>
                                <a:pt x="3602" y="3548"/>
                              </a:lnTo>
                              <a:lnTo>
                                <a:pt x="3580" y="3528"/>
                              </a:lnTo>
                              <a:lnTo>
                                <a:pt x="3558" y="3509"/>
                              </a:lnTo>
                              <a:lnTo>
                                <a:pt x="3535" y="3491"/>
                              </a:lnTo>
                              <a:lnTo>
                                <a:pt x="3511" y="3473"/>
                              </a:lnTo>
                              <a:lnTo>
                                <a:pt x="3486" y="3457"/>
                              </a:lnTo>
                              <a:lnTo>
                                <a:pt x="3459" y="3443"/>
                              </a:lnTo>
                              <a:lnTo>
                                <a:pt x="3433" y="3429"/>
                              </a:lnTo>
                              <a:lnTo>
                                <a:pt x="3406" y="3417"/>
                              </a:lnTo>
                              <a:lnTo>
                                <a:pt x="3378" y="3406"/>
                              </a:lnTo>
                              <a:lnTo>
                                <a:pt x="3349" y="3396"/>
                              </a:lnTo>
                              <a:lnTo>
                                <a:pt x="3321" y="3388"/>
                              </a:lnTo>
                              <a:lnTo>
                                <a:pt x="3291" y="3381"/>
                              </a:lnTo>
                              <a:lnTo>
                                <a:pt x="3261" y="3375"/>
                              </a:lnTo>
                              <a:lnTo>
                                <a:pt x="3230" y="3371"/>
                              </a:lnTo>
                              <a:lnTo>
                                <a:pt x="3198" y="3369"/>
                              </a:lnTo>
                              <a:lnTo>
                                <a:pt x="3166" y="3368"/>
                              </a:lnTo>
                              <a:lnTo>
                                <a:pt x="3135" y="3369"/>
                              </a:lnTo>
                              <a:lnTo>
                                <a:pt x="3104" y="3371"/>
                              </a:lnTo>
                              <a:lnTo>
                                <a:pt x="3073" y="3375"/>
                              </a:lnTo>
                              <a:lnTo>
                                <a:pt x="3043" y="3381"/>
                              </a:lnTo>
                              <a:lnTo>
                                <a:pt x="3013" y="3388"/>
                              </a:lnTo>
                              <a:lnTo>
                                <a:pt x="2983" y="3396"/>
                              </a:lnTo>
                              <a:lnTo>
                                <a:pt x="2954" y="3406"/>
                              </a:lnTo>
                              <a:lnTo>
                                <a:pt x="2927" y="3417"/>
                              </a:lnTo>
                              <a:lnTo>
                                <a:pt x="2899" y="3429"/>
                              </a:lnTo>
                              <a:lnTo>
                                <a:pt x="2873" y="3443"/>
                              </a:lnTo>
                              <a:lnTo>
                                <a:pt x="2848" y="3457"/>
                              </a:lnTo>
                              <a:lnTo>
                                <a:pt x="2823" y="3473"/>
                              </a:lnTo>
                              <a:lnTo>
                                <a:pt x="2799" y="3491"/>
                              </a:lnTo>
                              <a:lnTo>
                                <a:pt x="2775" y="3509"/>
                              </a:lnTo>
                              <a:lnTo>
                                <a:pt x="2752" y="3528"/>
                              </a:lnTo>
                              <a:lnTo>
                                <a:pt x="2732" y="3548"/>
                              </a:lnTo>
                              <a:lnTo>
                                <a:pt x="2710" y="3570"/>
                              </a:lnTo>
                              <a:lnTo>
                                <a:pt x="2691" y="3593"/>
                              </a:lnTo>
                              <a:lnTo>
                                <a:pt x="2673" y="3615"/>
                              </a:lnTo>
                              <a:lnTo>
                                <a:pt x="2656" y="3641"/>
                              </a:lnTo>
                              <a:lnTo>
                                <a:pt x="2639" y="3665"/>
                              </a:lnTo>
                              <a:lnTo>
                                <a:pt x="2625" y="3691"/>
                              </a:lnTo>
                              <a:lnTo>
                                <a:pt x="2611" y="3717"/>
                              </a:lnTo>
                              <a:lnTo>
                                <a:pt x="2599" y="3745"/>
                              </a:lnTo>
                              <a:lnTo>
                                <a:pt x="2588" y="3772"/>
                              </a:lnTo>
                              <a:lnTo>
                                <a:pt x="2578" y="3801"/>
                              </a:lnTo>
                              <a:lnTo>
                                <a:pt x="2570" y="3831"/>
                              </a:lnTo>
                              <a:lnTo>
                                <a:pt x="2563" y="3861"/>
                              </a:lnTo>
                              <a:lnTo>
                                <a:pt x="2558" y="3891"/>
                              </a:lnTo>
                              <a:lnTo>
                                <a:pt x="2553" y="3922"/>
                              </a:lnTo>
                              <a:lnTo>
                                <a:pt x="2551" y="3953"/>
                              </a:lnTo>
                              <a:lnTo>
                                <a:pt x="2551" y="3984"/>
                              </a:lnTo>
                              <a:lnTo>
                                <a:pt x="2551" y="4009"/>
                              </a:lnTo>
                              <a:lnTo>
                                <a:pt x="2553" y="4033"/>
                              </a:lnTo>
                              <a:lnTo>
                                <a:pt x="2556" y="4055"/>
                              </a:lnTo>
                              <a:lnTo>
                                <a:pt x="2560" y="4076"/>
                              </a:lnTo>
                              <a:lnTo>
                                <a:pt x="2565" y="4098"/>
                              </a:lnTo>
                              <a:lnTo>
                                <a:pt x="2571" y="4119"/>
                              </a:lnTo>
                              <a:lnTo>
                                <a:pt x="2585" y="4164"/>
                              </a:lnTo>
                              <a:lnTo>
                                <a:pt x="2594" y="4185"/>
                              </a:lnTo>
                              <a:lnTo>
                                <a:pt x="2603" y="4208"/>
                              </a:lnTo>
                              <a:lnTo>
                                <a:pt x="2613" y="4230"/>
                              </a:lnTo>
                              <a:lnTo>
                                <a:pt x="2624" y="4251"/>
                              </a:lnTo>
                              <a:lnTo>
                                <a:pt x="2635" y="4272"/>
                              </a:lnTo>
                              <a:lnTo>
                                <a:pt x="2647" y="4293"/>
                              </a:lnTo>
                              <a:lnTo>
                                <a:pt x="2660" y="4313"/>
                              </a:lnTo>
                              <a:lnTo>
                                <a:pt x="2673" y="4333"/>
                              </a:lnTo>
                              <a:lnTo>
                                <a:pt x="2687" y="4352"/>
                              </a:lnTo>
                              <a:lnTo>
                                <a:pt x="2703" y="4371"/>
                              </a:lnTo>
                              <a:lnTo>
                                <a:pt x="2718" y="4389"/>
                              </a:lnTo>
                              <a:lnTo>
                                <a:pt x="2734" y="4407"/>
                              </a:lnTo>
                              <a:lnTo>
                                <a:pt x="2751" y="4424"/>
                              </a:lnTo>
                              <a:lnTo>
                                <a:pt x="2769" y="4440"/>
                              </a:lnTo>
                              <a:lnTo>
                                <a:pt x="2787" y="4457"/>
                              </a:lnTo>
                              <a:lnTo>
                                <a:pt x="2806" y="4471"/>
                              </a:lnTo>
                              <a:lnTo>
                                <a:pt x="2825" y="4486"/>
                              </a:lnTo>
                              <a:lnTo>
                                <a:pt x="2844" y="4500"/>
                              </a:lnTo>
                              <a:lnTo>
                                <a:pt x="2864" y="4513"/>
                              </a:lnTo>
                              <a:lnTo>
                                <a:pt x="2886" y="4525"/>
                              </a:lnTo>
                              <a:lnTo>
                                <a:pt x="2906" y="4536"/>
                              </a:lnTo>
                              <a:lnTo>
                                <a:pt x="2929" y="4547"/>
                              </a:lnTo>
                              <a:lnTo>
                                <a:pt x="2951" y="4556"/>
                              </a:lnTo>
                              <a:lnTo>
                                <a:pt x="2973" y="4566"/>
                              </a:lnTo>
                              <a:lnTo>
                                <a:pt x="2996" y="4573"/>
                              </a:lnTo>
                              <a:lnTo>
                                <a:pt x="3020" y="4580"/>
                              </a:lnTo>
                              <a:lnTo>
                                <a:pt x="3043" y="4586"/>
                              </a:lnTo>
                              <a:lnTo>
                                <a:pt x="3067" y="4591"/>
                              </a:lnTo>
                              <a:lnTo>
                                <a:pt x="3092" y="4595"/>
                              </a:lnTo>
                              <a:lnTo>
                                <a:pt x="3116" y="4598"/>
                              </a:lnTo>
                              <a:lnTo>
                                <a:pt x="3141" y="4600"/>
                              </a:lnTo>
                              <a:lnTo>
                                <a:pt x="3166" y="4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616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85.5pt;margin-top:36.25pt;height:14.15pt;width:14.5pt;z-index:251668480;v-text-anchor:middle;mso-width-relative:page;mso-height-relative:page;" fillcolor="#596166" filled="t" stroked="f" coordsize="6333,6185" o:gfxdata="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" path="m3161,0l0,1572,0,2483,530,2483,530,1871,5807,1871,5807,2483,6333,2483,6333,1572,3161,0xm3161,4863l3161,4863,3116,4862,3072,4858,3028,4852,2985,4845,2943,4835,2902,4825,2861,4810,2821,4796,2782,4778,2745,4760,2708,4740,2672,4717,2638,4693,2605,4668,2572,4641,2541,4613,2512,4583,2484,4552,2457,4519,2432,4486,2410,4451,2387,4415,2366,4378,2348,4341,2332,4301,2317,4262,2304,4221,2292,4179,2284,4136,2277,4093,2271,4050,2268,4006,0,2878,0,6185,6333,6185,6333,2878,4053,4006,4051,4050,4046,4093,4039,4136,4029,4179,4019,4220,4005,4262,3990,4301,3973,4340,3955,4378,3935,4415,3913,4451,3889,4486,3864,4519,3838,4552,3810,4583,3780,4613,3749,4641,3718,4668,3685,4693,3650,4717,3614,4740,3578,4760,3540,4778,3501,4796,3461,4810,3420,4825,3379,4835,3336,4845,3294,4852,3250,4858,3206,4862,3161,4863xm3166,4601l3166,4601,3191,4600,3216,4598,3242,4595,3265,4591,3289,4586,3312,4580,3335,4573,3358,4566,3380,4556,3402,4547,3424,4536,3444,4525,3464,4513,3485,4500,3504,4486,3522,4471,3540,4456,3558,4440,3574,4424,3591,4407,3607,4389,3622,4371,3637,4352,3651,4333,3664,4313,3676,4293,3688,4272,3699,4251,3710,4230,3719,4208,3728,4185,3736,4164,3753,4119,3760,4098,3767,4076,3773,4055,3778,4033,3781,4009,3783,3984,3781,3953,3779,3922,3775,3891,3770,3861,3764,3831,3755,3801,3746,3772,3734,3745,3722,3717,3708,3691,3693,3665,3677,3641,3659,3615,3641,3593,3622,3570,3602,3548,3580,3528,3558,3509,3535,3491,3511,3473,3486,3457,3459,3443,3433,3429,3406,3417,3378,3406,3349,3396,3321,3388,3291,3381,3261,3375,3230,3371,3198,3369,3166,3368,3135,3369,3104,3371,3073,3375,3043,3381,3013,3388,2983,3396,2954,3406,2927,3417,2899,3429,2873,3443,2848,3457,2823,3473,2799,3491,2775,3509,2752,3528,2732,3548,2710,3570,2691,3593,2673,3615,2656,3641,2639,3665,2625,3691,2611,3717,2599,3745,2588,3772,2578,3801,2570,3831,2563,3861,2558,3891,2553,3922,2551,3953,2551,3984,2551,4009,2553,4033,2556,4055,2560,4076,2565,4098,2571,4119,2585,4164,2594,4185,2603,4208,2613,4230,2624,4251,2635,4272,2647,4293,2660,4313,2673,4333,2687,4352,2703,4371,2718,4389,2734,4407,2751,4424,2769,4440,2787,4457,2806,4471,2825,4486,2844,4500,2864,4513,2886,4525,2906,4536,2929,4547,2951,4556,2973,4566,2996,4573,3020,4580,3043,4586,3067,4591,3092,4595,3116,4598,3141,4600,3166,4601xe">
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12065</wp:posOffset>
                </wp:positionV>
                <wp:extent cx="1572260" cy="726440"/>
                <wp:effectExtent l="0" t="0" r="0" b="0"/>
                <wp:wrapNone/>
                <wp:docPr id="31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726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186-6666-6666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596166"/>
                                <w:sz w:val="21"/>
                                <w:szCs w:val="21"/>
                              </w:rPr>
                              <w:t>18666@qq.com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208.7pt;margin-top:0.95pt;height:57.2pt;width:123.8pt;z-index:251669504;mso-width-relative:page;mso-height-relative:page;" filled="f" stroked="f" coordsize="21600,21600" o:gfxdata="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uZ5zB9UAAAAJAQAADwAAAAAAAAAB&#10;ACAAAAAiAAAAZHJzL2Rvd25yZXYueG1sUEsBAhQAFAAAAAgAh07iQBPQ3EehAQAAEgMAAA4AAAAA&#10;AAAAAQAgAAAAJA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186-6666-6666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596166"/>
                          <w:sz w:val="21"/>
                          <w:szCs w:val="21"/>
                        </w:rPr>
                        <w:t>18666@qq.com</w:t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676275</wp:posOffset>
                </wp:positionV>
                <wp:extent cx="7057390" cy="8314055"/>
                <wp:effectExtent l="57150" t="76200" r="48260" b="685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7518" cy="83139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635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2pt;margin-top:53.25pt;height:654.65pt;width:555.7pt;z-index:251646976;v-text-anchor:middle;mso-width-relative:page;mso-height-relative:page;" fillcolor="#F2F2F2" filled="t" stroked="f" coordsize="21600,21600" o:gfxdata="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2y&#10;surZAAAADQEAAA8AAAAAAAAAAQAgAAAAIgAAAGRycy9kb3ducmV2LnhtbFBLAQIUABQAAAAIAIdO&#10;4kDdSdwPIgIAADYEAAAOAAAAAAAAAAEAIAAAACgBAABkcnMvZTJvRG9jLnhtbFBLBQYAAAAABgAG&#10;AFkBAAC8BQAAAAA=&#10;">
                <v:fill on="t" focussize="0,0"/>
                <v:stroke on="f" weight="4.5pt" miterlimit="8" joinstyle="miter"/>
                <v:imagedata o:title=""/>
                <o:lock v:ext="edit" aspectratio="f"/>
                <v:shadow on="t" color="#000000" opacity="26214f" offset="0pt,0pt" origin="0f,0f" matrix="65536f,0f,0f,65536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-705485</wp:posOffset>
                </wp:positionH>
                <wp:positionV relativeFrom="paragraph">
                  <wp:posOffset>911225</wp:posOffset>
                </wp:positionV>
                <wp:extent cx="6609080" cy="7940040"/>
                <wp:effectExtent l="0" t="0" r="0" b="0"/>
                <wp:wrapNone/>
                <wp:docPr id="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9080" cy="794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240" w:afterAutospacing="0" w:line="36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8"/>
                                <w:szCs w:val="28"/>
                              </w:rPr>
                              <w:t>教育背景 / Education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>2013.09 – 2017.06             珠海金山科技大学 / 会计学院                 财务管理专业 / 本科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  <w:t>主修课程：基础会计学、财务会计、财务管理学、高级财务管理、审计学、税法、税务会计与纳税筹划、电子商务概论、项目评估、资产评估、资本运营、投资学、大学英语、高等数学等相关课程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240" w:afterAutospacing="0" w:line="36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8"/>
                                <w:szCs w:val="28"/>
                              </w:rPr>
                              <w:t>工作经历 / Experience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2013.09 – 2017.06              奈森设计科技有限公司                       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费用核算会计  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票据管理：审核出纳递交的费用类原始凭证，无误后交接章；进项税票抵扣联与ERP中发票核对；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出纳对接：审核出纳递交的往来类原始凭证与银行对账单确认勾选，无误后在票据交接本上签章；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记账凭证制作：费用类、往来类等记账凭证的制作；</w:t>
                            </w:r>
                          </w:p>
                          <w:p>
                            <w:pPr>
                              <w:widowControl/>
                              <w:spacing w:line="360" w:lineRule="exact"/>
                              <w:ind w:left="360"/>
                              <w:jc w:val="lef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2013.09 – 2017.06              奈森设计科技有限公司                             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>财务会计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负责编制记账凭证、及对现金、报销往来票据等账目的审核。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负责每月编制报表，保证报表的准确性及及时性，完成税务申报工作。</w:t>
                            </w:r>
                          </w:p>
                          <w:p>
                            <w:pPr>
                              <w:widowControl/>
                              <w:spacing w:line="360" w:lineRule="exact"/>
                              <w:jc w:val="left"/>
                            </w:pPr>
                          </w:p>
                          <w:p>
                            <w:pPr>
                              <w:widowControl/>
                              <w:spacing w:line="360" w:lineRule="exact"/>
                              <w:jc w:val="lef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240" w:afterAutospacing="0" w:line="36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8"/>
                                <w:szCs w:val="28"/>
                              </w:rPr>
                              <w:t>其他经历 / Intership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1"/>
                                <w:szCs w:val="21"/>
                              </w:rPr>
                              <w:t xml:space="preserve">2013.09 – 2017.06                 学院青年志愿者协会财务部                         副部长             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完成资料整理、档案管理；社团财产登记、储存；海报（通知等）设计、书写、张贴</w:t>
                            </w:r>
                          </w:p>
                          <w:p>
                            <w:pPr>
                              <w:pStyle w:val="10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jc w:val="lef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45454"/>
                                <w:kern w:val="24"/>
                                <w:szCs w:val="21"/>
                              </w:rPr>
                              <w:t>讨论本室干事任免、报主席团审核，考核本室干事；完成社团的各项工作总结报告等</w:t>
                            </w:r>
                          </w:p>
                          <w:p>
                            <w:pPr>
                              <w:widowControl/>
                              <w:spacing w:line="360" w:lineRule="exact"/>
                              <w:jc w:val="left"/>
                            </w:pPr>
                          </w:p>
                          <w:p>
                            <w:pPr>
                              <w:widowControl/>
                              <w:spacing w:line="360" w:lineRule="exact"/>
                              <w:jc w:val="lef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240" w:afterAutospacing="0" w:line="36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8"/>
                                <w:szCs w:val="28"/>
                              </w:rPr>
                              <w:t>荣誉奖励 / Certificate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  <w:t xml:space="preserve">技能类：CET-6（520分通过）、大学生创业大赛金奖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  <w:t>荣誉类：二等国家励志奖学金、优秀团干部、暑期实践先进个人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240" w:afterAutospacing="0" w:line="36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6166"/>
                                <w:kern w:val="24"/>
                                <w:sz w:val="28"/>
                                <w:szCs w:val="28"/>
                              </w:rPr>
                              <w:t>自我评价 / About Me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45454"/>
                                <w:kern w:val="24"/>
                                <w:sz w:val="21"/>
                                <w:szCs w:val="21"/>
                              </w:rPr>
                              <w:t>工作积极认真，细心负责，熟练运用办公自动化软件，善于在工作中提出问题、发现问题、解决问题，有较强的分析能力；勤奋好学，踏实肯干，动手能力强，有很强的社会责任感；喜欢和勇于迎接新挑战。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7" o:spid="_x0000_s1026" o:spt="202" type="#_x0000_t202" style="position:absolute;left:0pt;margin-left:-55.55pt;margin-top:71.75pt;height:625.2pt;width:520.4pt;z-index:251648000;mso-width-relative:page;mso-height-relative:page;" filled="f" stroked="f" coordsize="21600,21600" o:gfxdata="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kz9mYdkAAAANAQAADwAAAAAA&#10;AAABACAAAAAiAAAAZHJzL2Rvd25yZXYueG1sUEsBAhQAFAAAAAgAh07iQATClOi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240" w:afterAutospacing="0" w:line="36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8"/>
                          <w:szCs w:val="28"/>
                        </w:rPr>
                        <w:t>教育背景 / Education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>2013.09 – 2017.06             珠海金山科技大学 / 会计学院                 财务管理专业 / 本科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  <w:t>主修课程：基础会计学、财务会计、财务管理学、高级财务管理、审计学、税法、税务会计与纳税筹划、电子商务概论、项目评估、资产评估、资本运营、投资学、大学英语、高等数学等相关课程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240" w:afterAutospacing="0" w:line="36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8"/>
                          <w:szCs w:val="28"/>
                        </w:rPr>
                        <w:t>工作经历 / Experience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2013.09 – 2017.06              奈森设计科技有限公司                       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费用核算会计  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票据管理：审核出纳递交的费用类原始凭证，无误后交接章；进项税票抵扣联与ERP中发票核对；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出纳对接：审核出纳递交的往来类原始凭证与银行对账单确认勾选，无误后在票据交接本上签章；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记账凭证制作：费用类、往来类等记账凭证的制作；</w:t>
                      </w:r>
                    </w:p>
                    <w:p>
                      <w:pPr>
                        <w:widowControl/>
                        <w:spacing w:line="360" w:lineRule="exact"/>
                        <w:ind w:left="360"/>
                        <w:jc w:val="left"/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2013.09 – 2017.06              奈森设计科技有限公司                             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>财务会计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负责编制记账凭证、及对现金、报销往来票据等账目的审核。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负责每月编制报表，保证报表的准确性及及时性，完成税务申报工作。</w:t>
                      </w:r>
                    </w:p>
                    <w:p>
                      <w:pPr>
                        <w:widowControl/>
                        <w:spacing w:line="360" w:lineRule="exact"/>
                        <w:jc w:val="left"/>
                      </w:pPr>
                    </w:p>
                    <w:p>
                      <w:pPr>
                        <w:widowControl/>
                        <w:spacing w:line="360" w:lineRule="exact"/>
                        <w:jc w:val="left"/>
                      </w:pPr>
                    </w:p>
                    <w:p>
                      <w:pPr>
                        <w:pStyle w:val="4"/>
                        <w:spacing w:before="0" w:beforeAutospacing="0" w:after="240" w:afterAutospacing="0" w:line="36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8"/>
                          <w:szCs w:val="28"/>
                        </w:rPr>
                        <w:t>其他经历 / Intership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1"/>
                          <w:szCs w:val="21"/>
                        </w:rPr>
                        <w:t xml:space="preserve">2013.09 – 2017.06                 学院青年志愿者协会财务部                         副部长             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完成资料整理、档案管理；社团财产登记、储存；海报（通知等）设计、书写、张贴</w:t>
                      </w:r>
                    </w:p>
                    <w:p>
                      <w:pPr>
                        <w:pStyle w:val="10"/>
                        <w:widowControl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jc w:val="left"/>
                      </w:pPr>
                      <w:r>
                        <w:rPr>
                          <w:rFonts w:hint="eastAsia" w:ascii="微软雅黑" w:hAnsi="微软雅黑" w:eastAsia="微软雅黑"/>
                          <w:color w:val="545454"/>
                          <w:kern w:val="24"/>
                          <w:szCs w:val="21"/>
                        </w:rPr>
                        <w:t>讨论本室干事任免、报主席团审核，考核本室干事；完成社团的各项工作总结报告等</w:t>
                      </w:r>
                    </w:p>
                    <w:p>
                      <w:pPr>
                        <w:widowControl/>
                        <w:spacing w:line="360" w:lineRule="exact"/>
                        <w:jc w:val="left"/>
                      </w:pPr>
                    </w:p>
                    <w:p>
                      <w:pPr>
                        <w:widowControl/>
                        <w:spacing w:line="360" w:lineRule="exact"/>
                        <w:jc w:val="left"/>
                      </w:pPr>
                    </w:p>
                    <w:p>
                      <w:pPr>
                        <w:pStyle w:val="4"/>
                        <w:spacing w:before="0" w:beforeAutospacing="0" w:after="240" w:afterAutospacing="0" w:line="36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8"/>
                          <w:szCs w:val="28"/>
                        </w:rPr>
                        <w:t>荣誉奖励 / Certificate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  <w:t xml:space="preserve">技能类：CET-6（520分通过）、大学生创业大赛金奖 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  <w:t>荣誉类：二等国家励志奖学金、优秀团干部、暑期实践先进个人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</w:p>
                    <w:p>
                      <w:pPr>
                        <w:pStyle w:val="4"/>
                        <w:spacing w:before="0" w:beforeAutospacing="0" w:after="240" w:afterAutospacing="0" w:line="36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6166"/>
                          <w:kern w:val="24"/>
                          <w:sz w:val="28"/>
                          <w:szCs w:val="28"/>
                        </w:rPr>
                        <w:t>自我评价 / About Me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45454"/>
                          <w:kern w:val="24"/>
                          <w:sz w:val="21"/>
                          <w:szCs w:val="21"/>
                        </w:rPr>
                        <w:t>工作积极认真，细心负责，熟练运用办公自动化软件，善于在工作中提出问题、发现问题、解决问题，有较强的分析能力；勤奋好学，踏实肯干，动手能力强，有很强的社会责任感；喜欢和勇于迎接新挑战。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924560</wp:posOffset>
                </wp:positionV>
                <wp:extent cx="297180" cy="297180"/>
                <wp:effectExtent l="0" t="0" r="7620" b="762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30" cy="297230"/>
                        </a:xfrm>
                        <a:prstGeom prst="ellipse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8.45pt;margin-top:72.8pt;height:23.4pt;width:23.4pt;z-index:251649024;v-text-anchor:middle;mso-width-relative:page;mso-height-relative:page;" fillcolor="#596166" filled="t" stroked="f" coordsize="21600,21600" o:gfxdata="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YnmB2QAAAAsBAAAPAAAAAAAAAAEA&#10;IAAAACIAAABkcnMvZG93bnJldi54bWxQSwECFAAUAAAACACHTuJAmi8jjdUBAACIAwAADgAAAAAA&#10;AAABACAAAAAoAQAAZHJzL2Uyb0RvYy54bWxQSwUGAAAAAAYABgBZAQAAb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1007745</wp:posOffset>
                </wp:positionV>
                <wp:extent cx="203835" cy="142240"/>
                <wp:effectExtent l="0" t="0" r="5715" b="0"/>
                <wp:wrapNone/>
                <wp:docPr id="9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0" y="0"/>
                          <a:ext cx="204114" cy="14194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flip:x;margin-left:-44.8pt;margin-top:79.35pt;height:11.2pt;width:16.05pt;z-index:251650048;mso-width-relative:page;mso-height-relative:page;" fillcolor="#FFFFFF" filled="t" stroked="f" coordsize="263,184" o:gfxdata="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2428240</wp:posOffset>
                </wp:positionV>
                <wp:extent cx="297180" cy="297180"/>
                <wp:effectExtent l="0" t="0" r="7620" b="762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30" cy="297230"/>
                        </a:xfrm>
                        <a:prstGeom prst="ellipse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8.45pt;margin-top:191.2pt;height:23.4pt;width:23.4pt;z-index:251651072;v-text-anchor:middle;mso-width-relative:page;mso-height-relative:page;" fillcolor="#596166" filled="t" stroked="f" coordsize="21600,21600" o:gfxdata="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8GDYraAAAACwEAAA8AAAAAAAAA&#10;AQAgAAAAIgAAAGRycy9kb3ducmV2LnhtbFBLAQIUABQAAAAIAIdO4kDS44MU1gEAAIoDAAAOAAAA&#10;AAAAAAEAIAAAACk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2496820</wp:posOffset>
                </wp:positionV>
                <wp:extent cx="163195" cy="137795"/>
                <wp:effectExtent l="0" t="0" r="8255" b="0"/>
                <wp:wrapNone/>
                <wp:docPr id="1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3426" cy="137930"/>
                        </a:xfrm>
                        <a:custGeom>
                          <a:avLst/>
                          <a:gdLst>
                            <a:gd name="connsiteX0" fmla="*/ 3261356 w 3261356"/>
                            <a:gd name="connsiteY0" fmla="*/ 1385789 h 2766950"/>
                            <a:gd name="connsiteX1" fmla="*/ 3261356 w 3261356"/>
                            <a:gd name="connsiteY1" fmla="*/ 2634211 h 2766950"/>
                            <a:gd name="connsiteX2" fmla="*/ 3259675 w 3261356"/>
                            <a:gd name="connsiteY2" fmla="*/ 2649333 h 2766950"/>
                            <a:gd name="connsiteX3" fmla="*/ 3256313 w 3261356"/>
                            <a:gd name="connsiteY3" fmla="*/ 2662775 h 2766950"/>
                            <a:gd name="connsiteX4" fmla="*/ 3252951 w 3261356"/>
                            <a:gd name="connsiteY4" fmla="*/ 2674537 h 2766950"/>
                            <a:gd name="connsiteX5" fmla="*/ 3244545 w 3261356"/>
                            <a:gd name="connsiteY5" fmla="*/ 2686298 h 2766950"/>
                            <a:gd name="connsiteX6" fmla="*/ 3237821 w 3261356"/>
                            <a:gd name="connsiteY6" fmla="*/ 2698060 h 2766950"/>
                            <a:gd name="connsiteX7" fmla="*/ 3229415 w 3261356"/>
                            <a:gd name="connsiteY7" fmla="*/ 2709822 h 2766950"/>
                            <a:gd name="connsiteX8" fmla="*/ 3217647 w 3261356"/>
                            <a:gd name="connsiteY8" fmla="*/ 2719903 h 2766950"/>
                            <a:gd name="connsiteX9" fmla="*/ 3202517 w 3261356"/>
                            <a:gd name="connsiteY9" fmla="*/ 2729985 h 2766950"/>
                            <a:gd name="connsiteX10" fmla="*/ 3175619 w 3261356"/>
                            <a:gd name="connsiteY10" fmla="*/ 2746787 h 2766950"/>
                            <a:gd name="connsiteX11" fmla="*/ 3141997 w 3261356"/>
                            <a:gd name="connsiteY11" fmla="*/ 2758549 h 2766950"/>
                            <a:gd name="connsiteX12" fmla="*/ 3105013 w 3261356"/>
                            <a:gd name="connsiteY12" fmla="*/ 2765270 h 2766950"/>
                            <a:gd name="connsiteX13" fmla="*/ 3066347 w 3261356"/>
                            <a:gd name="connsiteY13" fmla="*/ 2766950 h 2766950"/>
                            <a:gd name="connsiteX14" fmla="*/ 196690 w 3261356"/>
                            <a:gd name="connsiteY14" fmla="*/ 2766950 h 2766950"/>
                            <a:gd name="connsiteX15" fmla="*/ 158024 w 3261356"/>
                            <a:gd name="connsiteY15" fmla="*/ 2765270 h 2766950"/>
                            <a:gd name="connsiteX16" fmla="*/ 121040 w 3261356"/>
                            <a:gd name="connsiteY16" fmla="*/ 2758549 h 2766950"/>
                            <a:gd name="connsiteX17" fmla="*/ 87418 w 3261356"/>
                            <a:gd name="connsiteY17" fmla="*/ 2746787 h 2766950"/>
                            <a:gd name="connsiteX18" fmla="*/ 57158 w 3261356"/>
                            <a:gd name="connsiteY18" fmla="*/ 2729985 h 2766950"/>
                            <a:gd name="connsiteX19" fmla="*/ 47071 w 3261356"/>
                            <a:gd name="connsiteY19" fmla="*/ 2719903 h 2766950"/>
                            <a:gd name="connsiteX20" fmla="*/ 35303 w 3261356"/>
                            <a:gd name="connsiteY20" fmla="*/ 2709822 h 2766950"/>
                            <a:gd name="connsiteX21" fmla="*/ 25217 w 3261356"/>
                            <a:gd name="connsiteY21" fmla="*/ 2698060 h 2766950"/>
                            <a:gd name="connsiteX22" fmla="*/ 16811 w 3261356"/>
                            <a:gd name="connsiteY22" fmla="*/ 2686298 h 2766950"/>
                            <a:gd name="connsiteX23" fmla="*/ 8405 w 3261356"/>
                            <a:gd name="connsiteY23" fmla="*/ 2674537 h 2766950"/>
                            <a:gd name="connsiteX24" fmla="*/ 5043 w 3261356"/>
                            <a:gd name="connsiteY24" fmla="*/ 2662775 h 2766950"/>
                            <a:gd name="connsiteX25" fmla="*/ 1681 w 3261356"/>
                            <a:gd name="connsiteY25" fmla="*/ 2649333 h 2766950"/>
                            <a:gd name="connsiteX26" fmla="*/ 0 w 3261356"/>
                            <a:gd name="connsiteY26" fmla="*/ 2634211 h 2766950"/>
                            <a:gd name="connsiteX27" fmla="*/ 0 w 3261356"/>
                            <a:gd name="connsiteY27" fmla="*/ 1389150 h 2766950"/>
                            <a:gd name="connsiteX28" fmla="*/ 196690 w 3261356"/>
                            <a:gd name="connsiteY28" fmla="*/ 1441237 h 2766950"/>
                            <a:gd name="connsiteX29" fmla="*/ 406829 w 3261356"/>
                            <a:gd name="connsiteY29" fmla="*/ 1495005 h 2766950"/>
                            <a:gd name="connsiteX30" fmla="*/ 660677 w 3261356"/>
                            <a:gd name="connsiteY30" fmla="*/ 1555494 h 2766950"/>
                            <a:gd name="connsiteX31" fmla="*/ 795165 w 3261356"/>
                            <a:gd name="connsiteY31" fmla="*/ 1589099 h 2766950"/>
                            <a:gd name="connsiteX32" fmla="*/ 933017 w 3261356"/>
                            <a:gd name="connsiteY32" fmla="*/ 1619343 h 2766950"/>
                            <a:gd name="connsiteX33" fmla="*/ 1067506 w 3261356"/>
                            <a:gd name="connsiteY33" fmla="*/ 1646227 h 2766950"/>
                            <a:gd name="connsiteX34" fmla="*/ 1200314 w 3261356"/>
                            <a:gd name="connsiteY34" fmla="*/ 1671431 h 2766950"/>
                            <a:gd name="connsiteX35" fmla="*/ 1326397 w 3261356"/>
                            <a:gd name="connsiteY35" fmla="*/ 1693274 h 2766950"/>
                            <a:gd name="connsiteX36" fmla="*/ 1442394 w 3261356"/>
                            <a:gd name="connsiteY36" fmla="*/ 1708396 h 2766950"/>
                            <a:gd name="connsiteX37" fmla="*/ 1544942 w 3261356"/>
                            <a:gd name="connsiteY37" fmla="*/ 1720158 h 2766950"/>
                            <a:gd name="connsiteX38" fmla="*/ 1588650 w 3261356"/>
                            <a:gd name="connsiteY38" fmla="*/ 1723518 h 2766950"/>
                            <a:gd name="connsiteX39" fmla="*/ 1630678 w 3261356"/>
                            <a:gd name="connsiteY39" fmla="*/ 1725199 h 2766950"/>
                            <a:gd name="connsiteX40" fmla="*/ 1672706 w 3261356"/>
                            <a:gd name="connsiteY40" fmla="*/ 1723518 h 2766950"/>
                            <a:gd name="connsiteX41" fmla="*/ 1719777 w 3261356"/>
                            <a:gd name="connsiteY41" fmla="*/ 1720158 h 2766950"/>
                            <a:gd name="connsiteX42" fmla="*/ 1820644 w 3261356"/>
                            <a:gd name="connsiteY42" fmla="*/ 1708396 h 2766950"/>
                            <a:gd name="connsiteX43" fmla="*/ 1934959 w 3261356"/>
                            <a:gd name="connsiteY43" fmla="*/ 1693274 h 2766950"/>
                            <a:gd name="connsiteX44" fmla="*/ 2061043 w 3261356"/>
                            <a:gd name="connsiteY44" fmla="*/ 1671431 h 2766950"/>
                            <a:gd name="connsiteX45" fmla="*/ 2193850 w 3261356"/>
                            <a:gd name="connsiteY45" fmla="*/ 1646227 h 2766950"/>
                            <a:gd name="connsiteX46" fmla="*/ 2330020 w 3261356"/>
                            <a:gd name="connsiteY46" fmla="*/ 1615983 h 2766950"/>
                            <a:gd name="connsiteX47" fmla="*/ 2466190 w 3261356"/>
                            <a:gd name="connsiteY47" fmla="*/ 1585738 h 2766950"/>
                            <a:gd name="connsiteX48" fmla="*/ 2602360 w 3261356"/>
                            <a:gd name="connsiteY48" fmla="*/ 1553814 h 2766950"/>
                            <a:gd name="connsiteX49" fmla="*/ 2854527 w 3261356"/>
                            <a:gd name="connsiteY49" fmla="*/ 1493325 h 2766950"/>
                            <a:gd name="connsiteX50" fmla="*/ 3066347 w 3261356"/>
                            <a:gd name="connsiteY50" fmla="*/ 1437877 h 2766950"/>
                            <a:gd name="connsiteX51" fmla="*/ 1508607 w 3261356"/>
                            <a:gd name="connsiteY51" fmla="*/ 1206475 h 2766950"/>
                            <a:gd name="connsiteX52" fmla="*/ 1417230 w 3261356"/>
                            <a:gd name="connsiteY52" fmla="*/ 1297852 h 2766950"/>
                            <a:gd name="connsiteX53" fmla="*/ 1417230 w 3261356"/>
                            <a:gd name="connsiteY53" fmla="*/ 1314415 h 2766950"/>
                            <a:gd name="connsiteX54" fmla="*/ 1508607 w 3261356"/>
                            <a:gd name="connsiteY54" fmla="*/ 1405791 h 2766950"/>
                            <a:gd name="connsiteX55" fmla="*/ 1752750 w 3261356"/>
                            <a:gd name="connsiteY55" fmla="*/ 1405791 h 2766950"/>
                            <a:gd name="connsiteX56" fmla="*/ 1844126 w 3261356"/>
                            <a:gd name="connsiteY56" fmla="*/ 1314415 h 2766950"/>
                            <a:gd name="connsiteX57" fmla="*/ 1844126 w 3261356"/>
                            <a:gd name="connsiteY57" fmla="*/ 1297852 h 2766950"/>
                            <a:gd name="connsiteX58" fmla="*/ 1752750 w 3261356"/>
                            <a:gd name="connsiteY58" fmla="*/ 1206475 h 2766950"/>
                            <a:gd name="connsiteX59" fmla="*/ 1630678 w 3261356"/>
                            <a:gd name="connsiteY59" fmla="*/ 174304 h 2766950"/>
                            <a:gd name="connsiteX60" fmla="*/ 1114624 w 3261356"/>
                            <a:gd name="connsiteY60" fmla="*/ 469036 h 2766950"/>
                            <a:gd name="connsiteX61" fmla="*/ 1111230 w 3261356"/>
                            <a:gd name="connsiteY61" fmla="*/ 492633 h 2766950"/>
                            <a:gd name="connsiteX62" fmla="*/ 2150126 w 3261356"/>
                            <a:gd name="connsiteY62" fmla="*/ 492633 h 2766950"/>
                            <a:gd name="connsiteX63" fmla="*/ 2146731 w 3261356"/>
                            <a:gd name="connsiteY63" fmla="*/ 469036 h 2766950"/>
                            <a:gd name="connsiteX64" fmla="*/ 1630678 w 3261356"/>
                            <a:gd name="connsiteY64" fmla="*/ 174304 h 2766950"/>
                            <a:gd name="connsiteX65" fmla="*/ 1630678 w 3261356"/>
                            <a:gd name="connsiteY65" fmla="*/ 0 h 2766950"/>
                            <a:gd name="connsiteX66" fmla="*/ 2269992 w 3261356"/>
                            <a:gd name="connsiteY66" fmla="*/ 488510 h 2766950"/>
                            <a:gd name="connsiteX67" fmla="*/ 2270238 w 3261356"/>
                            <a:gd name="connsiteY67" fmla="*/ 492633 h 2766950"/>
                            <a:gd name="connsiteX68" fmla="*/ 3066347 w 3261356"/>
                            <a:gd name="connsiteY68" fmla="*/ 492633 h 2766950"/>
                            <a:gd name="connsiteX69" fmla="*/ 3105012 w 3261356"/>
                            <a:gd name="connsiteY69" fmla="*/ 494313 h 2766950"/>
                            <a:gd name="connsiteX70" fmla="*/ 3141998 w 3261356"/>
                            <a:gd name="connsiteY70" fmla="*/ 501035 h 2766950"/>
                            <a:gd name="connsiteX71" fmla="*/ 3175621 w 3261356"/>
                            <a:gd name="connsiteY71" fmla="*/ 512796 h 2766950"/>
                            <a:gd name="connsiteX72" fmla="*/ 3202518 w 3261356"/>
                            <a:gd name="connsiteY72" fmla="*/ 529599 h 2766950"/>
                            <a:gd name="connsiteX73" fmla="*/ 3217649 w 3261356"/>
                            <a:gd name="connsiteY73" fmla="*/ 539681 h 2766950"/>
                            <a:gd name="connsiteX74" fmla="*/ 3229416 w 3261356"/>
                            <a:gd name="connsiteY74" fmla="*/ 549763 h 2766950"/>
                            <a:gd name="connsiteX75" fmla="*/ 3237821 w 3261356"/>
                            <a:gd name="connsiteY75" fmla="*/ 561524 h 2766950"/>
                            <a:gd name="connsiteX76" fmla="*/ 3244546 w 3261356"/>
                            <a:gd name="connsiteY76" fmla="*/ 573285 h 2766950"/>
                            <a:gd name="connsiteX77" fmla="*/ 3252951 w 3261356"/>
                            <a:gd name="connsiteY77" fmla="*/ 585046 h 2766950"/>
                            <a:gd name="connsiteX78" fmla="*/ 3256314 w 3261356"/>
                            <a:gd name="connsiteY78" fmla="*/ 596807 h 2766950"/>
                            <a:gd name="connsiteX79" fmla="*/ 3259676 w 3261356"/>
                            <a:gd name="connsiteY79" fmla="*/ 610251 h 2766950"/>
                            <a:gd name="connsiteX80" fmla="*/ 3261356 w 3261356"/>
                            <a:gd name="connsiteY80" fmla="*/ 625372 h 2766950"/>
                            <a:gd name="connsiteX81" fmla="*/ 3261356 w 3261356"/>
                            <a:gd name="connsiteY81" fmla="*/ 1326877 h 2766950"/>
                            <a:gd name="connsiteX82" fmla="*/ 3261353 w 3261356"/>
                            <a:gd name="connsiteY82" fmla="*/ 1326877 h 2766950"/>
                            <a:gd name="connsiteX83" fmla="*/ 3261350 w 3261356"/>
                            <a:gd name="connsiteY83" fmla="*/ 1326880 h 2766950"/>
                            <a:gd name="connsiteX84" fmla="*/ 3066350 w 3261356"/>
                            <a:gd name="connsiteY84" fmla="*/ 1378964 h 2766950"/>
                            <a:gd name="connsiteX85" fmla="*/ 2854531 w 3261356"/>
                            <a:gd name="connsiteY85" fmla="*/ 1434413 h 2766950"/>
                            <a:gd name="connsiteX86" fmla="*/ 2602365 w 3261356"/>
                            <a:gd name="connsiteY86" fmla="*/ 1494902 h 2766950"/>
                            <a:gd name="connsiteX87" fmla="*/ 2466193 w 3261356"/>
                            <a:gd name="connsiteY87" fmla="*/ 1526826 h 2766950"/>
                            <a:gd name="connsiteX88" fmla="*/ 2330026 w 3261356"/>
                            <a:gd name="connsiteY88" fmla="*/ 1557071 h 2766950"/>
                            <a:gd name="connsiteX89" fmla="*/ 2193854 w 3261356"/>
                            <a:gd name="connsiteY89" fmla="*/ 1587315 h 2766950"/>
                            <a:gd name="connsiteX90" fmla="*/ 2061046 w 3261356"/>
                            <a:gd name="connsiteY90" fmla="*/ 1612517 h 2766950"/>
                            <a:gd name="connsiteX91" fmla="*/ 1934963 w 3261356"/>
                            <a:gd name="connsiteY91" fmla="*/ 1634360 h 2766950"/>
                            <a:gd name="connsiteX92" fmla="*/ 1820647 w 3261356"/>
                            <a:gd name="connsiteY92" fmla="*/ 1649484 h 2766950"/>
                            <a:gd name="connsiteX93" fmla="*/ 1719781 w 3261356"/>
                            <a:gd name="connsiteY93" fmla="*/ 1661245 h 2766950"/>
                            <a:gd name="connsiteX94" fmla="*/ 1672711 w 3261356"/>
                            <a:gd name="connsiteY94" fmla="*/ 1664604 h 2766950"/>
                            <a:gd name="connsiteX95" fmla="*/ 1630683 w 3261356"/>
                            <a:gd name="connsiteY95" fmla="*/ 1666287 h 2766950"/>
                            <a:gd name="connsiteX96" fmla="*/ 1588655 w 3261356"/>
                            <a:gd name="connsiteY96" fmla="*/ 1664604 h 2766950"/>
                            <a:gd name="connsiteX97" fmla="*/ 1544944 w 3261356"/>
                            <a:gd name="connsiteY97" fmla="*/ 1661245 h 2766950"/>
                            <a:gd name="connsiteX98" fmla="*/ 1442396 w 3261356"/>
                            <a:gd name="connsiteY98" fmla="*/ 1649484 h 2766950"/>
                            <a:gd name="connsiteX99" fmla="*/ 1326400 w 3261356"/>
                            <a:gd name="connsiteY99" fmla="*/ 1634360 h 2766950"/>
                            <a:gd name="connsiteX100" fmla="*/ 1200317 w 3261356"/>
                            <a:gd name="connsiteY100" fmla="*/ 1612517 h 2766950"/>
                            <a:gd name="connsiteX101" fmla="*/ 1067508 w 3261356"/>
                            <a:gd name="connsiteY101" fmla="*/ 1587315 h 2766950"/>
                            <a:gd name="connsiteX102" fmla="*/ 933020 w 3261356"/>
                            <a:gd name="connsiteY102" fmla="*/ 1560430 h 2766950"/>
                            <a:gd name="connsiteX103" fmla="*/ 795169 w 3261356"/>
                            <a:gd name="connsiteY103" fmla="*/ 1530186 h 2766950"/>
                            <a:gd name="connsiteX104" fmla="*/ 660681 w 3261356"/>
                            <a:gd name="connsiteY104" fmla="*/ 1496582 h 2766950"/>
                            <a:gd name="connsiteX105" fmla="*/ 406834 w 3261356"/>
                            <a:gd name="connsiteY105" fmla="*/ 1436093 h 2766950"/>
                            <a:gd name="connsiteX106" fmla="*/ 196695 w 3261356"/>
                            <a:gd name="connsiteY106" fmla="*/ 1382323 h 2766950"/>
                            <a:gd name="connsiteX107" fmla="*/ 3 w 3261356"/>
                            <a:gd name="connsiteY107" fmla="*/ 1330236 h 2766950"/>
                            <a:gd name="connsiteX108" fmla="*/ 3 w 3261356"/>
                            <a:gd name="connsiteY108" fmla="*/ 1332325 h 2766950"/>
                            <a:gd name="connsiteX109" fmla="*/ 0 w 3261356"/>
                            <a:gd name="connsiteY109" fmla="*/ 1332322 h 2766950"/>
                            <a:gd name="connsiteX110" fmla="*/ 0 w 3261356"/>
                            <a:gd name="connsiteY110" fmla="*/ 971511 h 2766950"/>
                            <a:gd name="connsiteX111" fmla="*/ 0 w 3261356"/>
                            <a:gd name="connsiteY111" fmla="*/ 625372 h 2766950"/>
                            <a:gd name="connsiteX112" fmla="*/ 1683 w 3261356"/>
                            <a:gd name="connsiteY112" fmla="*/ 610251 h 2766950"/>
                            <a:gd name="connsiteX113" fmla="*/ 5046 w 3261356"/>
                            <a:gd name="connsiteY113" fmla="*/ 596807 h 2766950"/>
                            <a:gd name="connsiteX114" fmla="*/ 8405 w 3261356"/>
                            <a:gd name="connsiteY114" fmla="*/ 585046 h 2766950"/>
                            <a:gd name="connsiteX115" fmla="*/ 16813 w 3261356"/>
                            <a:gd name="connsiteY115" fmla="*/ 573285 h 2766950"/>
                            <a:gd name="connsiteX116" fmla="*/ 25218 w 3261356"/>
                            <a:gd name="connsiteY116" fmla="*/ 561524 h 2766950"/>
                            <a:gd name="connsiteX117" fmla="*/ 35303 w 3261356"/>
                            <a:gd name="connsiteY117" fmla="*/ 549763 h 2766950"/>
                            <a:gd name="connsiteX118" fmla="*/ 47073 w 3261356"/>
                            <a:gd name="connsiteY118" fmla="*/ 539681 h 2766950"/>
                            <a:gd name="connsiteX119" fmla="*/ 57158 w 3261356"/>
                            <a:gd name="connsiteY119" fmla="*/ 529599 h 2766950"/>
                            <a:gd name="connsiteX120" fmla="*/ 87418 w 3261356"/>
                            <a:gd name="connsiteY120" fmla="*/ 512796 h 2766950"/>
                            <a:gd name="connsiteX121" fmla="*/ 121041 w 3261356"/>
                            <a:gd name="connsiteY121" fmla="*/ 501035 h 2766950"/>
                            <a:gd name="connsiteX122" fmla="*/ 158027 w 3261356"/>
                            <a:gd name="connsiteY122" fmla="*/ 494313 h 2766950"/>
                            <a:gd name="connsiteX123" fmla="*/ 196692 w 3261356"/>
                            <a:gd name="connsiteY123" fmla="*/ 492633 h 2766950"/>
                            <a:gd name="connsiteX124" fmla="*/ 991117 w 3261356"/>
                            <a:gd name="connsiteY124" fmla="*/ 492633 h 2766950"/>
                            <a:gd name="connsiteX125" fmla="*/ 991363 w 3261356"/>
                            <a:gd name="connsiteY125" fmla="*/ 488510 h 2766950"/>
                            <a:gd name="connsiteX126" fmla="*/ 1630678 w 3261356"/>
                            <a:gd name="connsiteY126" fmla="*/ 0 h 2766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</a:cxnLst>
                          <a:rect l="l" t="t" r="r" b="b"/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flip:x;margin-left:-43.2pt;margin-top:196.6pt;height:10.85pt;width:12.85pt;z-index:251652096;v-text-anchor:middle;mso-width-relative:page;mso-height-relative:page;" fillcolor="#FFFFFF" filled="t" stroked="f" coordsize="3261356,2766950" o:gfxdata="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63426,69080;163426,131313;163341,132066;163173,132736;163004,133323;162583,133909;162246,134495;161825,135082;161235,135584;160477,136087;159129,136924;157444,137511;155591,137846;153654,137930;9856,137930;7918,137846;6065,137511;4380,136924;2864,136087;2358,135584;1769,135082;1263,134495;842,133909;421,133323;252,132736;84,132066;0,131313;0,69247;9856,71844;20386,74524;33106,77539;39845,79215;46753,80722;53492,82062;60147,83319;66465,84408;72278,85162;77416,85748;79606,85915;81713,85999;83819,85915;86177,85748;91232,85162;96960,84408;103278,83319;109933,82062;116756,80555;123580,79047;130403,77456;143039,74440;153654,71676;75596,60141;71017,64696;71017,65522;75596,70077;87830,70077;92408,65522;92408,64696;87830,60141;81713,8688;55853,23381;55683,24557;107742,24557;107572,23381;81713,8688;81713,0;113748,24351;113761,24557;153654,24557;155591,24641;157444,24976;159129,25562;160477,26400;161235,26902;161825,27405;162246,27991;162583,28577;163004,29164;163173,29750;163341,30420;163426,31174;163426,66143;163425,66143;163425,66143;153654,68740;143040,71504;130404,74519;123580,76110;116757,77618;109933,79126;103278,80382;96960,81471;91232,82225;86177,82811;83819,82979;81713,83062;79607,82979;77416,82811;72278,82225;66465,81471;60147,80382;53492,79126;46753,77786;39845,76278;33106,74603;20386,71587;9856,68907;0,66311;0,66415;0,66415;0,48428;0,31174;84,30420;252,29750;421,29164;842,28577;1263,27991;1769,27405;2358,26902;2864,26400;4380,25562;6065,24976;7918,24641;9856,24557;49664,24557;49677,24351;81713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5101590</wp:posOffset>
                </wp:positionV>
                <wp:extent cx="297180" cy="297180"/>
                <wp:effectExtent l="0" t="0" r="7620" b="762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30" cy="297230"/>
                        </a:xfrm>
                        <a:prstGeom prst="ellipse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8.45pt;margin-top:401.7pt;height:23.4pt;width:23.4pt;z-index:251653120;v-text-anchor:middle;mso-width-relative:page;mso-height-relative:page;" fillcolor="#596166" filled="t" stroked="f" coordsize="21600,21600" o:gfxdata="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UMoOtoAAAALAQAADwAAAAAAAAAB&#10;ACAAAAAiAAAAZHJzL2Rvd25yZXYueG1sUEsBAhQAFAAAAAgAh07iQGQlm0XVAQAAigMAAA4AAAAA&#10;AAAAAQAgAAAAKQEAAGRycy9lMm9Eb2MueG1sUEsFBgAAAAAGAAYAWQEAAHA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6615430</wp:posOffset>
                </wp:positionV>
                <wp:extent cx="297180" cy="297180"/>
                <wp:effectExtent l="0" t="0" r="7620" b="762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30" cy="297230"/>
                        </a:xfrm>
                        <a:prstGeom prst="ellipse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8.45pt;margin-top:520.9pt;height:23.4pt;width:23.4pt;z-index:251654144;v-text-anchor:middle;mso-width-relative:page;mso-height-relative:page;" fillcolor="#596166" filled="t" stroked="f" coordsize="21600,21600" o:gfxdata="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7Pw552gAAAA0BAAAPAAAAAAAA&#10;AAEAIAAAACIAAABkcnMvZG93bnJldi54bWxQSwECFAAUAAAACACHTuJAP0YXbdcBAACKAwAADgAA&#10;AAAAAAABACAAAAAp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-555625</wp:posOffset>
                </wp:positionH>
                <wp:positionV relativeFrom="paragraph">
                  <wp:posOffset>6674485</wp:posOffset>
                </wp:positionV>
                <wp:extent cx="177165" cy="180340"/>
                <wp:effectExtent l="0" t="0" r="0" b="0"/>
                <wp:wrapNone/>
                <wp:docPr id="1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 flipH="1" flipV="1">
                          <a:off x="0" y="0"/>
                          <a:ext cx="177187" cy="180595"/>
                        </a:xfrm>
                        <a:custGeom>
                          <a:avLst/>
                          <a:gdLst>
                            <a:gd name="T0" fmla="*/ 1524318 w 3543300"/>
                            <a:gd name="T1" fmla="*/ 1132523 h 3617913"/>
                            <a:gd name="T2" fmla="*/ 1313498 w 3543300"/>
                            <a:gd name="T3" fmla="*/ 1253173 h 3617913"/>
                            <a:gd name="T4" fmla="*/ 1155382 w 3543300"/>
                            <a:gd name="T5" fmla="*/ 1435418 h 3617913"/>
                            <a:gd name="T6" fmla="*/ 1066122 w 3543300"/>
                            <a:gd name="T7" fmla="*/ 1663327 h 3617913"/>
                            <a:gd name="T8" fmla="*/ 1059774 w 3543300"/>
                            <a:gd name="T9" fmla="*/ 1918696 h 3617913"/>
                            <a:gd name="T10" fmla="*/ 1138484 w 3543300"/>
                            <a:gd name="T11" fmla="*/ 2152467 h 3617913"/>
                            <a:gd name="T12" fmla="*/ 1287651 w 3543300"/>
                            <a:gd name="T13" fmla="*/ 2342088 h 3617913"/>
                            <a:gd name="T14" fmla="*/ 1491724 w 3543300"/>
                            <a:gd name="T15" fmla="*/ 2472632 h 3617913"/>
                            <a:gd name="T16" fmla="*/ 1734517 w 3543300"/>
                            <a:gd name="T17" fmla="*/ 2528533 h 3617913"/>
                            <a:gd name="T18" fmla="*/ 1985879 w 3543300"/>
                            <a:gd name="T19" fmla="*/ 2496771 h 3617913"/>
                            <a:gd name="T20" fmla="*/ 2202647 w 3543300"/>
                            <a:gd name="T21" fmla="*/ 2386238 h 3617913"/>
                            <a:gd name="T22" fmla="*/ 2368635 w 3543300"/>
                            <a:gd name="T23" fmla="*/ 2211863 h 3617913"/>
                            <a:gd name="T24" fmla="*/ 2469244 w 3543300"/>
                            <a:gd name="T25" fmla="*/ 1988891 h 3617913"/>
                            <a:gd name="T26" fmla="*/ 2487969 w 3543300"/>
                            <a:gd name="T27" fmla="*/ 1735110 h 3617913"/>
                            <a:gd name="T28" fmla="*/ 2420685 w 3543300"/>
                            <a:gd name="T29" fmla="*/ 1496257 h 3617913"/>
                            <a:gd name="T30" fmla="*/ 2280920 w 3543300"/>
                            <a:gd name="T31" fmla="*/ 1299528 h 3617913"/>
                            <a:gd name="T32" fmla="*/ 2083752 w 3543300"/>
                            <a:gd name="T33" fmla="*/ 1159510 h 3617913"/>
                            <a:gd name="T34" fmla="*/ 1845310 w 3543300"/>
                            <a:gd name="T35" fmla="*/ 1092518 h 3617913"/>
                            <a:gd name="T36" fmla="*/ 1957705 w 3543300"/>
                            <a:gd name="T37" fmla="*/ 6985 h 3617913"/>
                            <a:gd name="T38" fmla="*/ 2011998 w 3543300"/>
                            <a:gd name="T39" fmla="*/ 89217 h 3617913"/>
                            <a:gd name="T40" fmla="*/ 2341562 w 3543300"/>
                            <a:gd name="T41" fmla="*/ 485457 h 3617913"/>
                            <a:gd name="T42" fmla="*/ 2646362 w 3543300"/>
                            <a:gd name="T43" fmla="*/ 240665 h 3617913"/>
                            <a:gd name="T44" fmla="*/ 2970848 w 3543300"/>
                            <a:gd name="T45" fmla="*/ 446087 h 3617913"/>
                            <a:gd name="T46" fmla="*/ 2979738 w 3543300"/>
                            <a:gd name="T47" fmla="*/ 554990 h 3617913"/>
                            <a:gd name="T48" fmla="*/ 2996248 w 3543300"/>
                            <a:gd name="T49" fmla="*/ 1049655 h 3617913"/>
                            <a:gd name="T50" fmla="*/ 3393440 w 3543300"/>
                            <a:gd name="T51" fmla="*/ 1051243 h 3617913"/>
                            <a:gd name="T52" fmla="*/ 3542030 w 3543300"/>
                            <a:gd name="T53" fmla="*/ 1406843 h 3617913"/>
                            <a:gd name="T54" fmla="*/ 3490278 w 3543300"/>
                            <a:gd name="T55" fmla="*/ 1502728 h 3617913"/>
                            <a:gd name="T56" fmla="*/ 3210242 w 3543300"/>
                            <a:gd name="T57" fmla="*/ 1889125 h 3617913"/>
                            <a:gd name="T58" fmla="*/ 3529330 w 3543300"/>
                            <a:gd name="T59" fmla="*/ 2149158 h 3617913"/>
                            <a:gd name="T60" fmla="*/ 3442335 w 3543300"/>
                            <a:gd name="T61" fmla="*/ 2520315 h 3617913"/>
                            <a:gd name="T62" fmla="*/ 3346450 w 3543300"/>
                            <a:gd name="T63" fmla="*/ 2572068 h 3617913"/>
                            <a:gd name="T64" fmla="*/ 2905125 w 3543300"/>
                            <a:gd name="T65" fmla="*/ 2698115 h 3617913"/>
                            <a:gd name="T66" fmla="*/ 2994025 w 3543300"/>
                            <a:gd name="T67" fmla="*/ 3108643 h 3617913"/>
                            <a:gd name="T68" fmla="*/ 2709228 w 3543300"/>
                            <a:gd name="T69" fmla="*/ 3363913 h 3617913"/>
                            <a:gd name="T70" fmla="*/ 2600325 w 3543300"/>
                            <a:gd name="T71" fmla="*/ 3355023 h 3617913"/>
                            <a:gd name="T72" fmla="*/ 2193608 w 3543300"/>
                            <a:gd name="T73" fmla="*/ 3187066 h 3617913"/>
                            <a:gd name="T74" fmla="*/ 2005012 w 3543300"/>
                            <a:gd name="T75" fmla="*/ 3563621 h 3617913"/>
                            <a:gd name="T76" fmla="*/ 1620520 w 3543300"/>
                            <a:gd name="T77" fmla="*/ 3617913 h 3617913"/>
                            <a:gd name="T78" fmla="*/ 1535430 w 3543300"/>
                            <a:gd name="T79" fmla="*/ 3555366 h 3617913"/>
                            <a:gd name="T80" fmla="*/ 1324928 w 3543300"/>
                            <a:gd name="T81" fmla="*/ 3179128 h 3617913"/>
                            <a:gd name="T82" fmla="*/ 935990 w 3543300"/>
                            <a:gd name="T83" fmla="*/ 3361056 h 3617913"/>
                            <a:gd name="T84" fmla="*/ 830262 w 3543300"/>
                            <a:gd name="T85" fmla="*/ 3361056 h 3617913"/>
                            <a:gd name="T86" fmla="*/ 550545 w 3543300"/>
                            <a:gd name="T87" fmla="*/ 3100071 h 3617913"/>
                            <a:gd name="T88" fmla="*/ 638492 w 3543300"/>
                            <a:gd name="T89" fmla="*/ 2698115 h 3617913"/>
                            <a:gd name="T90" fmla="*/ 196850 w 3543300"/>
                            <a:gd name="T91" fmla="*/ 2572068 h 3617913"/>
                            <a:gd name="T92" fmla="*/ 101282 w 3543300"/>
                            <a:gd name="T93" fmla="*/ 2520315 h 3617913"/>
                            <a:gd name="T94" fmla="*/ 13970 w 3543300"/>
                            <a:gd name="T95" fmla="*/ 2149158 h 3617913"/>
                            <a:gd name="T96" fmla="*/ 334962 w 3543300"/>
                            <a:gd name="T97" fmla="*/ 1915478 h 3617913"/>
                            <a:gd name="T98" fmla="*/ 57467 w 3543300"/>
                            <a:gd name="T99" fmla="*/ 1504633 h 3617913"/>
                            <a:gd name="T100" fmla="*/ 635 w 3543300"/>
                            <a:gd name="T101" fmla="*/ 1411288 h 3617913"/>
                            <a:gd name="T102" fmla="*/ 134620 w 3543300"/>
                            <a:gd name="T103" fmla="*/ 1058863 h 3617913"/>
                            <a:gd name="T104" fmla="*/ 520382 w 3543300"/>
                            <a:gd name="T105" fmla="*/ 1095375 h 3617913"/>
                            <a:gd name="T106" fmla="*/ 742632 w 3543300"/>
                            <a:gd name="T107" fmla="*/ 801052 h 3617913"/>
                            <a:gd name="T108" fmla="*/ 558482 w 3543300"/>
                            <a:gd name="T109" fmla="*/ 467677 h 3617913"/>
                            <a:gd name="T110" fmla="*/ 862648 w 3543300"/>
                            <a:gd name="T111" fmla="*/ 242252 h 3617913"/>
                            <a:gd name="T112" fmla="*/ 955040 w 3543300"/>
                            <a:gd name="T113" fmla="*/ 276542 h 3617913"/>
                            <a:gd name="T114" fmla="*/ 1452245 w 3543300"/>
                            <a:gd name="T115" fmla="*/ 404177 h 3617913"/>
                            <a:gd name="T116" fmla="*/ 1557655 w 3543300"/>
                            <a:gd name="T117" fmla="*/ 26352 h 36179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543300" h="3617913">
                              <a:moveTo>
                                <a:pt x="1752918" y="1088708"/>
                              </a:moveTo>
                              <a:lnTo>
                                <a:pt x="1734502" y="1089660"/>
                              </a:lnTo>
                              <a:lnTo>
                                <a:pt x="1716088" y="1090613"/>
                              </a:lnTo>
                              <a:lnTo>
                                <a:pt x="1697990" y="1092518"/>
                              </a:lnTo>
                              <a:lnTo>
                                <a:pt x="1679892" y="1094423"/>
                              </a:lnTo>
                              <a:lnTo>
                                <a:pt x="1662112" y="1097280"/>
                              </a:lnTo>
                              <a:lnTo>
                                <a:pt x="1644332" y="1100138"/>
                              </a:lnTo>
                              <a:lnTo>
                                <a:pt x="1626552" y="1103630"/>
                              </a:lnTo>
                              <a:lnTo>
                                <a:pt x="1608772" y="1107440"/>
                              </a:lnTo>
                              <a:lnTo>
                                <a:pt x="1591628" y="1111568"/>
                              </a:lnTo>
                              <a:lnTo>
                                <a:pt x="1574800" y="1116013"/>
                              </a:lnTo>
                              <a:lnTo>
                                <a:pt x="1557338" y="1121093"/>
                              </a:lnTo>
                              <a:lnTo>
                                <a:pt x="1540828" y="1126490"/>
                              </a:lnTo>
                              <a:lnTo>
                                <a:pt x="1524318" y="1132523"/>
                              </a:lnTo>
                              <a:lnTo>
                                <a:pt x="1507808" y="1138555"/>
                              </a:lnTo>
                              <a:lnTo>
                                <a:pt x="1491615" y="1145223"/>
                              </a:lnTo>
                              <a:lnTo>
                                <a:pt x="1475422" y="1152525"/>
                              </a:lnTo>
                              <a:lnTo>
                                <a:pt x="1459548" y="1159510"/>
                              </a:lnTo>
                              <a:lnTo>
                                <a:pt x="1443672" y="1167448"/>
                              </a:lnTo>
                              <a:lnTo>
                                <a:pt x="1428432" y="1175703"/>
                              </a:lnTo>
                              <a:lnTo>
                                <a:pt x="1413192" y="1183958"/>
                              </a:lnTo>
                              <a:lnTo>
                                <a:pt x="1398270" y="1193165"/>
                              </a:lnTo>
                              <a:lnTo>
                                <a:pt x="1383665" y="1202055"/>
                              </a:lnTo>
                              <a:lnTo>
                                <a:pt x="1368742" y="1211898"/>
                              </a:lnTo>
                              <a:lnTo>
                                <a:pt x="1354772" y="1221740"/>
                              </a:lnTo>
                              <a:lnTo>
                                <a:pt x="1340485" y="1231900"/>
                              </a:lnTo>
                              <a:lnTo>
                                <a:pt x="1327150" y="1242378"/>
                              </a:lnTo>
                              <a:lnTo>
                                <a:pt x="1313498" y="1253173"/>
                              </a:lnTo>
                              <a:lnTo>
                                <a:pt x="1300480" y="1264285"/>
                              </a:lnTo>
                              <a:lnTo>
                                <a:pt x="1287462" y="1275715"/>
                              </a:lnTo>
                              <a:lnTo>
                                <a:pt x="1274762" y="1287463"/>
                              </a:lnTo>
                              <a:lnTo>
                                <a:pt x="1262380" y="1299528"/>
                              </a:lnTo>
                              <a:lnTo>
                                <a:pt x="1250315" y="1311910"/>
                              </a:lnTo>
                              <a:lnTo>
                                <a:pt x="1238568" y="1324928"/>
                              </a:lnTo>
                              <a:lnTo>
                                <a:pt x="1227138" y="1337628"/>
                              </a:lnTo>
                              <a:lnTo>
                                <a:pt x="1215708" y="1350645"/>
                              </a:lnTo>
                              <a:lnTo>
                                <a:pt x="1205230" y="1364298"/>
                              </a:lnTo>
                              <a:lnTo>
                                <a:pt x="1194752" y="1377950"/>
                              </a:lnTo>
                              <a:lnTo>
                                <a:pt x="1183958" y="1392238"/>
                              </a:lnTo>
                              <a:lnTo>
                                <a:pt x="1174432" y="1406525"/>
                              </a:lnTo>
                              <a:lnTo>
                                <a:pt x="1164908" y="1420813"/>
                              </a:lnTo>
                              <a:lnTo>
                                <a:pt x="1155382" y="1435418"/>
                              </a:lnTo>
                              <a:lnTo>
                                <a:pt x="1146810" y="1450340"/>
                              </a:lnTo>
                              <a:lnTo>
                                <a:pt x="1138391" y="1465309"/>
                              </a:lnTo>
                              <a:lnTo>
                                <a:pt x="1130549" y="1480376"/>
                              </a:lnTo>
                              <a:lnTo>
                                <a:pt x="1122615" y="1496257"/>
                              </a:lnTo>
                              <a:lnTo>
                                <a:pt x="1114998" y="1512138"/>
                              </a:lnTo>
                              <a:lnTo>
                                <a:pt x="1108333" y="1528337"/>
                              </a:lnTo>
                              <a:lnTo>
                                <a:pt x="1101668" y="1544536"/>
                              </a:lnTo>
                              <a:lnTo>
                                <a:pt x="1095321" y="1561052"/>
                              </a:lnTo>
                              <a:lnTo>
                                <a:pt x="1089608" y="1577568"/>
                              </a:lnTo>
                              <a:lnTo>
                                <a:pt x="1083895" y="1594402"/>
                              </a:lnTo>
                              <a:lnTo>
                                <a:pt x="1079134" y="1611554"/>
                              </a:lnTo>
                              <a:lnTo>
                                <a:pt x="1074056" y="1628388"/>
                              </a:lnTo>
                              <a:lnTo>
                                <a:pt x="1069931" y="1646175"/>
                              </a:lnTo>
                              <a:lnTo>
                                <a:pt x="1066122" y="1663327"/>
                              </a:lnTo>
                              <a:lnTo>
                                <a:pt x="1062948" y="1681114"/>
                              </a:lnTo>
                              <a:lnTo>
                                <a:pt x="1059774" y="1698901"/>
                              </a:lnTo>
                              <a:lnTo>
                                <a:pt x="1057553" y="1717005"/>
                              </a:lnTo>
                              <a:lnTo>
                                <a:pt x="1055331" y="1735110"/>
                              </a:lnTo>
                              <a:lnTo>
                                <a:pt x="1053744" y="1753532"/>
                              </a:lnTo>
                              <a:lnTo>
                                <a:pt x="1052792" y="1771319"/>
                              </a:lnTo>
                              <a:lnTo>
                                <a:pt x="1051840" y="1790376"/>
                              </a:lnTo>
                              <a:lnTo>
                                <a:pt x="1051523" y="1808798"/>
                              </a:lnTo>
                              <a:lnTo>
                                <a:pt x="1051840" y="1827221"/>
                              </a:lnTo>
                              <a:lnTo>
                                <a:pt x="1052792" y="1845960"/>
                              </a:lnTo>
                              <a:lnTo>
                                <a:pt x="1053744" y="1864065"/>
                              </a:lnTo>
                              <a:lnTo>
                                <a:pt x="1055331" y="1882487"/>
                              </a:lnTo>
                              <a:lnTo>
                                <a:pt x="1057553" y="1900592"/>
                              </a:lnTo>
                              <a:lnTo>
                                <a:pt x="1059774" y="1918696"/>
                              </a:lnTo>
                              <a:lnTo>
                                <a:pt x="1062948" y="1936483"/>
                              </a:lnTo>
                              <a:lnTo>
                                <a:pt x="1066122" y="1953952"/>
                              </a:lnTo>
                              <a:lnTo>
                                <a:pt x="1069931" y="1971739"/>
                              </a:lnTo>
                              <a:lnTo>
                                <a:pt x="1074056" y="1988891"/>
                              </a:lnTo>
                              <a:lnTo>
                                <a:pt x="1079134" y="2006043"/>
                              </a:lnTo>
                              <a:lnTo>
                                <a:pt x="1083895" y="2022877"/>
                              </a:lnTo>
                              <a:lnTo>
                                <a:pt x="1089608" y="2039711"/>
                              </a:lnTo>
                              <a:lnTo>
                                <a:pt x="1095321" y="2056545"/>
                              </a:lnTo>
                              <a:lnTo>
                                <a:pt x="1101668" y="2073061"/>
                              </a:lnTo>
                              <a:lnTo>
                                <a:pt x="1108333" y="2089260"/>
                              </a:lnTo>
                              <a:lnTo>
                                <a:pt x="1114998" y="2105459"/>
                              </a:lnTo>
                              <a:lnTo>
                                <a:pt x="1122615" y="2121022"/>
                              </a:lnTo>
                              <a:lnTo>
                                <a:pt x="1130549" y="2136904"/>
                              </a:lnTo>
                              <a:lnTo>
                                <a:pt x="1138484" y="2152467"/>
                              </a:lnTo>
                              <a:lnTo>
                                <a:pt x="1147053" y="2167395"/>
                              </a:lnTo>
                              <a:lnTo>
                                <a:pt x="1155622" y="2182641"/>
                              </a:lnTo>
                              <a:lnTo>
                                <a:pt x="1165144" y="2197252"/>
                              </a:lnTo>
                              <a:lnTo>
                                <a:pt x="1174665" y="2211863"/>
                              </a:lnTo>
                              <a:lnTo>
                                <a:pt x="1184186" y="2225838"/>
                              </a:lnTo>
                              <a:lnTo>
                                <a:pt x="1194977" y="2240131"/>
                              </a:lnTo>
                              <a:lnTo>
                                <a:pt x="1205450" y="2253789"/>
                              </a:lnTo>
                              <a:lnTo>
                                <a:pt x="1215924" y="2267129"/>
                              </a:lnTo>
                              <a:lnTo>
                                <a:pt x="1227349" y="2280469"/>
                              </a:lnTo>
                              <a:lnTo>
                                <a:pt x="1238775" y="2293174"/>
                              </a:lnTo>
                              <a:lnTo>
                                <a:pt x="1250518" y="2305879"/>
                              </a:lnTo>
                              <a:lnTo>
                                <a:pt x="1262578" y="2318267"/>
                              </a:lnTo>
                              <a:lnTo>
                                <a:pt x="1274956" y="2330336"/>
                              </a:lnTo>
                              <a:lnTo>
                                <a:pt x="1287651" y="2342088"/>
                              </a:lnTo>
                              <a:lnTo>
                                <a:pt x="1300663" y="2353840"/>
                              </a:lnTo>
                              <a:lnTo>
                                <a:pt x="1313676" y="2364640"/>
                              </a:lnTo>
                              <a:lnTo>
                                <a:pt x="1327323" y="2375756"/>
                              </a:lnTo>
                              <a:lnTo>
                                <a:pt x="1340653" y="2386238"/>
                              </a:lnTo>
                              <a:lnTo>
                                <a:pt x="1354935" y="2396402"/>
                              </a:lnTo>
                              <a:lnTo>
                                <a:pt x="1368899" y="2406566"/>
                              </a:lnTo>
                              <a:lnTo>
                                <a:pt x="1383816" y="2415777"/>
                              </a:lnTo>
                              <a:lnTo>
                                <a:pt x="1398415" y="2424988"/>
                              </a:lnTo>
                              <a:lnTo>
                                <a:pt x="1413332" y="2433882"/>
                              </a:lnTo>
                              <a:lnTo>
                                <a:pt x="1428566" y="2442775"/>
                              </a:lnTo>
                              <a:lnTo>
                                <a:pt x="1443800" y="2450398"/>
                              </a:lnTo>
                              <a:lnTo>
                                <a:pt x="1459669" y="2458339"/>
                              </a:lnTo>
                              <a:lnTo>
                                <a:pt x="1475538" y="2465644"/>
                              </a:lnTo>
                              <a:lnTo>
                                <a:pt x="1491724" y="2472632"/>
                              </a:lnTo>
                              <a:lnTo>
                                <a:pt x="1507910" y="2479619"/>
                              </a:lnTo>
                              <a:lnTo>
                                <a:pt x="1524414" y="2485654"/>
                              </a:lnTo>
                              <a:lnTo>
                                <a:pt x="1540917" y="2491689"/>
                              </a:lnTo>
                              <a:lnTo>
                                <a:pt x="1557421" y="2496771"/>
                              </a:lnTo>
                              <a:lnTo>
                                <a:pt x="1574877" y="2502171"/>
                              </a:lnTo>
                              <a:lnTo>
                                <a:pt x="1591698" y="2506617"/>
                              </a:lnTo>
                              <a:lnTo>
                                <a:pt x="1608836" y="2510746"/>
                              </a:lnTo>
                              <a:lnTo>
                                <a:pt x="1626609" y="2514876"/>
                              </a:lnTo>
                              <a:lnTo>
                                <a:pt x="1644382" y="2518369"/>
                              </a:lnTo>
                              <a:lnTo>
                                <a:pt x="1662155" y="2520910"/>
                              </a:lnTo>
                              <a:lnTo>
                                <a:pt x="1679928" y="2523451"/>
                              </a:lnTo>
                              <a:lnTo>
                                <a:pt x="1698019" y="2525675"/>
                              </a:lnTo>
                              <a:lnTo>
                                <a:pt x="1716109" y="2527263"/>
                              </a:lnTo>
                              <a:lnTo>
                                <a:pt x="1734517" y="2528533"/>
                              </a:lnTo>
                              <a:lnTo>
                                <a:pt x="1752925" y="2529169"/>
                              </a:lnTo>
                              <a:lnTo>
                                <a:pt x="1771967" y="2529169"/>
                              </a:lnTo>
                              <a:lnTo>
                                <a:pt x="1790375" y="2529169"/>
                              </a:lnTo>
                              <a:lnTo>
                                <a:pt x="1808783" y="2528533"/>
                              </a:lnTo>
                              <a:lnTo>
                                <a:pt x="1827191" y="2527263"/>
                              </a:lnTo>
                              <a:lnTo>
                                <a:pt x="1845281" y="2525675"/>
                              </a:lnTo>
                              <a:lnTo>
                                <a:pt x="1863372" y="2523451"/>
                              </a:lnTo>
                              <a:lnTo>
                                <a:pt x="1881145" y="2520910"/>
                              </a:lnTo>
                              <a:lnTo>
                                <a:pt x="1898918" y="2518369"/>
                              </a:lnTo>
                              <a:lnTo>
                                <a:pt x="1916691" y="2514876"/>
                              </a:lnTo>
                              <a:lnTo>
                                <a:pt x="1934464" y="2510746"/>
                              </a:lnTo>
                              <a:lnTo>
                                <a:pt x="1951602" y="2506617"/>
                              </a:lnTo>
                              <a:lnTo>
                                <a:pt x="1969058" y="2502171"/>
                              </a:lnTo>
                              <a:lnTo>
                                <a:pt x="1985879" y="2496771"/>
                              </a:lnTo>
                              <a:lnTo>
                                <a:pt x="2002383" y="2491689"/>
                              </a:lnTo>
                              <a:lnTo>
                                <a:pt x="2019204" y="2485654"/>
                              </a:lnTo>
                              <a:lnTo>
                                <a:pt x="2035390" y="2479619"/>
                              </a:lnTo>
                              <a:lnTo>
                                <a:pt x="2051894" y="2472632"/>
                              </a:lnTo>
                              <a:lnTo>
                                <a:pt x="2067762" y="2465644"/>
                              </a:lnTo>
                              <a:lnTo>
                                <a:pt x="2083631" y="2458339"/>
                              </a:lnTo>
                              <a:lnTo>
                                <a:pt x="2099500" y="2450398"/>
                              </a:lnTo>
                              <a:lnTo>
                                <a:pt x="2114734" y="2442775"/>
                              </a:lnTo>
                              <a:lnTo>
                                <a:pt x="2129968" y="2433882"/>
                              </a:lnTo>
                              <a:lnTo>
                                <a:pt x="2144885" y="2424988"/>
                              </a:lnTo>
                              <a:lnTo>
                                <a:pt x="2159484" y="2415777"/>
                              </a:lnTo>
                              <a:lnTo>
                                <a:pt x="2174401" y="2406566"/>
                              </a:lnTo>
                              <a:lnTo>
                                <a:pt x="2188683" y="2396402"/>
                              </a:lnTo>
                              <a:lnTo>
                                <a:pt x="2202647" y="2386238"/>
                              </a:lnTo>
                              <a:lnTo>
                                <a:pt x="2215977" y="2375756"/>
                              </a:lnTo>
                              <a:lnTo>
                                <a:pt x="2229624" y="2364640"/>
                              </a:lnTo>
                              <a:lnTo>
                                <a:pt x="2242637" y="2353840"/>
                              </a:lnTo>
                              <a:lnTo>
                                <a:pt x="2255966" y="2342088"/>
                              </a:lnTo>
                              <a:lnTo>
                                <a:pt x="2268344" y="2330336"/>
                              </a:lnTo>
                              <a:lnTo>
                                <a:pt x="2280722" y="2318267"/>
                              </a:lnTo>
                              <a:lnTo>
                                <a:pt x="2292782" y="2305879"/>
                              </a:lnTo>
                              <a:lnTo>
                                <a:pt x="2304525" y="2293174"/>
                              </a:lnTo>
                              <a:lnTo>
                                <a:pt x="2315951" y="2280469"/>
                              </a:lnTo>
                              <a:lnTo>
                                <a:pt x="2327376" y="2267129"/>
                              </a:lnTo>
                              <a:lnTo>
                                <a:pt x="2338167" y="2253789"/>
                              </a:lnTo>
                              <a:lnTo>
                                <a:pt x="2348958" y="2240131"/>
                              </a:lnTo>
                              <a:lnTo>
                                <a:pt x="2359114" y="2225838"/>
                              </a:lnTo>
                              <a:lnTo>
                                <a:pt x="2368635" y="2211863"/>
                              </a:lnTo>
                              <a:lnTo>
                                <a:pt x="2378156" y="2197252"/>
                              </a:lnTo>
                              <a:lnTo>
                                <a:pt x="2387678" y="2182641"/>
                              </a:lnTo>
                              <a:lnTo>
                                <a:pt x="2396247" y="2167395"/>
                              </a:lnTo>
                              <a:lnTo>
                                <a:pt x="2404816" y="2152467"/>
                              </a:lnTo>
                              <a:lnTo>
                                <a:pt x="2412750" y="2136904"/>
                              </a:lnTo>
                              <a:lnTo>
                                <a:pt x="2420685" y="2121022"/>
                              </a:lnTo>
                              <a:lnTo>
                                <a:pt x="2428302" y="2105459"/>
                              </a:lnTo>
                              <a:lnTo>
                                <a:pt x="2434967" y="2089260"/>
                              </a:lnTo>
                              <a:lnTo>
                                <a:pt x="2441632" y="2073061"/>
                              </a:lnTo>
                              <a:lnTo>
                                <a:pt x="2447979" y="2056545"/>
                              </a:lnTo>
                              <a:lnTo>
                                <a:pt x="2453692" y="2039711"/>
                              </a:lnTo>
                              <a:lnTo>
                                <a:pt x="2459405" y="2022877"/>
                              </a:lnTo>
                              <a:lnTo>
                                <a:pt x="2464166" y="2006043"/>
                              </a:lnTo>
                              <a:lnTo>
                                <a:pt x="2469244" y="1988891"/>
                              </a:lnTo>
                              <a:lnTo>
                                <a:pt x="2473370" y="1971739"/>
                              </a:lnTo>
                              <a:lnTo>
                                <a:pt x="2477178" y="1953952"/>
                              </a:lnTo>
                              <a:lnTo>
                                <a:pt x="2480352" y="1936483"/>
                              </a:lnTo>
                              <a:lnTo>
                                <a:pt x="2483526" y="1918696"/>
                              </a:lnTo>
                              <a:lnTo>
                                <a:pt x="2486064" y="1900592"/>
                              </a:lnTo>
                              <a:lnTo>
                                <a:pt x="2487969" y="1882487"/>
                              </a:lnTo>
                              <a:lnTo>
                                <a:pt x="2489556" y="1864065"/>
                              </a:lnTo>
                              <a:lnTo>
                                <a:pt x="2490508" y="1845960"/>
                              </a:lnTo>
                              <a:lnTo>
                                <a:pt x="2491460" y="1827221"/>
                              </a:lnTo>
                              <a:lnTo>
                                <a:pt x="2491777" y="1808798"/>
                              </a:lnTo>
                              <a:lnTo>
                                <a:pt x="2491460" y="1790376"/>
                              </a:lnTo>
                              <a:lnTo>
                                <a:pt x="2490508" y="1771319"/>
                              </a:lnTo>
                              <a:lnTo>
                                <a:pt x="2489556" y="1753532"/>
                              </a:lnTo>
                              <a:lnTo>
                                <a:pt x="2487969" y="1735110"/>
                              </a:lnTo>
                              <a:lnTo>
                                <a:pt x="2486064" y="1717005"/>
                              </a:lnTo>
                              <a:lnTo>
                                <a:pt x="2483526" y="1698901"/>
                              </a:lnTo>
                              <a:lnTo>
                                <a:pt x="2480352" y="1681114"/>
                              </a:lnTo>
                              <a:lnTo>
                                <a:pt x="2477178" y="1663327"/>
                              </a:lnTo>
                              <a:lnTo>
                                <a:pt x="2473370" y="1646175"/>
                              </a:lnTo>
                              <a:lnTo>
                                <a:pt x="2469244" y="1628388"/>
                              </a:lnTo>
                              <a:lnTo>
                                <a:pt x="2464166" y="1611554"/>
                              </a:lnTo>
                              <a:lnTo>
                                <a:pt x="2459405" y="1594402"/>
                              </a:lnTo>
                              <a:lnTo>
                                <a:pt x="2453692" y="1577568"/>
                              </a:lnTo>
                              <a:lnTo>
                                <a:pt x="2447979" y="1561052"/>
                              </a:lnTo>
                              <a:lnTo>
                                <a:pt x="2441632" y="1544536"/>
                              </a:lnTo>
                              <a:lnTo>
                                <a:pt x="2434967" y="1528337"/>
                              </a:lnTo>
                              <a:lnTo>
                                <a:pt x="2428302" y="1512138"/>
                              </a:lnTo>
                              <a:lnTo>
                                <a:pt x="2420685" y="1496257"/>
                              </a:lnTo>
                              <a:lnTo>
                                <a:pt x="2412750" y="1480376"/>
                              </a:lnTo>
                              <a:lnTo>
                                <a:pt x="2404909" y="1465308"/>
                              </a:lnTo>
                              <a:lnTo>
                                <a:pt x="2396490" y="1450340"/>
                              </a:lnTo>
                              <a:lnTo>
                                <a:pt x="2387918" y="1435418"/>
                              </a:lnTo>
                              <a:lnTo>
                                <a:pt x="2378392" y="1420813"/>
                              </a:lnTo>
                              <a:lnTo>
                                <a:pt x="2368868" y="1406525"/>
                              </a:lnTo>
                              <a:lnTo>
                                <a:pt x="2359342" y="1392238"/>
                              </a:lnTo>
                              <a:lnTo>
                                <a:pt x="2349182" y="1377950"/>
                              </a:lnTo>
                              <a:lnTo>
                                <a:pt x="2338388" y="1364298"/>
                              </a:lnTo>
                              <a:lnTo>
                                <a:pt x="2327592" y="1350645"/>
                              </a:lnTo>
                              <a:lnTo>
                                <a:pt x="2316162" y="1337628"/>
                              </a:lnTo>
                              <a:lnTo>
                                <a:pt x="2304732" y="1324928"/>
                              </a:lnTo>
                              <a:lnTo>
                                <a:pt x="2292985" y="1311910"/>
                              </a:lnTo>
                              <a:lnTo>
                                <a:pt x="2280920" y="1299528"/>
                              </a:lnTo>
                              <a:lnTo>
                                <a:pt x="2268538" y="1287463"/>
                              </a:lnTo>
                              <a:lnTo>
                                <a:pt x="2256155" y="1275715"/>
                              </a:lnTo>
                              <a:lnTo>
                                <a:pt x="2242820" y="1264285"/>
                              </a:lnTo>
                              <a:lnTo>
                                <a:pt x="2229802" y="1253173"/>
                              </a:lnTo>
                              <a:lnTo>
                                <a:pt x="2216150" y="1242378"/>
                              </a:lnTo>
                              <a:lnTo>
                                <a:pt x="2202815" y="1231900"/>
                              </a:lnTo>
                              <a:lnTo>
                                <a:pt x="2188845" y="1221740"/>
                              </a:lnTo>
                              <a:lnTo>
                                <a:pt x="2174558" y="1211898"/>
                              </a:lnTo>
                              <a:lnTo>
                                <a:pt x="2159635" y="1202055"/>
                              </a:lnTo>
                              <a:lnTo>
                                <a:pt x="2145030" y="1193165"/>
                              </a:lnTo>
                              <a:lnTo>
                                <a:pt x="2130108" y="1183958"/>
                              </a:lnTo>
                              <a:lnTo>
                                <a:pt x="2114868" y="1175703"/>
                              </a:lnTo>
                              <a:lnTo>
                                <a:pt x="2099628" y="1167448"/>
                              </a:lnTo>
                              <a:lnTo>
                                <a:pt x="2083752" y="1159510"/>
                              </a:lnTo>
                              <a:lnTo>
                                <a:pt x="2067878" y="1152525"/>
                              </a:lnTo>
                              <a:lnTo>
                                <a:pt x="2052002" y="1145223"/>
                              </a:lnTo>
                              <a:lnTo>
                                <a:pt x="2035492" y="1138555"/>
                              </a:lnTo>
                              <a:lnTo>
                                <a:pt x="2019300" y="1132523"/>
                              </a:lnTo>
                              <a:lnTo>
                                <a:pt x="2002472" y="1126490"/>
                              </a:lnTo>
                              <a:lnTo>
                                <a:pt x="1985962" y="1121093"/>
                              </a:lnTo>
                              <a:lnTo>
                                <a:pt x="1969135" y="1116013"/>
                              </a:lnTo>
                              <a:lnTo>
                                <a:pt x="1951672" y="1111568"/>
                              </a:lnTo>
                              <a:lnTo>
                                <a:pt x="1934528" y="1107440"/>
                              </a:lnTo>
                              <a:lnTo>
                                <a:pt x="1916748" y="1103630"/>
                              </a:lnTo>
                              <a:lnTo>
                                <a:pt x="1898968" y="1100138"/>
                              </a:lnTo>
                              <a:lnTo>
                                <a:pt x="1881188" y="1097280"/>
                              </a:lnTo>
                              <a:lnTo>
                                <a:pt x="1863408" y="1094423"/>
                              </a:lnTo>
                              <a:lnTo>
                                <a:pt x="1845310" y="1092518"/>
                              </a:lnTo>
                              <a:lnTo>
                                <a:pt x="1827212" y="1090613"/>
                              </a:lnTo>
                              <a:lnTo>
                                <a:pt x="1808798" y="1089660"/>
                              </a:lnTo>
                              <a:lnTo>
                                <a:pt x="1790382" y="1088708"/>
                              </a:lnTo>
                              <a:lnTo>
                                <a:pt x="1771968" y="1088708"/>
                              </a:lnTo>
                              <a:lnTo>
                                <a:pt x="1752918" y="1088708"/>
                              </a:lnTo>
                              <a:close/>
                              <a:moveTo>
                                <a:pt x="1615758" y="0"/>
                              </a:moveTo>
                              <a:lnTo>
                                <a:pt x="1620520" y="0"/>
                              </a:lnTo>
                              <a:lnTo>
                                <a:pt x="1922780" y="0"/>
                              </a:lnTo>
                              <a:lnTo>
                                <a:pt x="1927225" y="0"/>
                              </a:lnTo>
                              <a:lnTo>
                                <a:pt x="1931670" y="317"/>
                              </a:lnTo>
                              <a:lnTo>
                                <a:pt x="1936115" y="952"/>
                              </a:lnTo>
                              <a:lnTo>
                                <a:pt x="1940878" y="1905"/>
                              </a:lnTo>
                              <a:lnTo>
                                <a:pt x="1949450" y="4127"/>
                              </a:lnTo>
                              <a:lnTo>
                                <a:pt x="1957705" y="6985"/>
                              </a:lnTo>
                              <a:lnTo>
                                <a:pt x="1965325" y="10795"/>
                              </a:lnTo>
                              <a:lnTo>
                                <a:pt x="1972628" y="14922"/>
                              </a:lnTo>
                              <a:lnTo>
                                <a:pt x="1979612" y="20320"/>
                              </a:lnTo>
                              <a:lnTo>
                                <a:pt x="1985962" y="26035"/>
                              </a:lnTo>
                              <a:lnTo>
                                <a:pt x="1991678" y="32385"/>
                              </a:lnTo>
                              <a:lnTo>
                                <a:pt x="1996758" y="39052"/>
                              </a:lnTo>
                              <a:lnTo>
                                <a:pt x="2001202" y="46672"/>
                              </a:lnTo>
                              <a:lnTo>
                                <a:pt x="2005012" y="54610"/>
                              </a:lnTo>
                              <a:lnTo>
                                <a:pt x="2007870" y="62230"/>
                              </a:lnTo>
                              <a:lnTo>
                                <a:pt x="2010092" y="71120"/>
                              </a:lnTo>
                              <a:lnTo>
                                <a:pt x="2010728" y="75565"/>
                              </a:lnTo>
                              <a:lnTo>
                                <a:pt x="2011362" y="80010"/>
                              </a:lnTo>
                              <a:lnTo>
                                <a:pt x="2011998" y="84455"/>
                              </a:lnTo>
                              <a:lnTo>
                                <a:pt x="2011998" y="89217"/>
                              </a:lnTo>
                              <a:lnTo>
                                <a:pt x="2011998" y="388620"/>
                              </a:lnTo>
                              <a:lnTo>
                                <a:pt x="2038350" y="393065"/>
                              </a:lnTo>
                              <a:lnTo>
                                <a:pt x="2064702" y="398462"/>
                              </a:lnTo>
                              <a:lnTo>
                                <a:pt x="2091055" y="404177"/>
                              </a:lnTo>
                              <a:lnTo>
                                <a:pt x="2116772" y="410210"/>
                              </a:lnTo>
                              <a:lnTo>
                                <a:pt x="2142490" y="416877"/>
                              </a:lnTo>
                              <a:lnTo>
                                <a:pt x="2167890" y="423545"/>
                              </a:lnTo>
                              <a:lnTo>
                                <a:pt x="2193608" y="431165"/>
                              </a:lnTo>
                              <a:lnTo>
                                <a:pt x="2218690" y="439102"/>
                              </a:lnTo>
                              <a:lnTo>
                                <a:pt x="2243772" y="447675"/>
                              </a:lnTo>
                              <a:lnTo>
                                <a:pt x="2268538" y="456247"/>
                              </a:lnTo>
                              <a:lnTo>
                                <a:pt x="2292985" y="465772"/>
                              </a:lnTo>
                              <a:lnTo>
                                <a:pt x="2317432" y="475615"/>
                              </a:lnTo>
                              <a:lnTo>
                                <a:pt x="2341562" y="485457"/>
                              </a:lnTo>
                              <a:lnTo>
                                <a:pt x="2365692" y="496252"/>
                              </a:lnTo>
                              <a:lnTo>
                                <a:pt x="2388870" y="507047"/>
                              </a:lnTo>
                              <a:lnTo>
                                <a:pt x="2412682" y="518477"/>
                              </a:lnTo>
                              <a:lnTo>
                                <a:pt x="2588260" y="276542"/>
                              </a:lnTo>
                              <a:lnTo>
                                <a:pt x="2591435" y="272732"/>
                              </a:lnTo>
                              <a:lnTo>
                                <a:pt x="2593975" y="269240"/>
                              </a:lnTo>
                              <a:lnTo>
                                <a:pt x="2597468" y="266065"/>
                              </a:lnTo>
                              <a:lnTo>
                                <a:pt x="2600325" y="262890"/>
                              </a:lnTo>
                              <a:lnTo>
                                <a:pt x="2606992" y="257175"/>
                              </a:lnTo>
                              <a:lnTo>
                                <a:pt x="2614295" y="252412"/>
                              </a:lnTo>
                              <a:lnTo>
                                <a:pt x="2621915" y="248602"/>
                              </a:lnTo>
                              <a:lnTo>
                                <a:pt x="2629852" y="245110"/>
                              </a:lnTo>
                              <a:lnTo>
                                <a:pt x="2638108" y="242570"/>
                              </a:lnTo>
                              <a:lnTo>
                                <a:pt x="2646362" y="240665"/>
                              </a:lnTo>
                              <a:lnTo>
                                <a:pt x="2654935" y="240030"/>
                              </a:lnTo>
                              <a:lnTo>
                                <a:pt x="2663508" y="240030"/>
                              </a:lnTo>
                              <a:lnTo>
                                <a:pt x="2671762" y="240665"/>
                              </a:lnTo>
                              <a:lnTo>
                                <a:pt x="2680652" y="242252"/>
                              </a:lnTo>
                              <a:lnTo>
                                <a:pt x="2688908" y="244475"/>
                              </a:lnTo>
                              <a:lnTo>
                                <a:pt x="2697162" y="247967"/>
                              </a:lnTo>
                              <a:lnTo>
                                <a:pt x="2705100" y="251777"/>
                              </a:lnTo>
                              <a:lnTo>
                                <a:pt x="2709228" y="254317"/>
                              </a:lnTo>
                              <a:lnTo>
                                <a:pt x="2712720" y="256857"/>
                              </a:lnTo>
                              <a:lnTo>
                                <a:pt x="2957512" y="434022"/>
                              </a:lnTo>
                              <a:lnTo>
                                <a:pt x="2960688" y="437197"/>
                              </a:lnTo>
                              <a:lnTo>
                                <a:pt x="2964498" y="439737"/>
                              </a:lnTo>
                              <a:lnTo>
                                <a:pt x="2967672" y="443230"/>
                              </a:lnTo>
                              <a:lnTo>
                                <a:pt x="2970848" y="446087"/>
                              </a:lnTo>
                              <a:lnTo>
                                <a:pt x="2976245" y="453072"/>
                              </a:lnTo>
                              <a:lnTo>
                                <a:pt x="2981008" y="460375"/>
                              </a:lnTo>
                              <a:lnTo>
                                <a:pt x="2985452" y="467995"/>
                              </a:lnTo>
                              <a:lnTo>
                                <a:pt x="2988628" y="475932"/>
                              </a:lnTo>
                              <a:lnTo>
                                <a:pt x="2991168" y="484187"/>
                              </a:lnTo>
                              <a:lnTo>
                                <a:pt x="2992755" y="492442"/>
                              </a:lnTo>
                              <a:lnTo>
                                <a:pt x="2994025" y="501015"/>
                              </a:lnTo>
                              <a:lnTo>
                                <a:pt x="2994025" y="509270"/>
                              </a:lnTo>
                              <a:lnTo>
                                <a:pt x="2993072" y="518160"/>
                              </a:lnTo>
                              <a:lnTo>
                                <a:pt x="2991802" y="526732"/>
                              </a:lnTo>
                              <a:lnTo>
                                <a:pt x="2988945" y="534987"/>
                              </a:lnTo>
                              <a:lnTo>
                                <a:pt x="2986088" y="543242"/>
                              </a:lnTo>
                              <a:lnTo>
                                <a:pt x="2981960" y="551180"/>
                              </a:lnTo>
                              <a:lnTo>
                                <a:pt x="2979738" y="554990"/>
                              </a:lnTo>
                              <a:lnTo>
                                <a:pt x="2976880" y="558800"/>
                              </a:lnTo>
                              <a:lnTo>
                                <a:pt x="2800985" y="801052"/>
                              </a:lnTo>
                              <a:lnTo>
                                <a:pt x="2819082" y="819785"/>
                              </a:lnTo>
                              <a:lnTo>
                                <a:pt x="2837180" y="839470"/>
                              </a:lnTo>
                              <a:lnTo>
                                <a:pt x="2854642" y="858837"/>
                              </a:lnTo>
                              <a:lnTo>
                                <a:pt x="2871788" y="878840"/>
                              </a:lnTo>
                              <a:lnTo>
                                <a:pt x="2888615" y="899160"/>
                              </a:lnTo>
                              <a:lnTo>
                                <a:pt x="2905125" y="919797"/>
                              </a:lnTo>
                              <a:lnTo>
                                <a:pt x="2921318" y="940752"/>
                              </a:lnTo>
                              <a:lnTo>
                                <a:pt x="2937192" y="962025"/>
                              </a:lnTo>
                              <a:lnTo>
                                <a:pt x="2952432" y="983615"/>
                              </a:lnTo>
                              <a:lnTo>
                                <a:pt x="2967672" y="1005205"/>
                              </a:lnTo>
                              <a:lnTo>
                                <a:pt x="2981960" y="1027113"/>
                              </a:lnTo>
                              <a:lnTo>
                                <a:pt x="2996248" y="1049655"/>
                              </a:lnTo>
                              <a:lnTo>
                                <a:pt x="3010218" y="1072198"/>
                              </a:lnTo>
                              <a:lnTo>
                                <a:pt x="3023235" y="1095375"/>
                              </a:lnTo>
                              <a:lnTo>
                                <a:pt x="3036570" y="1118553"/>
                              </a:lnTo>
                              <a:lnTo>
                                <a:pt x="3048952" y="1142048"/>
                              </a:lnTo>
                              <a:lnTo>
                                <a:pt x="3333115" y="1049338"/>
                              </a:lnTo>
                              <a:lnTo>
                                <a:pt x="3337560" y="1048068"/>
                              </a:lnTo>
                              <a:lnTo>
                                <a:pt x="3342005" y="1047115"/>
                              </a:lnTo>
                              <a:lnTo>
                                <a:pt x="3346450" y="1046480"/>
                              </a:lnTo>
                              <a:lnTo>
                                <a:pt x="3350578" y="1045528"/>
                              </a:lnTo>
                              <a:lnTo>
                                <a:pt x="3359785" y="1044893"/>
                              </a:lnTo>
                              <a:lnTo>
                                <a:pt x="3368358" y="1045210"/>
                              </a:lnTo>
                              <a:lnTo>
                                <a:pt x="3376930" y="1046480"/>
                              </a:lnTo>
                              <a:lnTo>
                                <a:pt x="3385185" y="1048068"/>
                              </a:lnTo>
                              <a:lnTo>
                                <a:pt x="3393440" y="1051243"/>
                              </a:lnTo>
                              <a:lnTo>
                                <a:pt x="3401060" y="1054735"/>
                              </a:lnTo>
                              <a:lnTo>
                                <a:pt x="3408680" y="1058863"/>
                              </a:lnTo>
                              <a:lnTo>
                                <a:pt x="3415665" y="1063625"/>
                              </a:lnTo>
                              <a:lnTo>
                                <a:pt x="3422015" y="1069340"/>
                              </a:lnTo>
                              <a:lnTo>
                                <a:pt x="3428048" y="1075690"/>
                              </a:lnTo>
                              <a:lnTo>
                                <a:pt x="3433445" y="1082358"/>
                              </a:lnTo>
                              <a:lnTo>
                                <a:pt x="3438208" y="1089978"/>
                              </a:lnTo>
                              <a:lnTo>
                                <a:pt x="3442335" y="1097915"/>
                              </a:lnTo>
                              <a:lnTo>
                                <a:pt x="3443922" y="1102043"/>
                              </a:lnTo>
                              <a:lnTo>
                                <a:pt x="3445510" y="1106488"/>
                              </a:lnTo>
                              <a:lnTo>
                                <a:pt x="3538855" y="1393508"/>
                              </a:lnTo>
                              <a:lnTo>
                                <a:pt x="3539808" y="1397635"/>
                              </a:lnTo>
                              <a:lnTo>
                                <a:pt x="3541078" y="1402398"/>
                              </a:lnTo>
                              <a:lnTo>
                                <a:pt x="3542030" y="1406843"/>
                              </a:lnTo>
                              <a:lnTo>
                                <a:pt x="3542665" y="1411288"/>
                              </a:lnTo>
                              <a:lnTo>
                                <a:pt x="3543300" y="1419860"/>
                              </a:lnTo>
                              <a:lnTo>
                                <a:pt x="3542982" y="1428750"/>
                              </a:lnTo>
                              <a:lnTo>
                                <a:pt x="3541712" y="1437323"/>
                              </a:lnTo>
                              <a:lnTo>
                                <a:pt x="3539808" y="1445578"/>
                              </a:lnTo>
                              <a:lnTo>
                                <a:pt x="3537268" y="1453833"/>
                              </a:lnTo>
                              <a:lnTo>
                                <a:pt x="3533458" y="1461453"/>
                              </a:lnTo>
                              <a:lnTo>
                                <a:pt x="3529330" y="1468755"/>
                              </a:lnTo>
                              <a:lnTo>
                                <a:pt x="3524568" y="1476058"/>
                              </a:lnTo>
                              <a:lnTo>
                                <a:pt x="3518852" y="1482408"/>
                              </a:lnTo>
                              <a:lnTo>
                                <a:pt x="3512502" y="1488440"/>
                              </a:lnTo>
                              <a:lnTo>
                                <a:pt x="3505518" y="1494155"/>
                              </a:lnTo>
                              <a:lnTo>
                                <a:pt x="3498215" y="1498600"/>
                              </a:lnTo>
                              <a:lnTo>
                                <a:pt x="3490278" y="1502728"/>
                              </a:lnTo>
                              <a:lnTo>
                                <a:pt x="3486150" y="1504633"/>
                              </a:lnTo>
                              <a:lnTo>
                                <a:pt x="3481705" y="1506220"/>
                              </a:lnTo>
                              <a:lnTo>
                                <a:pt x="3197225" y="1598295"/>
                              </a:lnTo>
                              <a:lnTo>
                                <a:pt x="3200400" y="1624330"/>
                              </a:lnTo>
                              <a:lnTo>
                                <a:pt x="3203892" y="1650365"/>
                              </a:lnTo>
                              <a:lnTo>
                                <a:pt x="3206115" y="1676718"/>
                              </a:lnTo>
                              <a:lnTo>
                                <a:pt x="3208338" y="1703070"/>
                              </a:lnTo>
                              <a:lnTo>
                                <a:pt x="3210242" y="1729423"/>
                              </a:lnTo>
                              <a:lnTo>
                                <a:pt x="3211512" y="1755775"/>
                              </a:lnTo>
                              <a:lnTo>
                                <a:pt x="3212148" y="1782445"/>
                              </a:lnTo>
                              <a:lnTo>
                                <a:pt x="3212465" y="1809115"/>
                              </a:lnTo>
                              <a:lnTo>
                                <a:pt x="3212148" y="1835785"/>
                              </a:lnTo>
                              <a:lnTo>
                                <a:pt x="3211512" y="1862455"/>
                              </a:lnTo>
                              <a:lnTo>
                                <a:pt x="3210242" y="1889125"/>
                              </a:lnTo>
                              <a:lnTo>
                                <a:pt x="3208338" y="1915478"/>
                              </a:lnTo>
                              <a:lnTo>
                                <a:pt x="3206115" y="1941830"/>
                              </a:lnTo>
                              <a:lnTo>
                                <a:pt x="3203892" y="1967865"/>
                              </a:lnTo>
                              <a:lnTo>
                                <a:pt x="3200400" y="1993900"/>
                              </a:lnTo>
                              <a:lnTo>
                                <a:pt x="3197225" y="2019618"/>
                              </a:lnTo>
                              <a:lnTo>
                                <a:pt x="3481705" y="2112328"/>
                              </a:lnTo>
                              <a:lnTo>
                                <a:pt x="3486150" y="2113915"/>
                              </a:lnTo>
                              <a:lnTo>
                                <a:pt x="3490278" y="2115820"/>
                              </a:lnTo>
                              <a:lnTo>
                                <a:pt x="3498215" y="2119630"/>
                              </a:lnTo>
                              <a:lnTo>
                                <a:pt x="3505518" y="2124393"/>
                              </a:lnTo>
                              <a:lnTo>
                                <a:pt x="3512502" y="2129790"/>
                              </a:lnTo>
                              <a:lnTo>
                                <a:pt x="3518852" y="2135505"/>
                              </a:lnTo>
                              <a:lnTo>
                                <a:pt x="3524568" y="2142173"/>
                              </a:lnTo>
                              <a:lnTo>
                                <a:pt x="3529330" y="2149158"/>
                              </a:lnTo>
                              <a:lnTo>
                                <a:pt x="3533458" y="2156778"/>
                              </a:lnTo>
                              <a:lnTo>
                                <a:pt x="3537268" y="2164398"/>
                              </a:lnTo>
                              <a:lnTo>
                                <a:pt x="3539808" y="2172653"/>
                              </a:lnTo>
                              <a:lnTo>
                                <a:pt x="3541712" y="2180908"/>
                              </a:lnTo>
                              <a:lnTo>
                                <a:pt x="3542982" y="2189480"/>
                              </a:lnTo>
                              <a:lnTo>
                                <a:pt x="3543300" y="2198053"/>
                              </a:lnTo>
                              <a:lnTo>
                                <a:pt x="3542665" y="2206625"/>
                              </a:lnTo>
                              <a:lnTo>
                                <a:pt x="3542030" y="2211388"/>
                              </a:lnTo>
                              <a:lnTo>
                                <a:pt x="3541078" y="2215833"/>
                              </a:lnTo>
                              <a:lnTo>
                                <a:pt x="3539808" y="2220278"/>
                              </a:lnTo>
                              <a:lnTo>
                                <a:pt x="3538855" y="2224405"/>
                              </a:lnTo>
                              <a:lnTo>
                                <a:pt x="3445510" y="2512060"/>
                              </a:lnTo>
                              <a:lnTo>
                                <a:pt x="3443922" y="2516188"/>
                              </a:lnTo>
                              <a:lnTo>
                                <a:pt x="3442335" y="2520315"/>
                              </a:lnTo>
                              <a:lnTo>
                                <a:pt x="3438208" y="2528253"/>
                              </a:lnTo>
                              <a:lnTo>
                                <a:pt x="3433445" y="2535555"/>
                              </a:lnTo>
                              <a:lnTo>
                                <a:pt x="3428048" y="2542540"/>
                              </a:lnTo>
                              <a:lnTo>
                                <a:pt x="3422015" y="2548890"/>
                              </a:lnTo>
                              <a:lnTo>
                                <a:pt x="3415665" y="2554605"/>
                              </a:lnTo>
                              <a:lnTo>
                                <a:pt x="3408680" y="2559368"/>
                              </a:lnTo>
                              <a:lnTo>
                                <a:pt x="3401060" y="2563495"/>
                              </a:lnTo>
                              <a:lnTo>
                                <a:pt x="3393440" y="2567305"/>
                              </a:lnTo>
                              <a:lnTo>
                                <a:pt x="3385185" y="2569845"/>
                              </a:lnTo>
                              <a:lnTo>
                                <a:pt x="3376930" y="2571750"/>
                              </a:lnTo>
                              <a:lnTo>
                                <a:pt x="3368358" y="2573020"/>
                              </a:lnTo>
                              <a:lnTo>
                                <a:pt x="3359785" y="2573338"/>
                              </a:lnTo>
                              <a:lnTo>
                                <a:pt x="3350578" y="2573020"/>
                              </a:lnTo>
                              <a:lnTo>
                                <a:pt x="3346450" y="2572068"/>
                              </a:lnTo>
                              <a:lnTo>
                                <a:pt x="3342005" y="2571433"/>
                              </a:lnTo>
                              <a:lnTo>
                                <a:pt x="3337560" y="2570163"/>
                              </a:lnTo>
                              <a:lnTo>
                                <a:pt x="3333115" y="2568893"/>
                              </a:lnTo>
                              <a:lnTo>
                                <a:pt x="3048952" y="2476500"/>
                              </a:lnTo>
                              <a:lnTo>
                                <a:pt x="3035935" y="2499995"/>
                              </a:lnTo>
                              <a:lnTo>
                                <a:pt x="3023235" y="2523173"/>
                              </a:lnTo>
                              <a:lnTo>
                                <a:pt x="3009900" y="2546033"/>
                              </a:lnTo>
                              <a:lnTo>
                                <a:pt x="2996248" y="2568893"/>
                              </a:lnTo>
                              <a:lnTo>
                                <a:pt x="2981960" y="2590800"/>
                              </a:lnTo>
                              <a:lnTo>
                                <a:pt x="2967355" y="2613025"/>
                              </a:lnTo>
                              <a:lnTo>
                                <a:pt x="2952115" y="2634933"/>
                              </a:lnTo>
                              <a:lnTo>
                                <a:pt x="2936875" y="2656523"/>
                              </a:lnTo>
                              <a:lnTo>
                                <a:pt x="2921318" y="2677478"/>
                              </a:lnTo>
                              <a:lnTo>
                                <a:pt x="2905125" y="2698115"/>
                              </a:lnTo>
                              <a:lnTo>
                                <a:pt x="2888615" y="2718753"/>
                              </a:lnTo>
                              <a:lnTo>
                                <a:pt x="2871788" y="2739073"/>
                              </a:lnTo>
                              <a:lnTo>
                                <a:pt x="2854325" y="2759076"/>
                              </a:lnTo>
                              <a:lnTo>
                                <a:pt x="2837180" y="2778761"/>
                              </a:lnTo>
                              <a:lnTo>
                                <a:pt x="2819082" y="2797811"/>
                              </a:lnTo>
                              <a:lnTo>
                                <a:pt x="2800985" y="2817178"/>
                              </a:lnTo>
                              <a:lnTo>
                                <a:pt x="2976880" y="3059431"/>
                              </a:lnTo>
                              <a:lnTo>
                                <a:pt x="2979738" y="3063241"/>
                              </a:lnTo>
                              <a:lnTo>
                                <a:pt x="2981960" y="3067368"/>
                              </a:lnTo>
                              <a:lnTo>
                                <a:pt x="2986088" y="3075306"/>
                              </a:lnTo>
                              <a:lnTo>
                                <a:pt x="2988945" y="3083243"/>
                              </a:lnTo>
                              <a:lnTo>
                                <a:pt x="2991802" y="3091816"/>
                              </a:lnTo>
                              <a:lnTo>
                                <a:pt x="2993072" y="3100071"/>
                              </a:lnTo>
                              <a:lnTo>
                                <a:pt x="2994025" y="3108643"/>
                              </a:lnTo>
                              <a:lnTo>
                                <a:pt x="2994025" y="3117216"/>
                              </a:lnTo>
                              <a:lnTo>
                                <a:pt x="2992755" y="3125788"/>
                              </a:lnTo>
                              <a:lnTo>
                                <a:pt x="2991168" y="3134043"/>
                              </a:lnTo>
                              <a:lnTo>
                                <a:pt x="2988628" y="3142298"/>
                              </a:lnTo>
                              <a:lnTo>
                                <a:pt x="2985770" y="3150236"/>
                              </a:lnTo>
                              <a:lnTo>
                                <a:pt x="2981642" y="3157538"/>
                              </a:lnTo>
                              <a:lnTo>
                                <a:pt x="2976562" y="3165158"/>
                              </a:lnTo>
                              <a:lnTo>
                                <a:pt x="2970848" y="3171826"/>
                              </a:lnTo>
                              <a:lnTo>
                                <a:pt x="2967990" y="3175001"/>
                              </a:lnTo>
                              <a:lnTo>
                                <a:pt x="2964498" y="3177858"/>
                              </a:lnTo>
                              <a:lnTo>
                                <a:pt x="2961322" y="3181033"/>
                              </a:lnTo>
                              <a:lnTo>
                                <a:pt x="2957512" y="3183573"/>
                              </a:lnTo>
                              <a:lnTo>
                                <a:pt x="2712720" y="3361056"/>
                              </a:lnTo>
                              <a:lnTo>
                                <a:pt x="2709228" y="3363913"/>
                              </a:lnTo>
                              <a:lnTo>
                                <a:pt x="2705100" y="3366453"/>
                              </a:lnTo>
                              <a:lnTo>
                                <a:pt x="2697162" y="3370581"/>
                              </a:lnTo>
                              <a:lnTo>
                                <a:pt x="2688908" y="3373756"/>
                              </a:lnTo>
                              <a:lnTo>
                                <a:pt x="2680652" y="3376296"/>
                              </a:lnTo>
                              <a:lnTo>
                                <a:pt x="2671762" y="3377883"/>
                              </a:lnTo>
                              <a:lnTo>
                                <a:pt x="2663508" y="3378518"/>
                              </a:lnTo>
                              <a:lnTo>
                                <a:pt x="2654935" y="3378518"/>
                              </a:lnTo>
                              <a:lnTo>
                                <a:pt x="2646362" y="3377248"/>
                              </a:lnTo>
                              <a:lnTo>
                                <a:pt x="2638108" y="3375978"/>
                              </a:lnTo>
                              <a:lnTo>
                                <a:pt x="2629852" y="3373121"/>
                              </a:lnTo>
                              <a:lnTo>
                                <a:pt x="2621915" y="3369946"/>
                              </a:lnTo>
                              <a:lnTo>
                                <a:pt x="2614295" y="3365818"/>
                              </a:lnTo>
                              <a:lnTo>
                                <a:pt x="2606992" y="3360738"/>
                              </a:lnTo>
                              <a:lnTo>
                                <a:pt x="2600325" y="3355023"/>
                              </a:lnTo>
                              <a:lnTo>
                                <a:pt x="2597468" y="3352166"/>
                              </a:lnTo>
                              <a:lnTo>
                                <a:pt x="2593975" y="3348673"/>
                              </a:lnTo>
                              <a:lnTo>
                                <a:pt x="2591435" y="3345498"/>
                              </a:lnTo>
                              <a:lnTo>
                                <a:pt x="2588260" y="3341688"/>
                              </a:lnTo>
                              <a:lnTo>
                                <a:pt x="2412682" y="3099753"/>
                              </a:lnTo>
                              <a:lnTo>
                                <a:pt x="2388870" y="3110866"/>
                              </a:lnTo>
                              <a:lnTo>
                                <a:pt x="2365692" y="3122296"/>
                              </a:lnTo>
                              <a:lnTo>
                                <a:pt x="2341562" y="3132773"/>
                              </a:lnTo>
                              <a:lnTo>
                                <a:pt x="2317432" y="3142933"/>
                              </a:lnTo>
                              <a:lnTo>
                                <a:pt x="2292985" y="3152776"/>
                              </a:lnTo>
                              <a:lnTo>
                                <a:pt x="2268538" y="3161666"/>
                              </a:lnTo>
                              <a:lnTo>
                                <a:pt x="2243772" y="3170873"/>
                              </a:lnTo>
                              <a:lnTo>
                                <a:pt x="2218690" y="3179128"/>
                              </a:lnTo>
                              <a:lnTo>
                                <a:pt x="2193608" y="3187066"/>
                              </a:lnTo>
                              <a:lnTo>
                                <a:pt x="2167890" y="3194368"/>
                              </a:lnTo>
                              <a:lnTo>
                                <a:pt x="2142490" y="3201671"/>
                              </a:lnTo>
                              <a:lnTo>
                                <a:pt x="2116772" y="3208021"/>
                              </a:lnTo>
                              <a:lnTo>
                                <a:pt x="2091055" y="3214371"/>
                              </a:lnTo>
                              <a:lnTo>
                                <a:pt x="2064702" y="3220086"/>
                              </a:lnTo>
                              <a:lnTo>
                                <a:pt x="2038350" y="3225483"/>
                              </a:lnTo>
                              <a:lnTo>
                                <a:pt x="2011998" y="3229928"/>
                              </a:lnTo>
                              <a:lnTo>
                                <a:pt x="2011998" y="3529013"/>
                              </a:lnTo>
                              <a:lnTo>
                                <a:pt x="2011998" y="3533458"/>
                              </a:lnTo>
                              <a:lnTo>
                                <a:pt x="2011362" y="3537903"/>
                              </a:lnTo>
                              <a:lnTo>
                                <a:pt x="2010728" y="3542666"/>
                              </a:lnTo>
                              <a:lnTo>
                                <a:pt x="2010092" y="3547111"/>
                              </a:lnTo>
                              <a:lnTo>
                                <a:pt x="2007870" y="3555366"/>
                              </a:lnTo>
                              <a:lnTo>
                                <a:pt x="2005012" y="3563621"/>
                              </a:lnTo>
                              <a:lnTo>
                                <a:pt x="2001202" y="3571558"/>
                              </a:lnTo>
                              <a:lnTo>
                                <a:pt x="1996758" y="3578543"/>
                              </a:lnTo>
                              <a:lnTo>
                                <a:pt x="1991678" y="3585846"/>
                              </a:lnTo>
                              <a:lnTo>
                                <a:pt x="1985962" y="3591878"/>
                              </a:lnTo>
                              <a:lnTo>
                                <a:pt x="1979612" y="3597911"/>
                              </a:lnTo>
                              <a:lnTo>
                                <a:pt x="1972628" y="3602673"/>
                              </a:lnTo>
                              <a:lnTo>
                                <a:pt x="1965325" y="3607118"/>
                              </a:lnTo>
                              <a:lnTo>
                                <a:pt x="1957705" y="3610928"/>
                              </a:lnTo>
                              <a:lnTo>
                                <a:pt x="1949450" y="3614103"/>
                              </a:lnTo>
                              <a:lnTo>
                                <a:pt x="1940878" y="3616326"/>
                              </a:lnTo>
                              <a:lnTo>
                                <a:pt x="1931670" y="3617278"/>
                              </a:lnTo>
                              <a:lnTo>
                                <a:pt x="1927225" y="3617913"/>
                              </a:lnTo>
                              <a:lnTo>
                                <a:pt x="1922780" y="3617913"/>
                              </a:lnTo>
                              <a:lnTo>
                                <a:pt x="1620520" y="3617913"/>
                              </a:lnTo>
                              <a:lnTo>
                                <a:pt x="1615758" y="3617913"/>
                              </a:lnTo>
                              <a:lnTo>
                                <a:pt x="1611630" y="3617278"/>
                              </a:lnTo>
                              <a:lnTo>
                                <a:pt x="1602422" y="3616326"/>
                              </a:lnTo>
                              <a:lnTo>
                                <a:pt x="1594168" y="3614103"/>
                              </a:lnTo>
                              <a:lnTo>
                                <a:pt x="1585912" y="3610928"/>
                              </a:lnTo>
                              <a:lnTo>
                                <a:pt x="1577975" y="3607118"/>
                              </a:lnTo>
                              <a:lnTo>
                                <a:pt x="1570990" y="3602673"/>
                              </a:lnTo>
                              <a:lnTo>
                                <a:pt x="1563688" y="3597911"/>
                              </a:lnTo>
                              <a:lnTo>
                                <a:pt x="1557655" y="3591878"/>
                              </a:lnTo>
                              <a:lnTo>
                                <a:pt x="1551622" y="3585846"/>
                              </a:lnTo>
                              <a:lnTo>
                                <a:pt x="1546860" y="3578543"/>
                              </a:lnTo>
                              <a:lnTo>
                                <a:pt x="1542415" y="3571558"/>
                              </a:lnTo>
                              <a:lnTo>
                                <a:pt x="1538605" y="3563621"/>
                              </a:lnTo>
                              <a:lnTo>
                                <a:pt x="1535430" y="3555366"/>
                              </a:lnTo>
                              <a:lnTo>
                                <a:pt x="1533208" y="3547111"/>
                              </a:lnTo>
                              <a:lnTo>
                                <a:pt x="1532572" y="3542666"/>
                              </a:lnTo>
                              <a:lnTo>
                                <a:pt x="1531620" y="3537903"/>
                              </a:lnTo>
                              <a:lnTo>
                                <a:pt x="1531302" y="3533458"/>
                              </a:lnTo>
                              <a:lnTo>
                                <a:pt x="1531302" y="3529013"/>
                              </a:lnTo>
                              <a:lnTo>
                                <a:pt x="1531302" y="3229928"/>
                              </a:lnTo>
                              <a:lnTo>
                                <a:pt x="1504950" y="3225483"/>
                              </a:lnTo>
                              <a:lnTo>
                                <a:pt x="1478598" y="3220086"/>
                              </a:lnTo>
                              <a:lnTo>
                                <a:pt x="1452245" y="3214371"/>
                              </a:lnTo>
                              <a:lnTo>
                                <a:pt x="1426845" y="3208021"/>
                              </a:lnTo>
                              <a:lnTo>
                                <a:pt x="1400810" y="3201671"/>
                              </a:lnTo>
                              <a:lnTo>
                                <a:pt x="1375092" y="3194368"/>
                              </a:lnTo>
                              <a:lnTo>
                                <a:pt x="1350010" y="3187066"/>
                              </a:lnTo>
                              <a:lnTo>
                                <a:pt x="1324928" y="3179128"/>
                              </a:lnTo>
                              <a:lnTo>
                                <a:pt x="1299528" y="3170873"/>
                              </a:lnTo>
                              <a:lnTo>
                                <a:pt x="1274762" y="3161666"/>
                              </a:lnTo>
                              <a:lnTo>
                                <a:pt x="1250315" y="3152776"/>
                              </a:lnTo>
                              <a:lnTo>
                                <a:pt x="1225868" y="3142933"/>
                              </a:lnTo>
                              <a:lnTo>
                                <a:pt x="1201738" y="3132773"/>
                              </a:lnTo>
                              <a:lnTo>
                                <a:pt x="1177925" y="3122296"/>
                              </a:lnTo>
                              <a:lnTo>
                                <a:pt x="1154430" y="3110866"/>
                              </a:lnTo>
                              <a:lnTo>
                                <a:pt x="1130618" y="3099753"/>
                              </a:lnTo>
                              <a:lnTo>
                                <a:pt x="955040" y="3342006"/>
                              </a:lnTo>
                              <a:lnTo>
                                <a:pt x="952182" y="3345816"/>
                              </a:lnTo>
                              <a:lnTo>
                                <a:pt x="949325" y="3349308"/>
                              </a:lnTo>
                              <a:lnTo>
                                <a:pt x="946150" y="3352483"/>
                              </a:lnTo>
                              <a:lnTo>
                                <a:pt x="942975" y="3355658"/>
                              </a:lnTo>
                              <a:lnTo>
                                <a:pt x="935990" y="3361056"/>
                              </a:lnTo>
                              <a:lnTo>
                                <a:pt x="929005" y="3366136"/>
                              </a:lnTo>
                              <a:lnTo>
                                <a:pt x="921385" y="3369946"/>
                              </a:lnTo>
                              <a:lnTo>
                                <a:pt x="913448" y="3373121"/>
                              </a:lnTo>
                              <a:lnTo>
                                <a:pt x="905192" y="3375978"/>
                              </a:lnTo>
                              <a:lnTo>
                                <a:pt x="896938" y="3377248"/>
                              </a:lnTo>
                              <a:lnTo>
                                <a:pt x="888365" y="3378518"/>
                              </a:lnTo>
                              <a:lnTo>
                                <a:pt x="879792" y="3378518"/>
                              </a:lnTo>
                              <a:lnTo>
                                <a:pt x="870902" y="3377883"/>
                              </a:lnTo>
                              <a:lnTo>
                                <a:pt x="862648" y="3376296"/>
                              </a:lnTo>
                              <a:lnTo>
                                <a:pt x="854075" y="3373756"/>
                              </a:lnTo>
                              <a:lnTo>
                                <a:pt x="846138" y="3370581"/>
                              </a:lnTo>
                              <a:lnTo>
                                <a:pt x="837882" y="3366453"/>
                              </a:lnTo>
                              <a:lnTo>
                                <a:pt x="834072" y="3363913"/>
                              </a:lnTo>
                              <a:lnTo>
                                <a:pt x="830262" y="3361056"/>
                              </a:lnTo>
                              <a:lnTo>
                                <a:pt x="586105" y="3183573"/>
                              </a:lnTo>
                              <a:lnTo>
                                <a:pt x="582930" y="3181033"/>
                              </a:lnTo>
                              <a:lnTo>
                                <a:pt x="579438" y="3177858"/>
                              </a:lnTo>
                              <a:lnTo>
                                <a:pt x="575945" y="3175001"/>
                              </a:lnTo>
                              <a:lnTo>
                                <a:pt x="573088" y="3171826"/>
                              </a:lnTo>
                              <a:lnTo>
                                <a:pt x="567372" y="3165158"/>
                              </a:lnTo>
                              <a:lnTo>
                                <a:pt x="562610" y="3157538"/>
                              </a:lnTo>
                              <a:lnTo>
                                <a:pt x="558482" y="3150236"/>
                              </a:lnTo>
                              <a:lnTo>
                                <a:pt x="554990" y="3142298"/>
                              </a:lnTo>
                              <a:lnTo>
                                <a:pt x="552450" y="3134043"/>
                              </a:lnTo>
                              <a:lnTo>
                                <a:pt x="550862" y="3125788"/>
                              </a:lnTo>
                              <a:lnTo>
                                <a:pt x="549592" y="3117216"/>
                              </a:lnTo>
                              <a:lnTo>
                                <a:pt x="549592" y="3108643"/>
                              </a:lnTo>
                              <a:lnTo>
                                <a:pt x="550545" y="3100071"/>
                              </a:lnTo>
                              <a:lnTo>
                                <a:pt x="551815" y="3091816"/>
                              </a:lnTo>
                              <a:lnTo>
                                <a:pt x="554355" y="3083243"/>
                              </a:lnTo>
                              <a:lnTo>
                                <a:pt x="557530" y="3075306"/>
                              </a:lnTo>
                              <a:lnTo>
                                <a:pt x="559435" y="3071178"/>
                              </a:lnTo>
                              <a:lnTo>
                                <a:pt x="561340" y="3067368"/>
                              </a:lnTo>
                              <a:lnTo>
                                <a:pt x="563880" y="3063241"/>
                              </a:lnTo>
                              <a:lnTo>
                                <a:pt x="566738" y="3059431"/>
                              </a:lnTo>
                              <a:lnTo>
                                <a:pt x="742632" y="2817178"/>
                              </a:lnTo>
                              <a:lnTo>
                                <a:pt x="724218" y="2797811"/>
                              </a:lnTo>
                              <a:lnTo>
                                <a:pt x="706755" y="2778761"/>
                              </a:lnTo>
                              <a:lnTo>
                                <a:pt x="688975" y="2759076"/>
                              </a:lnTo>
                              <a:lnTo>
                                <a:pt x="671512" y="2739073"/>
                              </a:lnTo>
                              <a:lnTo>
                                <a:pt x="655002" y="2718753"/>
                              </a:lnTo>
                              <a:lnTo>
                                <a:pt x="638492" y="2698115"/>
                              </a:lnTo>
                              <a:lnTo>
                                <a:pt x="622300" y="2677478"/>
                              </a:lnTo>
                              <a:lnTo>
                                <a:pt x="606425" y="2656523"/>
                              </a:lnTo>
                              <a:lnTo>
                                <a:pt x="591185" y="2634933"/>
                              </a:lnTo>
                              <a:lnTo>
                                <a:pt x="576580" y="2613025"/>
                              </a:lnTo>
                              <a:lnTo>
                                <a:pt x="561658" y="2590800"/>
                              </a:lnTo>
                              <a:lnTo>
                                <a:pt x="547370" y="2568893"/>
                              </a:lnTo>
                              <a:lnTo>
                                <a:pt x="534035" y="2546033"/>
                              </a:lnTo>
                              <a:lnTo>
                                <a:pt x="520382" y="2523173"/>
                              </a:lnTo>
                              <a:lnTo>
                                <a:pt x="507682" y="2499995"/>
                              </a:lnTo>
                              <a:lnTo>
                                <a:pt x="494665" y="2476500"/>
                              </a:lnTo>
                              <a:lnTo>
                                <a:pt x="209868" y="2568893"/>
                              </a:lnTo>
                              <a:lnTo>
                                <a:pt x="205740" y="2570163"/>
                              </a:lnTo>
                              <a:lnTo>
                                <a:pt x="201295" y="2571433"/>
                              </a:lnTo>
                              <a:lnTo>
                                <a:pt x="196850" y="2572068"/>
                              </a:lnTo>
                              <a:lnTo>
                                <a:pt x="192722" y="2573020"/>
                              </a:lnTo>
                              <a:lnTo>
                                <a:pt x="183515" y="2573338"/>
                              </a:lnTo>
                              <a:lnTo>
                                <a:pt x="174942" y="2573020"/>
                              </a:lnTo>
                              <a:lnTo>
                                <a:pt x="166688" y="2571750"/>
                              </a:lnTo>
                              <a:lnTo>
                                <a:pt x="158115" y="2569845"/>
                              </a:lnTo>
                              <a:lnTo>
                                <a:pt x="150177" y="2567305"/>
                              </a:lnTo>
                              <a:lnTo>
                                <a:pt x="142240" y="2563495"/>
                              </a:lnTo>
                              <a:lnTo>
                                <a:pt x="134620" y="2559368"/>
                              </a:lnTo>
                              <a:lnTo>
                                <a:pt x="127952" y="2554605"/>
                              </a:lnTo>
                              <a:lnTo>
                                <a:pt x="121602" y="2548890"/>
                              </a:lnTo>
                              <a:lnTo>
                                <a:pt x="115570" y="2542540"/>
                              </a:lnTo>
                              <a:lnTo>
                                <a:pt x="109855" y="2535555"/>
                              </a:lnTo>
                              <a:lnTo>
                                <a:pt x="105410" y="2528253"/>
                              </a:lnTo>
                              <a:lnTo>
                                <a:pt x="101282" y="2520315"/>
                              </a:lnTo>
                              <a:lnTo>
                                <a:pt x="99377" y="2516188"/>
                              </a:lnTo>
                              <a:lnTo>
                                <a:pt x="97790" y="2512060"/>
                              </a:lnTo>
                              <a:lnTo>
                                <a:pt x="4445" y="2224405"/>
                              </a:lnTo>
                              <a:lnTo>
                                <a:pt x="3492" y="2220278"/>
                              </a:lnTo>
                              <a:lnTo>
                                <a:pt x="2222" y="2215833"/>
                              </a:lnTo>
                              <a:lnTo>
                                <a:pt x="1587" y="2211388"/>
                              </a:lnTo>
                              <a:lnTo>
                                <a:pt x="635" y="2206625"/>
                              </a:lnTo>
                              <a:lnTo>
                                <a:pt x="0" y="2198053"/>
                              </a:lnTo>
                              <a:lnTo>
                                <a:pt x="317" y="2189480"/>
                              </a:lnTo>
                              <a:lnTo>
                                <a:pt x="1587" y="2180908"/>
                              </a:lnTo>
                              <a:lnTo>
                                <a:pt x="3810" y="2172653"/>
                              </a:lnTo>
                              <a:lnTo>
                                <a:pt x="6350" y="2164398"/>
                              </a:lnTo>
                              <a:lnTo>
                                <a:pt x="9842" y="2156778"/>
                              </a:lnTo>
                              <a:lnTo>
                                <a:pt x="13970" y="2149158"/>
                              </a:lnTo>
                              <a:lnTo>
                                <a:pt x="19050" y="2142173"/>
                              </a:lnTo>
                              <a:lnTo>
                                <a:pt x="24447" y="2135505"/>
                              </a:lnTo>
                              <a:lnTo>
                                <a:pt x="30797" y="2129790"/>
                              </a:lnTo>
                              <a:lnTo>
                                <a:pt x="37465" y="2124393"/>
                              </a:lnTo>
                              <a:lnTo>
                                <a:pt x="45085" y="2119630"/>
                              </a:lnTo>
                              <a:lnTo>
                                <a:pt x="49212" y="2117725"/>
                              </a:lnTo>
                              <a:lnTo>
                                <a:pt x="53340" y="2115820"/>
                              </a:lnTo>
                              <a:lnTo>
                                <a:pt x="57467" y="2113915"/>
                              </a:lnTo>
                              <a:lnTo>
                                <a:pt x="61595" y="2112328"/>
                              </a:lnTo>
                              <a:lnTo>
                                <a:pt x="346392" y="2019618"/>
                              </a:lnTo>
                              <a:lnTo>
                                <a:pt x="342900" y="1993900"/>
                              </a:lnTo>
                              <a:lnTo>
                                <a:pt x="339725" y="1967865"/>
                              </a:lnTo>
                              <a:lnTo>
                                <a:pt x="337185" y="1941830"/>
                              </a:lnTo>
                              <a:lnTo>
                                <a:pt x="334962" y="1915478"/>
                              </a:lnTo>
                              <a:lnTo>
                                <a:pt x="333375" y="1889125"/>
                              </a:lnTo>
                              <a:lnTo>
                                <a:pt x="331788" y="1862455"/>
                              </a:lnTo>
                              <a:lnTo>
                                <a:pt x="331152" y="1835785"/>
                              </a:lnTo>
                              <a:lnTo>
                                <a:pt x="331152" y="1809115"/>
                              </a:lnTo>
                              <a:lnTo>
                                <a:pt x="331152" y="1782445"/>
                              </a:lnTo>
                              <a:lnTo>
                                <a:pt x="331788" y="1755775"/>
                              </a:lnTo>
                              <a:lnTo>
                                <a:pt x="333375" y="1729423"/>
                              </a:lnTo>
                              <a:lnTo>
                                <a:pt x="334962" y="1703070"/>
                              </a:lnTo>
                              <a:lnTo>
                                <a:pt x="337185" y="1676718"/>
                              </a:lnTo>
                              <a:lnTo>
                                <a:pt x="339725" y="1650365"/>
                              </a:lnTo>
                              <a:lnTo>
                                <a:pt x="342900" y="1624330"/>
                              </a:lnTo>
                              <a:lnTo>
                                <a:pt x="346392" y="1598295"/>
                              </a:lnTo>
                              <a:lnTo>
                                <a:pt x="61595" y="1506220"/>
                              </a:lnTo>
                              <a:lnTo>
                                <a:pt x="57467" y="1504633"/>
                              </a:lnTo>
                              <a:lnTo>
                                <a:pt x="53340" y="1502728"/>
                              </a:lnTo>
                              <a:lnTo>
                                <a:pt x="45085" y="1498600"/>
                              </a:lnTo>
                              <a:lnTo>
                                <a:pt x="37465" y="1494155"/>
                              </a:lnTo>
                              <a:lnTo>
                                <a:pt x="30797" y="1488440"/>
                              </a:lnTo>
                              <a:lnTo>
                                <a:pt x="24447" y="1482408"/>
                              </a:lnTo>
                              <a:lnTo>
                                <a:pt x="19050" y="1476058"/>
                              </a:lnTo>
                              <a:lnTo>
                                <a:pt x="13970" y="1468755"/>
                              </a:lnTo>
                              <a:lnTo>
                                <a:pt x="9842" y="1461453"/>
                              </a:lnTo>
                              <a:lnTo>
                                <a:pt x="6350" y="1453833"/>
                              </a:lnTo>
                              <a:lnTo>
                                <a:pt x="3810" y="1445578"/>
                              </a:lnTo>
                              <a:lnTo>
                                <a:pt x="1587" y="1437323"/>
                              </a:lnTo>
                              <a:lnTo>
                                <a:pt x="317" y="1428750"/>
                              </a:lnTo>
                              <a:lnTo>
                                <a:pt x="0" y="1419860"/>
                              </a:lnTo>
                              <a:lnTo>
                                <a:pt x="635" y="1411288"/>
                              </a:lnTo>
                              <a:lnTo>
                                <a:pt x="1587" y="1406843"/>
                              </a:lnTo>
                              <a:lnTo>
                                <a:pt x="2222" y="1402398"/>
                              </a:lnTo>
                              <a:lnTo>
                                <a:pt x="3492" y="1397635"/>
                              </a:lnTo>
                              <a:lnTo>
                                <a:pt x="4445" y="1393508"/>
                              </a:lnTo>
                              <a:lnTo>
                                <a:pt x="97790" y="1106488"/>
                              </a:lnTo>
                              <a:lnTo>
                                <a:pt x="99377" y="1102043"/>
                              </a:lnTo>
                              <a:lnTo>
                                <a:pt x="101282" y="1097915"/>
                              </a:lnTo>
                              <a:lnTo>
                                <a:pt x="103187" y="1093788"/>
                              </a:lnTo>
                              <a:lnTo>
                                <a:pt x="105410" y="1089978"/>
                              </a:lnTo>
                              <a:lnTo>
                                <a:pt x="109855" y="1082358"/>
                              </a:lnTo>
                              <a:lnTo>
                                <a:pt x="115570" y="1075690"/>
                              </a:lnTo>
                              <a:lnTo>
                                <a:pt x="121602" y="1069340"/>
                              </a:lnTo>
                              <a:lnTo>
                                <a:pt x="127952" y="1063625"/>
                              </a:lnTo>
                              <a:lnTo>
                                <a:pt x="134620" y="1058863"/>
                              </a:lnTo>
                              <a:lnTo>
                                <a:pt x="142240" y="1054735"/>
                              </a:lnTo>
                              <a:lnTo>
                                <a:pt x="150177" y="1051243"/>
                              </a:lnTo>
                              <a:lnTo>
                                <a:pt x="158115" y="1048068"/>
                              </a:lnTo>
                              <a:lnTo>
                                <a:pt x="166688" y="1046480"/>
                              </a:lnTo>
                              <a:lnTo>
                                <a:pt x="174942" y="1045210"/>
                              </a:lnTo>
                              <a:lnTo>
                                <a:pt x="183515" y="1044893"/>
                              </a:lnTo>
                              <a:lnTo>
                                <a:pt x="192722" y="1045528"/>
                              </a:lnTo>
                              <a:lnTo>
                                <a:pt x="196850" y="1046480"/>
                              </a:lnTo>
                              <a:lnTo>
                                <a:pt x="201295" y="1047115"/>
                              </a:lnTo>
                              <a:lnTo>
                                <a:pt x="205740" y="1048068"/>
                              </a:lnTo>
                              <a:lnTo>
                                <a:pt x="209868" y="1049338"/>
                              </a:lnTo>
                              <a:lnTo>
                                <a:pt x="494665" y="1141413"/>
                              </a:lnTo>
                              <a:lnTo>
                                <a:pt x="507682" y="1118235"/>
                              </a:lnTo>
                              <a:lnTo>
                                <a:pt x="520382" y="1095375"/>
                              </a:lnTo>
                              <a:lnTo>
                                <a:pt x="534035" y="1072198"/>
                              </a:lnTo>
                              <a:lnTo>
                                <a:pt x="547370" y="1049655"/>
                              </a:lnTo>
                              <a:lnTo>
                                <a:pt x="561658" y="1027113"/>
                              </a:lnTo>
                              <a:lnTo>
                                <a:pt x="576580" y="1005205"/>
                              </a:lnTo>
                              <a:lnTo>
                                <a:pt x="591185" y="983615"/>
                              </a:lnTo>
                              <a:lnTo>
                                <a:pt x="606425" y="961707"/>
                              </a:lnTo>
                              <a:lnTo>
                                <a:pt x="622300" y="940752"/>
                              </a:lnTo>
                              <a:lnTo>
                                <a:pt x="638492" y="919797"/>
                              </a:lnTo>
                              <a:lnTo>
                                <a:pt x="655002" y="899160"/>
                              </a:lnTo>
                              <a:lnTo>
                                <a:pt x="671512" y="878840"/>
                              </a:lnTo>
                              <a:lnTo>
                                <a:pt x="688975" y="858837"/>
                              </a:lnTo>
                              <a:lnTo>
                                <a:pt x="706755" y="839470"/>
                              </a:lnTo>
                              <a:lnTo>
                                <a:pt x="724218" y="819785"/>
                              </a:lnTo>
                              <a:lnTo>
                                <a:pt x="742632" y="801052"/>
                              </a:lnTo>
                              <a:lnTo>
                                <a:pt x="566420" y="558800"/>
                              </a:lnTo>
                              <a:lnTo>
                                <a:pt x="563562" y="554990"/>
                              </a:lnTo>
                              <a:lnTo>
                                <a:pt x="561340" y="551180"/>
                              </a:lnTo>
                              <a:lnTo>
                                <a:pt x="559118" y="547370"/>
                              </a:lnTo>
                              <a:lnTo>
                                <a:pt x="557212" y="543242"/>
                              </a:lnTo>
                              <a:lnTo>
                                <a:pt x="554355" y="534987"/>
                              </a:lnTo>
                              <a:lnTo>
                                <a:pt x="551498" y="526732"/>
                              </a:lnTo>
                              <a:lnTo>
                                <a:pt x="550228" y="518160"/>
                              </a:lnTo>
                              <a:lnTo>
                                <a:pt x="549592" y="509270"/>
                              </a:lnTo>
                              <a:lnTo>
                                <a:pt x="549592" y="500697"/>
                              </a:lnTo>
                              <a:lnTo>
                                <a:pt x="550862" y="492442"/>
                              </a:lnTo>
                              <a:lnTo>
                                <a:pt x="552450" y="483870"/>
                              </a:lnTo>
                              <a:lnTo>
                                <a:pt x="554990" y="475932"/>
                              </a:lnTo>
                              <a:lnTo>
                                <a:pt x="558482" y="467677"/>
                              </a:lnTo>
                              <a:lnTo>
                                <a:pt x="562610" y="460057"/>
                              </a:lnTo>
                              <a:lnTo>
                                <a:pt x="567372" y="453072"/>
                              </a:lnTo>
                              <a:lnTo>
                                <a:pt x="573088" y="446087"/>
                              </a:lnTo>
                              <a:lnTo>
                                <a:pt x="575945" y="442912"/>
                              </a:lnTo>
                              <a:lnTo>
                                <a:pt x="579438" y="439737"/>
                              </a:lnTo>
                              <a:lnTo>
                                <a:pt x="582930" y="436880"/>
                              </a:lnTo>
                              <a:lnTo>
                                <a:pt x="586105" y="434022"/>
                              </a:lnTo>
                              <a:lnTo>
                                <a:pt x="830898" y="256857"/>
                              </a:lnTo>
                              <a:lnTo>
                                <a:pt x="834708" y="254317"/>
                              </a:lnTo>
                              <a:lnTo>
                                <a:pt x="838200" y="251777"/>
                              </a:lnTo>
                              <a:lnTo>
                                <a:pt x="842328" y="249872"/>
                              </a:lnTo>
                              <a:lnTo>
                                <a:pt x="846138" y="247967"/>
                              </a:lnTo>
                              <a:lnTo>
                                <a:pt x="854392" y="244475"/>
                              </a:lnTo>
                              <a:lnTo>
                                <a:pt x="862648" y="242252"/>
                              </a:lnTo>
                              <a:lnTo>
                                <a:pt x="871538" y="240665"/>
                              </a:lnTo>
                              <a:lnTo>
                                <a:pt x="880110" y="240030"/>
                              </a:lnTo>
                              <a:lnTo>
                                <a:pt x="888365" y="240030"/>
                              </a:lnTo>
                              <a:lnTo>
                                <a:pt x="896938" y="240665"/>
                              </a:lnTo>
                              <a:lnTo>
                                <a:pt x="905192" y="242570"/>
                              </a:lnTo>
                              <a:lnTo>
                                <a:pt x="913448" y="245110"/>
                              </a:lnTo>
                              <a:lnTo>
                                <a:pt x="921385" y="248602"/>
                              </a:lnTo>
                              <a:lnTo>
                                <a:pt x="929005" y="252412"/>
                              </a:lnTo>
                              <a:lnTo>
                                <a:pt x="935990" y="257175"/>
                              </a:lnTo>
                              <a:lnTo>
                                <a:pt x="942975" y="262890"/>
                              </a:lnTo>
                              <a:lnTo>
                                <a:pt x="946150" y="266065"/>
                              </a:lnTo>
                              <a:lnTo>
                                <a:pt x="949325" y="269240"/>
                              </a:lnTo>
                              <a:lnTo>
                                <a:pt x="952182" y="272732"/>
                              </a:lnTo>
                              <a:lnTo>
                                <a:pt x="955040" y="276542"/>
                              </a:lnTo>
                              <a:lnTo>
                                <a:pt x="1130618" y="518477"/>
                              </a:lnTo>
                              <a:lnTo>
                                <a:pt x="1154430" y="507047"/>
                              </a:lnTo>
                              <a:lnTo>
                                <a:pt x="1177925" y="496252"/>
                              </a:lnTo>
                              <a:lnTo>
                                <a:pt x="1201738" y="485457"/>
                              </a:lnTo>
                              <a:lnTo>
                                <a:pt x="1225868" y="475615"/>
                              </a:lnTo>
                              <a:lnTo>
                                <a:pt x="1250315" y="465772"/>
                              </a:lnTo>
                              <a:lnTo>
                                <a:pt x="1274762" y="456247"/>
                              </a:lnTo>
                              <a:lnTo>
                                <a:pt x="1299528" y="447675"/>
                              </a:lnTo>
                              <a:lnTo>
                                <a:pt x="1324928" y="439102"/>
                              </a:lnTo>
                              <a:lnTo>
                                <a:pt x="1350010" y="431165"/>
                              </a:lnTo>
                              <a:lnTo>
                                <a:pt x="1375092" y="423545"/>
                              </a:lnTo>
                              <a:lnTo>
                                <a:pt x="1400810" y="416877"/>
                              </a:lnTo>
                              <a:lnTo>
                                <a:pt x="1426845" y="410210"/>
                              </a:lnTo>
                              <a:lnTo>
                                <a:pt x="1452245" y="404177"/>
                              </a:lnTo>
                              <a:lnTo>
                                <a:pt x="1478598" y="398462"/>
                              </a:lnTo>
                              <a:lnTo>
                                <a:pt x="1504950" y="393065"/>
                              </a:lnTo>
                              <a:lnTo>
                                <a:pt x="1531302" y="388620"/>
                              </a:lnTo>
                              <a:lnTo>
                                <a:pt x="1531302" y="89217"/>
                              </a:lnTo>
                              <a:lnTo>
                                <a:pt x="1531302" y="84455"/>
                              </a:lnTo>
                              <a:lnTo>
                                <a:pt x="1531620" y="80010"/>
                              </a:lnTo>
                              <a:lnTo>
                                <a:pt x="1532572" y="75565"/>
                              </a:lnTo>
                              <a:lnTo>
                                <a:pt x="1533208" y="71120"/>
                              </a:lnTo>
                              <a:lnTo>
                                <a:pt x="1535430" y="62865"/>
                              </a:lnTo>
                              <a:lnTo>
                                <a:pt x="1538605" y="54610"/>
                              </a:lnTo>
                              <a:lnTo>
                                <a:pt x="1542415" y="46672"/>
                              </a:lnTo>
                              <a:lnTo>
                                <a:pt x="1546860" y="39370"/>
                              </a:lnTo>
                              <a:lnTo>
                                <a:pt x="1551622" y="32385"/>
                              </a:lnTo>
                              <a:lnTo>
                                <a:pt x="1557655" y="26352"/>
                              </a:lnTo>
                              <a:lnTo>
                                <a:pt x="1563688" y="20320"/>
                              </a:lnTo>
                              <a:lnTo>
                                <a:pt x="1570990" y="15240"/>
                              </a:lnTo>
                              <a:lnTo>
                                <a:pt x="1577975" y="10795"/>
                              </a:lnTo>
                              <a:lnTo>
                                <a:pt x="1585912" y="6985"/>
                              </a:lnTo>
                              <a:lnTo>
                                <a:pt x="1594168" y="4127"/>
                              </a:lnTo>
                              <a:lnTo>
                                <a:pt x="1602422" y="1905"/>
                              </a:lnTo>
                              <a:lnTo>
                                <a:pt x="1607185" y="952"/>
                              </a:lnTo>
                              <a:lnTo>
                                <a:pt x="1611630" y="317"/>
                              </a:lnTo>
                              <a:lnTo>
                                <a:pt x="1615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flip:x y;margin-left:-43.75pt;margin-top:525.55pt;height:14.2pt;width:13.95pt;rotation:11796480f;z-index:251655168;v-text-anchor:middle;mso-width-relative:page;mso-height-relative:page;" fillcolor="#FFFFFF" filled="t" stroked="f" coordsize="3543300,3617913" o:gfxdata="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<v:path o:connectlocs="76225,56532;65683,62554;57776,71651;53312,83028;52995,95775;56931,107444;64390,116909;74595,123426;86736,126216;99306,124631;110146,119113;118446,110409;123477,99279;124413,86611;121049,74688;114060,64868;104200,57879;92276,54535;97897,348;100612,4453;117092,24232;132334,12013;148560,22267;149005,27703;149831,52395;169693,52474;177123,70225;174535,75011;160532,94299;176488,107279;172138,125806;167343,128389;145274,134681;149719,155173;135478,167916;130032,167472;109694,159088;100263,177884;81036,180595;76781,177472;66254,158692;46805,167773;41518,167773;27530,154745;31928,134681;9843,128389;5064,125806;698,107279;16750,95614;2873,75106;31,70447;6731,52855;26022,54677;37136,39986;27927,23344;43137,12092;47757,13804;72621,20175;77892,1315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7919085</wp:posOffset>
                </wp:positionV>
                <wp:extent cx="297180" cy="297180"/>
                <wp:effectExtent l="0" t="0" r="7620" b="762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30" cy="297230"/>
                        </a:xfrm>
                        <a:prstGeom prst="ellipse">
                          <a:avLst/>
                        </a:prstGeom>
                        <a:solidFill>
                          <a:srgbClr val="5961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8.45pt;margin-top:623.55pt;height:23.4pt;width:23.4pt;z-index:251656192;v-text-anchor:middle;mso-width-relative:page;mso-height-relative:page;" fillcolor="#596166" filled="t" stroked="f" coordsize="21600,21600" o:gfxdata="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Z5n02gAAAA0BAAAPAAAAAAAA&#10;AAEAIAAAACIAAABkcnMvZG93bnJldi54bWxQSwECFAAUAAAACACHTuJA5Q0+ntcBAACKAwAADgAA&#10;AAAAAAABACAAAAAp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-555625</wp:posOffset>
                </wp:positionH>
                <wp:positionV relativeFrom="paragraph">
                  <wp:posOffset>7973695</wp:posOffset>
                </wp:positionV>
                <wp:extent cx="177165" cy="166370"/>
                <wp:effectExtent l="0" t="0" r="0" b="5080"/>
                <wp:wrapNone/>
                <wp:docPr id="1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77187" cy="166555"/>
                        </a:xfrm>
                        <a:custGeom>
                          <a:avLst/>
                          <a:gdLst>
                            <a:gd name="T0" fmla="*/ 970867 w 2274888"/>
                            <a:gd name="T1" fmla="*/ 1185371 h 2136775"/>
                            <a:gd name="T2" fmla="*/ 1067225 w 2274888"/>
                            <a:gd name="T3" fmla="*/ 1290958 h 2136775"/>
                            <a:gd name="T4" fmla="*/ 1058973 w 2274888"/>
                            <a:gd name="T5" fmla="*/ 1314363 h 2136775"/>
                            <a:gd name="T6" fmla="*/ 1030492 w 2274888"/>
                            <a:gd name="T7" fmla="*/ 1547079 h 2136775"/>
                            <a:gd name="T8" fmla="*/ 850285 w 2274888"/>
                            <a:gd name="T9" fmla="*/ 1790700 h 2136775"/>
                            <a:gd name="T10" fmla="*/ 879565 w 2274888"/>
                            <a:gd name="T11" fmla="*/ 1521547 h 2136775"/>
                            <a:gd name="T12" fmla="*/ 843897 w 2274888"/>
                            <a:gd name="T13" fmla="*/ 1311969 h 2136775"/>
                            <a:gd name="T14" fmla="*/ 838040 w 2274888"/>
                            <a:gd name="T15" fmla="*/ 1288033 h 2136775"/>
                            <a:gd name="T16" fmla="*/ 936529 w 2274888"/>
                            <a:gd name="T17" fmla="*/ 1183510 h 2136775"/>
                            <a:gd name="T18" fmla="*/ 1290295 w 2274888"/>
                            <a:gd name="T19" fmla="*/ 1044362 h 2136775"/>
                            <a:gd name="T20" fmla="*/ 1523468 w 2274888"/>
                            <a:gd name="T21" fmla="*/ 1126608 h 2136775"/>
                            <a:gd name="T22" fmla="*/ 1745740 w 2274888"/>
                            <a:gd name="T23" fmla="*/ 1205395 h 2136775"/>
                            <a:gd name="T24" fmla="*/ 1802637 w 2274888"/>
                            <a:gd name="T25" fmla="*/ 1245852 h 2136775"/>
                            <a:gd name="T26" fmla="*/ 1840924 w 2274888"/>
                            <a:gd name="T27" fmla="*/ 1304409 h 2136775"/>
                            <a:gd name="T28" fmla="*/ 1884793 w 2274888"/>
                            <a:gd name="T29" fmla="*/ 1444946 h 2136775"/>
                            <a:gd name="T30" fmla="*/ 1903936 w 2274888"/>
                            <a:gd name="T31" fmla="*/ 1609172 h 2136775"/>
                            <a:gd name="T32" fmla="*/ 1895694 w 2274888"/>
                            <a:gd name="T33" fmla="*/ 1665334 h 2136775"/>
                            <a:gd name="T34" fmla="*/ 1856344 w 2274888"/>
                            <a:gd name="T35" fmla="*/ 1694347 h 2136775"/>
                            <a:gd name="T36" fmla="*/ 1708784 w 2274888"/>
                            <a:gd name="T37" fmla="*/ 1741725 h 2136775"/>
                            <a:gd name="T38" fmla="*/ 1421106 w 2274888"/>
                            <a:gd name="T39" fmla="*/ 1780054 h 2136775"/>
                            <a:gd name="T40" fmla="*/ 671910 w 2274888"/>
                            <a:gd name="T41" fmla="*/ 1019076 h 2136775"/>
                            <a:gd name="T42" fmla="*/ 445459 w 2274888"/>
                            <a:gd name="T43" fmla="*/ 1776859 h 2136775"/>
                            <a:gd name="T44" fmla="*/ 172496 w 2274888"/>
                            <a:gd name="T45" fmla="*/ 1736135 h 2136775"/>
                            <a:gd name="T46" fmla="*/ 42791 w 2274888"/>
                            <a:gd name="T47" fmla="*/ 1690887 h 2136775"/>
                            <a:gd name="T48" fmla="*/ 6910 w 2274888"/>
                            <a:gd name="T49" fmla="*/ 1662406 h 2136775"/>
                            <a:gd name="T50" fmla="*/ 2392 w 2274888"/>
                            <a:gd name="T51" fmla="*/ 1585218 h 2136775"/>
                            <a:gd name="T52" fmla="*/ 23655 w 2274888"/>
                            <a:gd name="T53" fmla="*/ 1427379 h 2136775"/>
                            <a:gd name="T54" fmla="*/ 68042 w 2274888"/>
                            <a:gd name="T55" fmla="*/ 1297223 h 2136775"/>
                            <a:gd name="T56" fmla="*/ 107644 w 2274888"/>
                            <a:gd name="T57" fmla="*/ 1240528 h 2136775"/>
                            <a:gd name="T58" fmla="*/ 172496 w 2274888"/>
                            <a:gd name="T59" fmla="*/ 1199273 h 2136775"/>
                            <a:gd name="T60" fmla="*/ 415691 w 2274888"/>
                            <a:gd name="T61" fmla="*/ 1116228 h 2136775"/>
                            <a:gd name="T62" fmla="*/ 633637 w 2274888"/>
                            <a:gd name="T63" fmla="*/ 1036377 h 2136775"/>
                            <a:gd name="T64" fmla="*/ 1007065 w 2274888"/>
                            <a:gd name="T65" fmla="*/ 4789 h 2136775"/>
                            <a:gd name="T66" fmla="*/ 1083457 w 2274888"/>
                            <a:gd name="T67" fmla="*/ 28464 h 2136775"/>
                            <a:gd name="T68" fmla="*/ 1152130 w 2274888"/>
                            <a:gd name="T69" fmla="*/ 70228 h 2136775"/>
                            <a:gd name="T70" fmla="*/ 1210954 w 2274888"/>
                            <a:gd name="T71" fmla="*/ 127156 h 2136775"/>
                            <a:gd name="T72" fmla="*/ 1257801 w 2274888"/>
                            <a:gd name="T73" fmla="*/ 197384 h 2136775"/>
                            <a:gd name="T74" fmla="*/ 1290806 w 2274888"/>
                            <a:gd name="T75" fmla="*/ 278252 h 2136775"/>
                            <a:gd name="T76" fmla="*/ 1307575 w 2274888"/>
                            <a:gd name="T77" fmla="*/ 367634 h 2136775"/>
                            <a:gd name="T78" fmla="*/ 1305712 w 2274888"/>
                            <a:gd name="T79" fmla="*/ 474572 h 2136775"/>
                            <a:gd name="T80" fmla="*/ 1279095 w 2274888"/>
                            <a:gd name="T81" fmla="*/ 595609 h 2136775"/>
                            <a:gd name="T82" fmla="*/ 1231449 w 2274888"/>
                            <a:gd name="T83" fmla="*/ 713188 h 2136775"/>
                            <a:gd name="T84" fmla="*/ 1165438 w 2274888"/>
                            <a:gd name="T85" fmla="*/ 816669 h 2136775"/>
                            <a:gd name="T86" fmla="*/ 1039273 w 2274888"/>
                            <a:gd name="T87" fmla="*/ 1091197 h 2136775"/>
                            <a:gd name="T88" fmla="*/ 962348 w 2274888"/>
                            <a:gd name="T89" fmla="*/ 1149987 h 2136775"/>
                            <a:gd name="T90" fmla="*/ 937062 w 2274888"/>
                            <a:gd name="T91" fmla="*/ 1147326 h 2136775"/>
                            <a:gd name="T92" fmla="*/ 847628 w 2274888"/>
                            <a:gd name="T93" fmla="*/ 1074172 h 2136775"/>
                            <a:gd name="T94" fmla="*/ 731576 w 2274888"/>
                            <a:gd name="T95" fmla="*/ 806294 h 2136775"/>
                            <a:gd name="T96" fmla="*/ 667162 w 2274888"/>
                            <a:gd name="T97" fmla="*/ 700686 h 2136775"/>
                            <a:gd name="T98" fmla="*/ 621647 w 2274888"/>
                            <a:gd name="T99" fmla="*/ 582309 h 2136775"/>
                            <a:gd name="T100" fmla="*/ 597957 w 2274888"/>
                            <a:gd name="T101" fmla="*/ 461272 h 2136775"/>
                            <a:gd name="T102" fmla="*/ 598223 w 2274888"/>
                            <a:gd name="T103" fmla="*/ 357526 h 2136775"/>
                            <a:gd name="T104" fmla="*/ 617121 w 2274888"/>
                            <a:gd name="T105" fmla="*/ 268676 h 2136775"/>
                            <a:gd name="T106" fmla="*/ 651724 w 2274888"/>
                            <a:gd name="T107" fmla="*/ 188871 h 2136775"/>
                            <a:gd name="T108" fmla="*/ 699901 w 2274888"/>
                            <a:gd name="T109" fmla="*/ 119973 h 2136775"/>
                            <a:gd name="T110" fmla="*/ 760056 w 2274888"/>
                            <a:gd name="T111" fmla="*/ 64376 h 2136775"/>
                            <a:gd name="T112" fmla="*/ 829528 w 2274888"/>
                            <a:gd name="T113" fmla="*/ 25005 h 2136775"/>
                            <a:gd name="T114" fmla="*/ 906985 w 2274888"/>
                            <a:gd name="T115" fmla="*/ 3192 h 213677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2274888" h="2136775">
                              <a:moveTo>
                                <a:pt x="1133947" y="1406525"/>
                              </a:moveTo>
                              <a:lnTo>
                                <a:pt x="1137762" y="1406525"/>
                              </a:lnTo>
                              <a:lnTo>
                                <a:pt x="1140940" y="1406525"/>
                              </a:lnTo>
                              <a:lnTo>
                                <a:pt x="1144119" y="1407477"/>
                              </a:lnTo>
                              <a:lnTo>
                                <a:pt x="1147298" y="1408112"/>
                              </a:lnTo>
                              <a:lnTo>
                                <a:pt x="1150476" y="1409064"/>
                              </a:lnTo>
                              <a:lnTo>
                                <a:pt x="1153655" y="1410651"/>
                              </a:lnTo>
                              <a:lnTo>
                                <a:pt x="1156516" y="1412238"/>
                              </a:lnTo>
                              <a:lnTo>
                                <a:pt x="1159377" y="1414459"/>
                              </a:lnTo>
                              <a:lnTo>
                                <a:pt x="1161920" y="1416681"/>
                              </a:lnTo>
                              <a:lnTo>
                                <a:pt x="1264591" y="1518871"/>
                              </a:lnTo>
                              <a:lnTo>
                                <a:pt x="1267134" y="1521410"/>
                              </a:lnTo>
                              <a:lnTo>
                                <a:pt x="1268723" y="1524266"/>
                              </a:lnTo>
                              <a:lnTo>
                                <a:pt x="1270631" y="1527440"/>
                              </a:lnTo>
                              <a:lnTo>
                                <a:pt x="1271902" y="1530296"/>
                              </a:lnTo>
                              <a:lnTo>
                                <a:pt x="1273174" y="1533787"/>
                              </a:lnTo>
                              <a:lnTo>
                                <a:pt x="1274127" y="1536961"/>
                              </a:lnTo>
                              <a:lnTo>
                                <a:pt x="1274445" y="1540452"/>
                              </a:lnTo>
                              <a:lnTo>
                                <a:pt x="1274763" y="1543625"/>
                              </a:lnTo>
                              <a:lnTo>
                                <a:pt x="1274445" y="1546799"/>
                              </a:lnTo>
                              <a:lnTo>
                                <a:pt x="1274127" y="1549973"/>
                              </a:lnTo>
                              <a:lnTo>
                                <a:pt x="1273174" y="1553781"/>
                              </a:lnTo>
                              <a:lnTo>
                                <a:pt x="1271902" y="1556955"/>
                              </a:lnTo>
                              <a:lnTo>
                                <a:pt x="1270631" y="1559811"/>
                              </a:lnTo>
                              <a:lnTo>
                                <a:pt x="1268723" y="1562667"/>
                              </a:lnTo>
                              <a:lnTo>
                                <a:pt x="1267134" y="1565523"/>
                              </a:lnTo>
                              <a:lnTo>
                                <a:pt x="1264591" y="1568380"/>
                              </a:lnTo>
                              <a:lnTo>
                                <a:pt x="1178767" y="1653433"/>
                              </a:lnTo>
                              <a:lnTo>
                                <a:pt x="1185760" y="1670570"/>
                              </a:lnTo>
                              <a:lnTo>
                                <a:pt x="1192435" y="1689929"/>
                              </a:lnTo>
                              <a:lnTo>
                                <a:pt x="1199428" y="1711510"/>
                              </a:lnTo>
                              <a:lnTo>
                                <a:pt x="1206103" y="1734677"/>
                              </a:lnTo>
                              <a:lnTo>
                                <a:pt x="1212461" y="1760066"/>
                              </a:lnTo>
                              <a:lnTo>
                                <a:pt x="1218500" y="1787042"/>
                              </a:lnTo>
                              <a:lnTo>
                                <a:pt x="1224858" y="1815605"/>
                              </a:lnTo>
                              <a:lnTo>
                                <a:pt x="1230579" y="1846071"/>
                              </a:lnTo>
                              <a:lnTo>
                                <a:pt x="1235983" y="1877808"/>
                              </a:lnTo>
                              <a:lnTo>
                                <a:pt x="1240751" y="1911131"/>
                              </a:lnTo>
                              <a:lnTo>
                                <a:pt x="1245201" y="1946041"/>
                              </a:lnTo>
                              <a:lnTo>
                                <a:pt x="1249016" y="1981902"/>
                              </a:lnTo>
                              <a:lnTo>
                                <a:pt x="1252830" y="2019351"/>
                              </a:lnTo>
                              <a:lnTo>
                                <a:pt x="1255691" y="2057435"/>
                              </a:lnTo>
                              <a:lnTo>
                                <a:pt x="1257916" y="2096470"/>
                              </a:lnTo>
                              <a:lnTo>
                                <a:pt x="1259505" y="2136775"/>
                              </a:lnTo>
                              <a:lnTo>
                                <a:pt x="1015382" y="2136775"/>
                              </a:lnTo>
                              <a:lnTo>
                                <a:pt x="1016972" y="2096470"/>
                              </a:lnTo>
                              <a:lnTo>
                                <a:pt x="1019515" y="2057435"/>
                              </a:lnTo>
                              <a:lnTo>
                                <a:pt x="1022376" y="2019351"/>
                              </a:lnTo>
                              <a:lnTo>
                                <a:pt x="1025554" y="1981902"/>
                              </a:lnTo>
                              <a:lnTo>
                                <a:pt x="1029686" y="1946041"/>
                              </a:lnTo>
                              <a:lnTo>
                                <a:pt x="1034137" y="1911131"/>
                              </a:lnTo>
                              <a:lnTo>
                                <a:pt x="1039223" y="1877808"/>
                              </a:lnTo>
                              <a:lnTo>
                                <a:pt x="1044308" y="1846071"/>
                              </a:lnTo>
                              <a:lnTo>
                                <a:pt x="1050348" y="1815605"/>
                              </a:lnTo>
                              <a:lnTo>
                                <a:pt x="1056387" y="1787042"/>
                              </a:lnTo>
                              <a:lnTo>
                                <a:pt x="1062427" y="1760066"/>
                              </a:lnTo>
                              <a:lnTo>
                                <a:pt x="1068784" y="1734677"/>
                              </a:lnTo>
                              <a:lnTo>
                                <a:pt x="1075777" y="1711510"/>
                              </a:lnTo>
                              <a:lnTo>
                                <a:pt x="1082453" y="1689929"/>
                              </a:lnTo>
                              <a:lnTo>
                                <a:pt x="1089128" y="1670570"/>
                              </a:lnTo>
                              <a:lnTo>
                                <a:pt x="1096121" y="1653433"/>
                              </a:lnTo>
                              <a:lnTo>
                                <a:pt x="1010297" y="1568380"/>
                              </a:lnTo>
                              <a:lnTo>
                                <a:pt x="1007754" y="1565523"/>
                              </a:lnTo>
                              <a:lnTo>
                                <a:pt x="1005846" y="1562667"/>
                              </a:lnTo>
                              <a:lnTo>
                                <a:pt x="1003939" y="1559811"/>
                              </a:lnTo>
                              <a:lnTo>
                                <a:pt x="1002668" y="1556955"/>
                              </a:lnTo>
                              <a:lnTo>
                                <a:pt x="1001396" y="1553781"/>
                              </a:lnTo>
                              <a:lnTo>
                                <a:pt x="1000760" y="1549973"/>
                              </a:lnTo>
                              <a:lnTo>
                                <a:pt x="1000443" y="1546799"/>
                              </a:lnTo>
                              <a:lnTo>
                                <a:pt x="1000125" y="1543625"/>
                              </a:lnTo>
                              <a:lnTo>
                                <a:pt x="1000443" y="1540452"/>
                              </a:lnTo>
                              <a:lnTo>
                                <a:pt x="1000760" y="1536961"/>
                              </a:lnTo>
                              <a:lnTo>
                                <a:pt x="1001396" y="1533787"/>
                              </a:lnTo>
                              <a:lnTo>
                                <a:pt x="1002986" y="1530296"/>
                              </a:lnTo>
                              <a:lnTo>
                                <a:pt x="1004257" y="1527440"/>
                              </a:lnTo>
                              <a:lnTo>
                                <a:pt x="1006164" y="1524266"/>
                              </a:lnTo>
                              <a:lnTo>
                                <a:pt x="1007754" y="1521410"/>
                              </a:lnTo>
                              <a:lnTo>
                                <a:pt x="1010297" y="1518871"/>
                              </a:lnTo>
                              <a:lnTo>
                                <a:pt x="1112650" y="1416681"/>
                              </a:lnTo>
                              <a:lnTo>
                                <a:pt x="1115511" y="1414459"/>
                              </a:lnTo>
                              <a:lnTo>
                                <a:pt x="1118372" y="1412238"/>
                              </a:lnTo>
                              <a:lnTo>
                                <a:pt x="1121232" y="1410651"/>
                              </a:lnTo>
                              <a:lnTo>
                                <a:pt x="1124411" y="1409064"/>
                              </a:lnTo>
                              <a:lnTo>
                                <a:pt x="1127590" y="1408112"/>
                              </a:lnTo>
                              <a:lnTo>
                                <a:pt x="1130769" y="1407477"/>
                              </a:lnTo>
                              <a:lnTo>
                                <a:pt x="1133947" y="1406525"/>
                              </a:lnTo>
                              <a:close/>
                              <a:moveTo>
                                <a:pt x="1472565" y="1216025"/>
                              </a:moveTo>
                              <a:lnTo>
                                <a:pt x="1495425" y="1226506"/>
                              </a:lnTo>
                              <a:lnTo>
                                <a:pt x="1518285" y="1236670"/>
                              </a:lnTo>
                              <a:lnTo>
                                <a:pt x="1540828" y="1246198"/>
                              </a:lnTo>
                              <a:lnTo>
                                <a:pt x="1563370" y="1255726"/>
                              </a:lnTo>
                              <a:lnTo>
                                <a:pt x="1586230" y="1264619"/>
                              </a:lnTo>
                              <a:lnTo>
                                <a:pt x="1608138" y="1273195"/>
                              </a:lnTo>
                              <a:lnTo>
                                <a:pt x="1630363" y="1281453"/>
                              </a:lnTo>
                              <a:lnTo>
                                <a:pt x="1651953" y="1289393"/>
                              </a:lnTo>
                              <a:lnTo>
                                <a:pt x="1695133" y="1304321"/>
                              </a:lnTo>
                              <a:lnTo>
                                <a:pt x="1737360" y="1318613"/>
                              </a:lnTo>
                              <a:lnTo>
                                <a:pt x="1778635" y="1331953"/>
                              </a:lnTo>
                              <a:lnTo>
                                <a:pt x="1819275" y="1344339"/>
                              </a:lnTo>
                              <a:lnTo>
                                <a:pt x="1896428" y="1368795"/>
                              </a:lnTo>
                              <a:lnTo>
                                <a:pt x="1933575" y="1380864"/>
                              </a:lnTo>
                              <a:lnTo>
                                <a:pt x="1969453" y="1392934"/>
                              </a:lnTo>
                              <a:lnTo>
                                <a:pt x="2004060" y="1405320"/>
                              </a:lnTo>
                              <a:lnTo>
                                <a:pt x="2020570" y="1411355"/>
                              </a:lnTo>
                              <a:lnTo>
                                <a:pt x="2037080" y="1417707"/>
                              </a:lnTo>
                              <a:lnTo>
                                <a:pt x="2053273" y="1424695"/>
                              </a:lnTo>
                              <a:lnTo>
                                <a:pt x="2068830" y="1431047"/>
                              </a:lnTo>
                              <a:lnTo>
                                <a:pt x="2084705" y="1438352"/>
                              </a:lnTo>
                              <a:lnTo>
                                <a:pt x="2099628" y="1445339"/>
                              </a:lnTo>
                              <a:lnTo>
                                <a:pt x="2106930" y="1449150"/>
                              </a:lnTo>
                              <a:lnTo>
                                <a:pt x="2114233" y="1453279"/>
                              </a:lnTo>
                              <a:lnTo>
                                <a:pt x="2120900" y="1458044"/>
                              </a:lnTo>
                              <a:lnTo>
                                <a:pt x="2127568" y="1463125"/>
                              </a:lnTo>
                              <a:lnTo>
                                <a:pt x="2134235" y="1468207"/>
                              </a:lnTo>
                              <a:lnTo>
                                <a:pt x="2140585" y="1474242"/>
                              </a:lnTo>
                              <a:lnTo>
                                <a:pt x="2146618" y="1480276"/>
                              </a:lnTo>
                              <a:lnTo>
                                <a:pt x="2152650" y="1486628"/>
                              </a:lnTo>
                              <a:lnTo>
                                <a:pt x="2158365" y="1493298"/>
                              </a:lnTo>
                              <a:lnTo>
                                <a:pt x="2163763" y="1500286"/>
                              </a:lnTo>
                              <a:lnTo>
                                <a:pt x="2169160" y="1507908"/>
                              </a:lnTo>
                              <a:lnTo>
                                <a:pt x="2174558" y="1515213"/>
                              </a:lnTo>
                              <a:lnTo>
                                <a:pt x="2179638" y="1522836"/>
                              </a:lnTo>
                              <a:lnTo>
                                <a:pt x="2184718" y="1531094"/>
                              </a:lnTo>
                              <a:lnTo>
                                <a:pt x="2189163" y="1539352"/>
                              </a:lnTo>
                              <a:lnTo>
                                <a:pt x="2193925" y="1547927"/>
                              </a:lnTo>
                              <a:lnTo>
                                <a:pt x="2198370" y="1556502"/>
                              </a:lnTo>
                              <a:lnTo>
                                <a:pt x="2202498" y="1565396"/>
                              </a:lnTo>
                              <a:lnTo>
                                <a:pt x="2210435" y="1583817"/>
                              </a:lnTo>
                              <a:lnTo>
                                <a:pt x="2218055" y="1602556"/>
                              </a:lnTo>
                              <a:lnTo>
                                <a:pt x="2224723" y="1622248"/>
                              </a:lnTo>
                              <a:lnTo>
                                <a:pt x="2230755" y="1641939"/>
                              </a:lnTo>
                              <a:lnTo>
                                <a:pt x="2236788" y="1662584"/>
                              </a:lnTo>
                              <a:lnTo>
                                <a:pt x="2241868" y="1682911"/>
                              </a:lnTo>
                              <a:lnTo>
                                <a:pt x="2246631" y="1703238"/>
                              </a:lnTo>
                              <a:lnTo>
                                <a:pt x="2250758" y="1724200"/>
                              </a:lnTo>
                              <a:lnTo>
                                <a:pt x="2254885" y="1744527"/>
                              </a:lnTo>
                              <a:lnTo>
                                <a:pt x="2258378" y="1764537"/>
                              </a:lnTo>
                              <a:lnTo>
                                <a:pt x="2261235" y="1784546"/>
                              </a:lnTo>
                              <a:lnTo>
                                <a:pt x="2263775" y="1803920"/>
                              </a:lnTo>
                              <a:lnTo>
                                <a:pt x="2266315" y="1822977"/>
                              </a:lnTo>
                              <a:lnTo>
                                <a:pt x="2267903" y="1841081"/>
                              </a:lnTo>
                              <a:lnTo>
                                <a:pt x="2269808" y="1859184"/>
                              </a:lnTo>
                              <a:lnTo>
                                <a:pt x="2272348" y="1891581"/>
                              </a:lnTo>
                              <a:lnTo>
                                <a:pt x="2273618" y="1920165"/>
                              </a:lnTo>
                              <a:lnTo>
                                <a:pt x="2274571" y="1943669"/>
                              </a:lnTo>
                              <a:lnTo>
                                <a:pt x="2274888" y="1961455"/>
                              </a:lnTo>
                              <a:lnTo>
                                <a:pt x="2274571" y="1964948"/>
                              </a:lnTo>
                              <a:lnTo>
                                <a:pt x="2274253" y="1968760"/>
                              </a:lnTo>
                              <a:lnTo>
                                <a:pt x="2272665" y="1972571"/>
                              </a:lnTo>
                              <a:lnTo>
                                <a:pt x="2271395" y="1976065"/>
                              </a:lnTo>
                              <a:lnTo>
                                <a:pt x="2269173" y="1979876"/>
                              </a:lnTo>
                              <a:lnTo>
                                <a:pt x="2266633" y="1983687"/>
                              </a:lnTo>
                              <a:lnTo>
                                <a:pt x="2263775" y="1987181"/>
                              </a:lnTo>
                              <a:lnTo>
                                <a:pt x="2260601" y="1991310"/>
                              </a:lnTo>
                              <a:lnTo>
                                <a:pt x="2256473" y="1995121"/>
                              </a:lnTo>
                              <a:lnTo>
                                <a:pt x="2252345" y="1998615"/>
                              </a:lnTo>
                              <a:lnTo>
                                <a:pt x="2247583" y="2002744"/>
                              </a:lnTo>
                              <a:lnTo>
                                <a:pt x="2242185" y="2006238"/>
                              </a:lnTo>
                              <a:lnTo>
                                <a:pt x="2236471" y="2010367"/>
                              </a:lnTo>
                              <a:lnTo>
                                <a:pt x="2230438" y="2014178"/>
                              </a:lnTo>
                              <a:lnTo>
                                <a:pt x="2224088" y="2017672"/>
                              </a:lnTo>
                              <a:lnTo>
                                <a:pt x="2216785" y="2021800"/>
                              </a:lnTo>
                              <a:lnTo>
                                <a:pt x="2209165" y="2025294"/>
                              </a:lnTo>
                              <a:lnTo>
                                <a:pt x="2201545" y="2029105"/>
                              </a:lnTo>
                              <a:lnTo>
                                <a:pt x="2183765" y="2036410"/>
                              </a:lnTo>
                              <a:lnTo>
                                <a:pt x="2165033" y="2044033"/>
                              </a:lnTo>
                              <a:lnTo>
                                <a:pt x="2143760" y="2051021"/>
                              </a:lnTo>
                              <a:lnTo>
                                <a:pt x="2120900" y="2058326"/>
                              </a:lnTo>
                              <a:lnTo>
                                <a:pt x="2095818" y="2064995"/>
                              </a:lnTo>
                              <a:lnTo>
                                <a:pt x="2069465" y="2071665"/>
                              </a:lnTo>
                              <a:lnTo>
                                <a:pt x="2040573" y="2078335"/>
                              </a:lnTo>
                              <a:lnTo>
                                <a:pt x="2010410" y="2084370"/>
                              </a:lnTo>
                              <a:lnTo>
                                <a:pt x="1977708" y="2090404"/>
                              </a:lnTo>
                              <a:lnTo>
                                <a:pt x="1943418" y="2096121"/>
                              </a:lnTo>
                              <a:lnTo>
                                <a:pt x="1907223" y="2101838"/>
                              </a:lnTo>
                              <a:lnTo>
                                <a:pt x="1868805" y="2106920"/>
                              </a:lnTo>
                              <a:lnTo>
                                <a:pt x="1829118" y="2111684"/>
                              </a:lnTo>
                              <a:lnTo>
                                <a:pt x="1786890" y="2116131"/>
                              </a:lnTo>
                              <a:lnTo>
                                <a:pt x="1742758" y="2120259"/>
                              </a:lnTo>
                              <a:lnTo>
                                <a:pt x="1697038" y="2124071"/>
                              </a:lnTo>
                              <a:lnTo>
                                <a:pt x="1649413" y="2127247"/>
                              </a:lnTo>
                              <a:lnTo>
                                <a:pt x="1599565" y="2130105"/>
                              </a:lnTo>
                              <a:lnTo>
                                <a:pt x="1547813" y="2132329"/>
                              </a:lnTo>
                              <a:lnTo>
                                <a:pt x="1494155" y="2134234"/>
                              </a:lnTo>
                              <a:lnTo>
                                <a:pt x="1438275" y="2135505"/>
                              </a:lnTo>
                              <a:lnTo>
                                <a:pt x="1380490" y="2136775"/>
                              </a:lnTo>
                              <a:lnTo>
                                <a:pt x="1320800" y="2136775"/>
                              </a:lnTo>
                              <a:lnTo>
                                <a:pt x="1472565" y="1216025"/>
                              </a:lnTo>
                              <a:close/>
                              <a:moveTo>
                                <a:pt x="802373" y="1216025"/>
                              </a:moveTo>
                              <a:lnTo>
                                <a:pt x="954088" y="2136775"/>
                              </a:lnTo>
                              <a:lnTo>
                                <a:pt x="894418" y="2136775"/>
                              </a:lnTo>
                              <a:lnTo>
                                <a:pt x="836652" y="2135505"/>
                              </a:lnTo>
                              <a:lnTo>
                                <a:pt x="780790" y="2134234"/>
                              </a:lnTo>
                              <a:lnTo>
                                <a:pt x="727151" y="2132329"/>
                              </a:lnTo>
                              <a:lnTo>
                                <a:pt x="675415" y="2130105"/>
                              </a:lnTo>
                              <a:lnTo>
                                <a:pt x="625584" y="2127247"/>
                              </a:lnTo>
                              <a:lnTo>
                                <a:pt x="577975" y="2124071"/>
                              </a:lnTo>
                              <a:lnTo>
                                <a:pt x="531953" y="2120259"/>
                              </a:lnTo>
                              <a:lnTo>
                                <a:pt x="488153" y="2116131"/>
                              </a:lnTo>
                              <a:lnTo>
                                <a:pt x="445939" y="2111684"/>
                              </a:lnTo>
                              <a:lnTo>
                                <a:pt x="405947" y="2106920"/>
                              </a:lnTo>
                              <a:lnTo>
                                <a:pt x="367860" y="2101838"/>
                              </a:lnTo>
                              <a:lnTo>
                                <a:pt x="331677" y="2096121"/>
                              </a:lnTo>
                              <a:lnTo>
                                <a:pt x="297398" y="2090404"/>
                              </a:lnTo>
                              <a:lnTo>
                                <a:pt x="265024" y="2084370"/>
                              </a:lnTo>
                              <a:lnTo>
                                <a:pt x="234554" y="2078335"/>
                              </a:lnTo>
                              <a:lnTo>
                                <a:pt x="205989" y="2071665"/>
                              </a:lnTo>
                              <a:lnTo>
                                <a:pt x="179010" y="2064995"/>
                              </a:lnTo>
                              <a:lnTo>
                                <a:pt x="154254" y="2058326"/>
                              </a:lnTo>
                              <a:lnTo>
                                <a:pt x="131401" y="2051021"/>
                              </a:lnTo>
                              <a:lnTo>
                                <a:pt x="110136" y="2044033"/>
                              </a:lnTo>
                              <a:lnTo>
                                <a:pt x="91092" y="2036410"/>
                              </a:lnTo>
                              <a:lnTo>
                                <a:pt x="73635" y="2029105"/>
                              </a:lnTo>
                              <a:lnTo>
                                <a:pt x="66018" y="2025294"/>
                              </a:lnTo>
                              <a:lnTo>
                                <a:pt x="58400" y="2021800"/>
                              </a:lnTo>
                              <a:lnTo>
                                <a:pt x="51100" y="2017672"/>
                              </a:lnTo>
                              <a:lnTo>
                                <a:pt x="44435" y="2014178"/>
                              </a:lnTo>
                              <a:lnTo>
                                <a:pt x="38404" y="2010367"/>
                              </a:lnTo>
                              <a:lnTo>
                                <a:pt x="32691" y="2006238"/>
                              </a:lnTo>
                              <a:lnTo>
                                <a:pt x="27613" y="2002744"/>
                              </a:lnTo>
                              <a:lnTo>
                                <a:pt x="22852" y="1998615"/>
                              </a:lnTo>
                              <a:lnTo>
                                <a:pt x="18726" y="1995121"/>
                              </a:lnTo>
                              <a:lnTo>
                                <a:pt x="14600" y="1991310"/>
                              </a:lnTo>
                              <a:lnTo>
                                <a:pt x="11109" y="1987181"/>
                              </a:lnTo>
                              <a:lnTo>
                                <a:pt x="8252" y="1983687"/>
                              </a:lnTo>
                              <a:lnTo>
                                <a:pt x="5713" y="1979876"/>
                              </a:lnTo>
                              <a:lnTo>
                                <a:pt x="3491" y="1976065"/>
                              </a:lnTo>
                              <a:lnTo>
                                <a:pt x="2222" y="1972571"/>
                              </a:lnTo>
                              <a:lnTo>
                                <a:pt x="1269" y="1968760"/>
                              </a:lnTo>
                              <a:lnTo>
                                <a:pt x="317" y="1964948"/>
                              </a:lnTo>
                              <a:lnTo>
                                <a:pt x="0" y="1961455"/>
                              </a:lnTo>
                              <a:lnTo>
                                <a:pt x="317" y="1943669"/>
                              </a:lnTo>
                              <a:lnTo>
                                <a:pt x="1269" y="1920165"/>
                              </a:lnTo>
                              <a:lnTo>
                                <a:pt x="2856" y="1891581"/>
                              </a:lnTo>
                              <a:lnTo>
                                <a:pt x="5395" y="1859184"/>
                              </a:lnTo>
                              <a:lnTo>
                                <a:pt x="6982" y="1841081"/>
                              </a:lnTo>
                              <a:lnTo>
                                <a:pt x="8887" y="1822977"/>
                              </a:lnTo>
                              <a:lnTo>
                                <a:pt x="11109" y="1803920"/>
                              </a:lnTo>
                              <a:lnTo>
                                <a:pt x="13965" y="1784546"/>
                              </a:lnTo>
                              <a:lnTo>
                                <a:pt x="16822" y="1764537"/>
                              </a:lnTo>
                              <a:lnTo>
                                <a:pt x="20313" y="1744527"/>
                              </a:lnTo>
                              <a:lnTo>
                                <a:pt x="24122" y="1724200"/>
                              </a:lnTo>
                              <a:lnTo>
                                <a:pt x="28248" y="1703238"/>
                              </a:lnTo>
                              <a:lnTo>
                                <a:pt x="33326" y="1682911"/>
                              </a:lnTo>
                              <a:lnTo>
                                <a:pt x="38404" y="1662584"/>
                              </a:lnTo>
                              <a:lnTo>
                                <a:pt x="44118" y="1641939"/>
                              </a:lnTo>
                              <a:lnTo>
                                <a:pt x="50465" y="1622248"/>
                              </a:lnTo>
                              <a:lnTo>
                                <a:pt x="57448" y="1602556"/>
                              </a:lnTo>
                              <a:lnTo>
                                <a:pt x="64748" y="1583817"/>
                              </a:lnTo>
                              <a:lnTo>
                                <a:pt x="72683" y="1565396"/>
                              </a:lnTo>
                              <a:lnTo>
                                <a:pt x="77127" y="1556502"/>
                              </a:lnTo>
                              <a:lnTo>
                                <a:pt x="81253" y="1547927"/>
                              </a:lnTo>
                              <a:lnTo>
                                <a:pt x="86014" y="1539352"/>
                              </a:lnTo>
                              <a:lnTo>
                                <a:pt x="90457" y="1531094"/>
                              </a:lnTo>
                              <a:lnTo>
                                <a:pt x="95536" y="1522836"/>
                              </a:lnTo>
                              <a:lnTo>
                                <a:pt x="100614" y="1515213"/>
                              </a:lnTo>
                              <a:lnTo>
                                <a:pt x="105692" y="1507908"/>
                              </a:lnTo>
                              <a:lnTo>
                                <a:pt x="111088" y="1500286"/>
                              </a:lnTo>
                              <a:lnTo>
                                <a:pt x="116801" y="1493298"/>
                              </a:lnTo>
                              <a:lnTo>
                                <a:pt x="122514" y="1486628"/>
                              </a:lnTo>
                              <a:lnTo>
                                <a:pt x="128545" y="1480276"/>
                              </a:lnTo>
                              <a:lnTo>
                                <a:pt x="134575" y="1474242"/>
                              </a:lnTo>
                              <a:lnTo>
                                <a:pt x="140923" y="1468207"/>
                              </a:lnTo>
                              <a:lnTo>
                                <a:pt x="147588" y="1463125"/>
                              </a:lnTo>
                              <a:lnTo>
                                <a:pt x="154254" y="1458044"/>
                              </a:lnTo>
                              <a:lnTo>
                                <a:pt x="161236" y="1453279"/>
                              </a:lnTo>
                              <a:lnTo>
                                <a:pt x="168219" y="1449150"/>
                              </a:lnTo>
                              <a:lnTo>
                                <a:pt x="175519" y="1445339"/>
                              </a:lnTo>
                              <a:lnTo>
                                <a:pt x="190436" y="1438352"/>
                              </a:lnTo>
                              <a:lnTo>
                                <a:pt x="205989" y="1431047"/>
                              </a:lnTo>
                              <a:lnTo>
                                <a:pt x="221541" y="1424695"/>
                              </a:lnTo>
                              <a:lnTo>
                                <a:pt x="237728" y="1417707"/>
                              </a:lnTo>
                              <a:lnTo>
                                <a:pt x="254233" y="1411355"/>
                              </a:lnTo>
                              <a:lnTo>
                                <a:pt x="271055" y="1405320"/>
                              </a:lnTo>
                              <a:lnTo>
                                <a:pt x="305651" y="1392934"/>
                              </a:lnTo>
                              <a:lnTo>
                                <a:pt x="341516" y="1380864"/>
                              </a:lnTo>
                              <a:lnTo>
                                <a:pt x="378651" y="1368795"/>
                              </a:lnTo>
                              <a:lnTo>
                                <a:pt x="456096" y="1344339"/>
                              </a:lnTo>
                              <a:lnTo>
                                <a:pt x="496405" y="1331953"/>
                              </a:lnTo>
                              <a:lnTo>
                                <a:pt x="537666" y="1318613"/>
                              </a:lnTo>
                              <a:lnTo>
                                <a:pt x="579880" y="1304321"/>
                              </a:lnTo>
                              <a:lnTo>
                                <a:pt x="622728" y="1289393"/>
                              </a:lnTo>
                              <a:lnTo>
                                <a:pt x="644628" y="1281453"/>
                              </a:lnTo>
                              <a:lnTo>
                                <a:pt x="666846" y="1273195"/>
                              </a:lnTo>
                              <a:lnTo>
                                <a:pt x="689063" y="1264619"/>
                              </a:lnTo>
                              <a:lnTo>
                                <a:pt x="711281" y="1255726"/>
                              </a:lnTo>
                              <a:lnTo>
                                <a:pt x="733816" y="1246198"/>
                              </a:lnTo>
                              <a:lnTo>
                                <a:pt x="756668" y="1236670"/>
                              </a:lnTo>
                              <a:lnTo>
                                <a:pt x="779521" y="1226506"/>
                              </a:lnTo>
                              <a:lnTo>
                                <a:pt x="802373" y="1216025"/>
                              </a:lnTo>
                              <a:close/>
                              <a:moveTo>
                                <a:pt x="1137444" y="0"/>
                              </a:moveTo>
                              <a:lnTo>
                                <a:pt x="1148251" y="317"/>
                              </a:lnTo>
                              <a:lnTo>
                                <a:pt x="1159376" y="635"/>
                              </a:lnTo>
                              <a:lnTo>
                                <a:pt x="1170183" y="1587"/>
                              </a:lnTo>
                              <a:lnTo>
                                <a:pt x="1180990" y="2539"/>
                              </a:lnTo>
                              <a:lnTo>
                                <a:pt x="1191797" y="3809"/>
                              </a:lnTo>
                              <a:lnTo>
                                <a:pt x="1202604" y="5714"/>
                              </a:lnTo>
                              <a:lnTo>
                                <a:pt x="1212776" y="7936"/>
                              </a:lnTo>
                              <a:lnTo>
                                <a:pt x="1223265" y="10158"/>
                              </a:lnTo>
                              <a:lnTo>
                                <a:pt x="1233754" y="12380"/>
                              </a:lnTo>
                              <a:lnTo>
                                <a:pt x="1243926" y="15237"/>
                              </a:lnTo>
                              <a:lnTo>
                                <a:pt x="1254097" y="18728"/>
                              </a:lnTo>
                              <a:lnTo>
                                <a:pt x="1264268" y="22220"/>
                              </a:lnTo>
                              <a:lnTo>
                                <a:pt x="1274122" y="25712"/>
                              </a:lnTo>
                              <a:lnTo>
                                <a:pt x="1283975" y="29838"/>
                              </a:lnTo>
                              <a:lnTo>
                                <a:pt x="1293829" y="33965"/>
                              </a:lnTo>
                              <a:lnTo>
                                <a:pt x="1303682" y="38726"/>
                              </a:lnTo>
                              <a:lnTo>
                                <a:pt x="1312900" y="43170"/>
                              </a:lnTo>
                              <a:lnTo>
                                <a:pt x="1322118" y="48249"/>
                              </a:lnTo>
                              <a:lnTo>
                                <a:pt x="1331654" y="53645"/>
                              </a:lnTo>
                              <a:lnTo>
                                <a:pt x="1340871" y="59041"/>
                              </a:lnTo>
                              <a:lnTo>
                                <a:pt x="1349771" y="64755"/>
                              </a:lnTo>
                              <a:lnTo>
                                <a:pt x="1358353" y="70786"/>
                              </a:lnTo>
                              <a:lnTo>
                                <a:pt x="1367253" y="76817"/>
                              </a:lnTo>
                              <a:lnTo>
                                <a:pt x="1375835" y="83801"/>
                              </a:lnTo>
                              <a:lnTo>
                                <a:pt x="1384100" y="90149"/>
                              </a:lnTo>
                              <a:lnTo>
                                <a:pt x="1392364" y="97450"/>
                              </a:lnTo>
                              <a:lnTo>
                                <a:pt x="1400628" y="104433"/>
                              </a:lnTo>
                              <a:lnTo>
                                <a:pt x="1408575" y="111734"/>
                              </a:lnTo>
                              <a:lnTo>
                                <a:pt x="1416521" y="119035"/>
                              </a:lnTo>
                              <a:lnTo>
                                <a:pt x="1424149" y="126971"/>
                              </a:lnTo>
                              <a:lnTo>
                                <a:pt x="1431460" y="134906"/>
                              </a:lnTo>
                              <a:lnTo>
                                <a:pt x="1439089" y="143159"/>
                              </a:lnTo>
                              <a:lnTo>
                                <a:pt x="1446081" y="151730"/>
                              </a:lnTo>
                              <a:lnTo>
                                <a:pt x="1453074" y="160300"/>
                              </a:lnTo>
                              <a:lnTo>
                                <a:pt x="1459749" y="168871"/>
                              </a:lnTo>
                              <a:lnTo>
                                <a:pt x="1466742" y="177759"/>
                              </a:lnTo>
                              <a:lnTo>
                                <a:pt x="1472781" y="187282"/>
                              </a:lnTo>
                              <a:lnTo>
                                <a:pt x="1479139" y="196487"/>
                              </a:lnTo>
                              <a:lnTo>
                                <a:pt x="1485178" y="205693"/>
                              </a:lnTo>
                              <a:lnTo>
                                <a:pt x="1490899" y="215533"/>
                              </a:lnTo>
                              <a:lnTo>
                                <a:pt x="1496621" y="225373"/>
                              </a:lnTo>
                              <a:lnTo>
                                <a:pt x="1502024" y="235531"/>
                              </a:lnTo>
                              <a:lnTo>
                                <a:pt x="1507428" y="245688"/>
                              </a:lnTo>
                              <a:lnTo>
                                <a:pt x="1512513" y="255846"/>
                              </a:lnTo>
                              <a:lnTo>
                                <a:pt x="1517281" y="266321"/>
                              </a:lnTo>
                              <a:lnTo>
                                <a:pt x="1521731" y="277114"/>
                              </a:lnTo>
                              <a:lnTo>
                                <a:pt x="1526181" y="287906"/>
                              </a:lnTo>
                              <a:lnTo>
                                <a:pt x="1530313" y="298381"/>
                              </a:lnTo>
                              <a:lnTo>
                                <a:pt x="1534445" y="309491"/>
                              </a:lnTo>
                              <a:lnTo>
                                <a:pt x="1537942" y="320601"/>
                              </a:lnTo>
                              <a:lnTo>
                                <a:pt x="1541438" y="332028"/>
                              </a:lnTo>
                              <a:lnTo>
                                <a:pt x="1544617" y="343456"/>
                              </a:lnTo>
                              <a:lnTo>
                                <a:pt x="1547477" y="355201"/>
                              </a:lnTo>
                              <a:lnTo>
                                <a:pt x="1550656" y="366945"/>
                              </a:lnTo>
                              <a:lnTo>
                                <a:pt x="1552881" y="378373"/>
                              </a:lnTo>
                              <a:lnTo>
                                <a:pt x="1555106" y="390435"/>
                              </a:lnTo>
                              <a:lnTo>
                                <a:pt x="1557331" y="402180"/>
                              </a:lnTo>
                              <a:lnTo>
                                <a:pt x="1558602" y="414559"/>
                              </a:lnTo>
                              <a:lnTo>
                                <a:pt x="1560509" y="426622"/>
                              </a:lnTo>
                              <a:lnTo>
                                <a:pt x="1561463" y="438684"/>
                              </a:lnTo>
                              <a:lnTo>
                                <a:pt x="1562734" y="451381"/>
                              </a:lnTo>
                              <a:lnTo>
                                <a:pt x="1563370" y="463760"/>
                              </a:lnTo>
                              <a:lnTo>
                                <a:pt x="1563688" y="476458"/>
                              </a:lnTo>
                              <a:lnTo>
                                <a:pt x="1563688" y="488837"/>
                              </a:lnTo>
                              <a:lnTo>
                                <a:pt x="1563688" y="504074"/>
                              </a:lnTo>
                              <a:lnTo>
                                <a:pt x="1563052" y="519310"/>
                              </a:lnTo>
                              <a:lnTo>
                                <a:pt x="1562099" y="534864"/>
                              </a:lnTo>
                              <a:lnTo>
                                <a:pt x="1560509" y="550418"/>
                              </a:lnTo>
                              <a:lnTo>
                                <a:pt x="1559238" y="566289"/>
                              </a:lnTo>
                              <a:lnTo>
                                <a:pt x="1557013" y="581843"/>
                              </a:lnTo>
                              <a:lnTo>
                                <a:pt x="1554470" y="598032"/>
                              </a:lnTo>
                              <a:lnTo>
                                <a:pt x="1551609" y="613903"/>
                              </a:lnTo>
                              <a:lnTo>
                                <a:pt x="1548431" y="630092"/>
                              </a:lnTo>
                              <a:lnTo>
                                <a:pt x="1544617" y="645963"/>
                              </a:lnTo>
                              <a:lnTo>
                                <a:pt x="1541120" y="662470"/>
                              </a:lnTo>
                              <a:lnTo>
                                <a:pt x="1536988" y="678658"/>
                              </a:lnTo>
                              <a:lnTo>
                                <a:pt x="1532220" y="694847"/>
                              </a:lnTo>
                              <a:lnTo>
                                <a:pt x="1527453" y="710718"/>
                              </a:lnTo>
                              <a:lnTo>
                                <a:pt x="1522685" y="726590"/>
                              </a:lnTo>
                              <a:lnTo>
                                <a:pt x="1516963" y="742778"/>
                              </a:lnTo>
                              <a:lnTo>
                                <a:pt x="1510924" y="758332"/>
                              </a:lnTo>
                              <a:lnTo>
                                <a:pt x="1504885" y="774521"/>
                              </a:lnTo>
                              <a:lnTo>
                                <a:pt x="1498528" y="790075"/>
                              </a:lnTo>
                              <a:lnTo>
                                <a:pt x="1492171" y="805629"/>
                              </a:lnTo>
                              <a:lnTo>
                                <a:pt x="1485178" y="821183"/>
                              </a:lnTo>
                              <a:lnTo>
                                <a:pt x="1477867" y="836102"/>
                              </a:lnTo>
                              <a:lnTo>
                                <a:pt x="1470556" y="851021"/>
                              </a:lnTo>
                              <a:lnTo>
                                <a:pt x="1462610" y="865940"/>
                              </a:lnTo>
                              <a:lnTo>
                                <a:pt x="1454664" y="880542"/>
                              </a:lnTo>
                              <a:lnTo>
                                <a:pt x="1446717" y="894826"/>
                              </a:lnTo>
                              <a:lnTo>
                                <a:pt x="1437817" y="908793"/>
                              </a:lnTo>
                              <a:lnTo>
                                <a:pt x="1428917" y="922759"/>
                              </a:lnTo>
                              <a:lnTo>
                                <a:pt x="1420017" y="936409"/>
                              </a:lnTo>
                              <a:lnTo>
                                <a:pt x="1411117" y="949106"/>
                              </a:lnTo>
                              <a:lnTo>
                                <a:pt x="1401264" y="962120"/>
                              </a:lnTo>
                              <a:lnTo>
                                <a:pt x="1391728" y="974500"/>
                              </a:lnTo>
                              <a:lnTo>
                                <a:pt x="1391728" y="1145593"/>
                              </a:lnTo>
                              <a:lnTo>
                                <a:pt x="1383146" y="1155433"/>
                              </a:lnTo>
                              <a:lnTo>
                                <a:pt x="1359625" y="1181462"/>
                              </a:lnTo>
                              <a:lnTo>
                                <a:pt x="1343414" y="1198603"/>
                              </a:lnTo>
                              <a:lnTo>
                                <a:pt x="1324979" y="1217966"/>
                              </a:lnTo>
                              <a:lnTo>
                                <a:pt x="1305272" y="1238916"/>
                              </a:lnTo>
                              <a:lnTo>
                                <a:pt x="1284611" y="1260184"/>
                              </a:lnTo>
                              <a:lnTo>
                                <a:pt x="1262679" y="1281769"/>
                              </a:lnTo>
                              <a:lnTo>
                                <a:pt x="1241065" y="1302084"/>
                              </a:lnTo>
                              <a:lnTo>
                                <a:pt x="1219769" y="1321765"/>
                              </a:lnTo>
                              <a:lnTo>
                                <a:pt x="1209279" y="1330653"/>
                              </a:lnTo>
                              <a:lnTo>
                                <a:pt x="1199426" y="1338906"/>
                              </a:lnTo>
                              <a:lnTo>
                                <a:pt x="1189572" y="1346842"/>
                              </a:lnTo>
                              <a:lnTo>
                                <a:pt x="1180672" y="1353825"/>
                              </a:lnTo>
                              <a:lnTo>
                                <a:pt x="1171772" y="1359856"/>
                              </a:lnTo>
                              <a:lnTo>
                                <a:pt x="1163508" y="1365252"/>
                              </a:lnTo>
                              <a:lnTo>
                                <a:pt x="1155879" y="1369061"/>
                              </a:lnTo>
                              <a:lnTo>
                                <a:pt x="1149204" y="1372236"/>
                              </a:lnTo>
                              <a:lnTo>
                                <a:pt x="1146026" y="1373505"/>
                              </a:lnTo>
                              <a:lnTo>
                                <a:pt x="1142529" y="1374140"/>
                              </a:lnTo>
                              <a:lnTo>
                                <a:pt x="1139669" y="1374775"/>
                              </a:lnTo>
                              <a:lnTo>
                                <a:pt x="1137444" y="1374775"/>
                              </a:lnTo>
                              <a:lnTo>
                                <a:pt x="1134901" y="1374775"/>
                              </a:lnTo>
                              <a:lnTo>
                                <a:pt x="1132040" y="1374140"/>
                              </a:lnTo>
                              <a:lnTo>
                                <a:pt x="1129180" y="1373505"/>
                              </a:lnTo>
                              <a:lnTo>
                                <a:pt x="1125683" y="1372236"/>
                              </a:lnTo>
                              <a:lnTo>
                                <a:pt x="1119008" y="1369061"/>
                              </a:lnTo>
                              <a:lnTo>
                                <a:pt x="1111062" y="1365252"/>
                              </a:lnTo>
                              <a:lnTo>
                                <a:pt x="1103115" y="1359856"/>
                              </a:lnTo>
                              <a:lnTo>
                                <a:pt x="1094215" y="1353825"/>
                              </a:lnTo>
                              <a:lnTo>
                                <a:pt x="1084998" y="1346842"/>
                              </a:lnTo>
                              <a:lnTo>
                                <a:pt x="1075144" y="1338906"/>
                              </a:lnTo>
                              <a:lnTo>
                                <a:pt x="1065291" y="1330653"/>
                              </a:lnTo>
                              <a:lnTo>
                                <a:pt x="1054801" y="1321765"/>
                              </a:lnTo>
                              <a:lnTo>
                                <a:pt x="1033823" y="1302084"/>
                              </a:lnTo>
                              <a:lnTo>
                                <a:pt x="1012209" y="1281769"/>
                              </a:lnTo>
                              <a:lnTo>
                                <a:pt x="990277" y="1260184"/>
                              </a:lnTo>
                              <a:lnTo>
                                <a:pt x="969616" y="1238916"/>
                              </a:lnTo>
                              <a:lnTo>
                                <a:pt x="949591" y="1217966"/>
                              </a:lnTo>
                              <a:lnTo>
                                <a:pt x="931474" y="1198603"/>
                              </a:lnTo>
                              <a:lnTo>
                                <a:pt x="915581" y="1181462"/>
                              </a:lnTo>
                              <a:lnTo>
                                <a:pt x="891742" y="1155433"/>
                              </a:lnTo>
                              <a:lnTo>
                                <a:pt x="883159" y="1145593"/>
                              </a:lnTo>
                              <a:lnTo>
                                <a:pt x="883159" y="974500"/>
                              </a:lnTo>
                              <a:lnTo>
                                <a:pt x="873624" y="962120"/>
                              </a:lnTo>
                              <a:lnTo>
                                <a:pt x="863770" y="949106"/>
                              </a:lnTo>
                              <a:lnTo>
                                <a:pt x="854870" y="936409"/>
                              </a:lnTo>
                              <a:lnTo>
                                <a:pt x="845970" y="922759"/>
                              </a:lnTo>
                              <a:lnTo>
                                <a:pt x="837070" y="908793"/>
                              </a:lnTo>
                              <a:lnTo>
                                <a:pt x="828488" y="894826"/>
                              </a:lnTo>
                              <a:lnTo>
                                <a:pt x="820224" y="880542"/>
                              </a:lnTo>
                              <a:lnTo>
                                <a:pt x="812278" y="865940"/>
                              </a:lnTo>
                              <a:lnTo>
                                <a:pt x="804331" y="851021"/>
                              </a:lnTo>
                              <a:lnTo>
                                <a:pt x="796703" y="836102"/>
                              </a:lnTo>
                              <a:lnTo>
                                <a:pt x="789710" y="821183"/>
                              </a:lnTo>
                              <a:lnTo>
                                <a:pt x="782717" y="805629"/>
                              </a:lnTo>
                              <a:lnTo>
                                <a:pt x="776042" y="790075"/>
                              </a:lnTo>
                              <a:lnTo>
                                <a:pt x="770003" y="774521"/>
                              </a:lnTo>
                              <a:lnTo>
                                <a:pt x="763964" y="758332"/>
                              </a:lnTo>
                              <a:lnTo>
                                <a:pt x="758242" y="742778"/>
                              </a:lnTo>
                              <a:lnTo>
                                <a:pt x="752521" y="726590"/>
                              </a:lnTo>
                              <a:lnTo>
                                <a:pt x="747435" y="710718"/>
                              </a:lnTo>
                              <a:lnTo>
                                <a:pt x="742350" y="694847"/>
                              </a:lnTo>
                              <a:lnTo>
                                <a:pt x="737900" y="678658"/>
                              </a:lnTo>
                              <a:lnTo>
                                <a:pt x="733767" y="662470"/>
                              </a:lnTo>
                              <a:lnTo>
                                <a:pt x="729953" y="645963"/>
                              </a:lnTo>
                              <a:lnTo>
                                <a:pt x="726457" y="630092"/>
                              </a:lnTo>
                              <a:lnTo>
                                <a:pt x="723278" y="613903"/>
                              </a:lnTo>
                              <a:lnTo>
                                <a:pt x="720418" y="598032"/>
                              </a:lnTo>
                              <a:lnTo>
                                <a:pt x="717875" y="581843"/>
                              </a:lnTo>
                              <a:lnTo>
                                <a:pt x="715968" y="566289"/>
                              </a:lnTo>
                              <a:lnTo>
                                <a:pt x="714060" y="550418"/>
                              </a:lnTo>
                              <a:lnTo>
                                <a:pt x="713107" y="534864"/>
                              </a:lnTo>
                              <a:lnTo>
                                <a:pt x="711835" y="519310"/>
                              </a:lnTo>
                              <a:lnTo>
                                <a:pt x="711200" y="504074"/>
                              </a:lnTo>
                              <a:lnTo>
                                <a:pt x="711200" y="488837"/>
                              </a:lnTo>
                              <a:lnTo>
                                <a:pt x="711200" y="476458"/>
                              </a:lnTo>
                              <a:lnTo>
                                <a:pt x="711518" y="463760"/>
                              </a:lnTo>
                              <a:lnTo>
                                <a:pt x="712153" y="451381"/>
                              </a:lnTo>
                              <a:lnTo>
                                <a:pt x="713425" y="438684"/>
                              </a:lnTo>
                              <a:lnTo>
                                <a:pt x="714378" y="426622"/>
                              </a:lnTo>
                              <a:lnTo>
                                <a:pt x="715968" y="414559"/>
                              </a:lnTo>
                              <a:lnTo>
                                <a:pt x="717557" y="402180"/>
                              </a:lnTo>
                              <a:lnTo>
                                <a:pt x="719782" y="390435"/>
                              </a:lnTo>
                              <a:lnTo>
                                <a:pt x="722007" y="378373"/>
                              </a:lnTo>
                              <a:lnTo>
                                <a:pt x="724550" y="366945"/>
                              </a:lnTo>
                              <a:lnTo>
                                <a:pt x="727410" y="355201"/>
                              </a:lnTo>
                              <a:lnTo>
                                <a:pt x="730271" y="343456"/>
                              </a:lnTo>
                              <a:lnTo>
                                <a:pt x="733450" y="332028"/>
                              </a:lnTo>
                              <a:lnTo>
                                <a:pt x="736946" y="320601"/>
                              </a:lnTo>
                              <a:lnTo>
                                <a:pt x="740442" y="309491"/>
                              </a:lnTo>
                              <a:lnTo>
                                <a:pt x="744575" y="298381"/>
                              </a:lnTo>
                              <a:lnTo>
                                <a:pt x="748707" y="287906"/>
                              </a:lnTo>
                              <a:lnTo>
                                <a:pt x="753157" y="277114"/>
                              </a:lnTo>
                              <a:lnTo>
                                <a:pt x="757607" y="266321"/>
                              </a:lnTo>
                              <a:lnTo>
                                <a:pt x="762374" y="255846"/>
                              </a:lnTo>
                              <a:lnTo>
                                <a:pt x="767460" y="245688"/>
                              </a:lnTo>
                              <a:lnTo>
                                <a:pt x="772864" y="235531"/>
                              </a:lnTo>
                              <a:lnTo>
                                <a:pt x="778267" y="225373"/>
                              </a:lnTo>
                              <a:lnTo>
                                <a:pt x="783989" y="215533"/>
                              </a:lnTo>
                              <a:lnTo>
                                <a:pt x="789710" y="205693"/>
                              </a:lnTo>
                              <a:lnTo>
                                <a:pt x="795749" y="196487"/>
                              </a:lnTo>
                              <a:lnTo>
                                <a:pt x="801789" y="187282"/>
                              </a:lnTo>
                              <a:lnTo>
                                <a:pt x="808146" y="177759"/>
                              </a:lnTo>
                              <a:lnTo>
                                <a:pt x="815138" y="168871"/>
                              </a:lnTo>
                              <a:lnTo>
                                <a:pt x="821813" y="160300"/>
                              </a:lnTo>
                              <a:lnTo>
                                <a:pt x="828806" y="151730"/>
                              </a:lnTo>
                              <a:lnTo>
                                <a:pt x="835799" y="143159"/>
                              </a:lnTo>
                              <a:lnTo>
                                <a:pt x="843110" y="134906"/>
                              </a:lnTo>
                              <a:lnTo>
                                <a:pt x="850738" y="126971"/>
                              </a:lnTo>
                              <a:lnTo>
                                <a:pt x="858367" y="119035"/>
                              </a:lnTo>
                              <a:lnTo>
                                <a:pt x="866313" y="111734"/>
                              </a:lnTo>
                              <a:lnTo>
                                <a:pt x="874260" y="104433"/>
                              </a:lnTo>
                              <a:lnTo>
                                <a:pt x="882206" y="97450"/>
                              </a:lnTo>
                              <a:lnTo>
                                <a:pt x="890788" y="90149"/>
                              </a:lnTo>
                              <a:lnTo>
                                <a:pt x="899052" y="83801"/>
                              </a:lnTo>
                              <a:lnTo>
                                <a:pt x="907634" y="76817"/>
                              </a:lnTo>
                              <a:lnTo>
                                <a:pt x="916216" y="70786"/>
                              </a:lnTo>
                              <a:lnTo>
                                <a:pt x="925116" y="64755"/>
                              </a:lnTo>
                              <a:lnTo>
                                <a:pt x="934016" y="59041"/>
                              </a:lnTo>
                              <a:lnTo>
                                <a:pt x="943552" y="53645"/>
                              </a:lnTo>
                              <a:lnTo>
                                <a:pt x="952452" y="48249"/>
                              </a:lnTo>
                              <a:lnTo>
                                <a:pt x="961988" y="43170"/>
                              </a:lnTo>
                              <a:lnTo>
                                <a:pt x="971205" y="38726"/>
                              </a:lnTo>
                              <a:lnTo>
                                <a:pt x="981059" y="33965"/>
                              </a:lnTo>
                              <a:lnTo>
                                <a:pt x="990595" y="29838"/>
                              </a:lnTo>
                              <a:lnTo>
                                <a:pt x="1000766" y="25712"/>
                              </a:lnTo>
                              <a:lnTo>
                                <a:pt x="1010302" y="22220"/>
                              </a:lnTo>
                              <a:lnTo>
                                <a:pt x="1020791" y="18728"/>
                              </a:lnTo>
                              <a:lnTo>
                                <a:pt x="1030962" y="15237"/>
                              </a:lnTo>
                              <a:lnTo>
                                <a:pt x="1041134" y="12380"/>
                              </a:lnTo>
                              <a:lnTo>
                                <a:pt x="1051305" y="10158"/>
                              </a:lnTo>
                              <a:lnTo>
                                <a:pt x="1062112" y="7936"/>
                              </a:lnTo>
                              <a:lnTo>
                                <a:pt x="1072283" y="5714"/>
                              </a:lnTo>
                              <a:lnTo>
                                <a:pt x="1083091" y="3809"/>
                              </a:lnTo>
                              <a:lnTo>
                                <a:pt x="1093898" y="2539"/>
                              </a:lnTo>
                              <a:lnTo>
                                <a:pt x="1104705" y="1587"/>
                              </a:lnTo>
                              <a:lnTo>
                                <a:pt x="1115512" y="635"/>
                              </a:lnTo>
                              <a:lnTo>
                                <a:pt x="1126637" y="317"/>
                              </a:lnTo>
                              <a:lnTo>
                                <a:pt x="11374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flip:x;margin-left:-43.75pt;margin-top:627.85pt;height:13.1pt;width:13.95pt;z-index:251657216;v-text-anchor:middle;mso-width-relative:page;mso-height-relative:page;" fillcolor="#FFFFFF" filled="t" stroked="f" coordsize="2274888,2136775" o:gfxdata="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" path="m1133947,1406525l1137762,1406525,1140940,1406525,1144119,1407477,1147298,1408112,1150476,1409064,1153655,1410651,1156516,1412238,1159377,1414459,1161920,1416681,1264591,1518871,1267134,1521410,1268723,1524266,1270631,1527440,1271902,1530296,1273174,1533787,1274127,1536961,1274445,1540452,1274763,1543625,1274445,1546799,1274127,1549973,1273174,1553781,1271902,1556955,1270631,1559811,1268723,1562667,1267134,1565523,1264591,1568380,1178767,1653433,1185760,1670570,1192435,1689929,1199428,1711510,1206103,1734677,1212461,1760066,1218500,1787042,1224858,1815605,1230579,1846071,1235983,1877808,1240751,1911131,1245201,1946041,1249016,1981902,1252830,2019351,1255691,2057435,1257916,2096470,1259505,2136775,1015382,2136775,1016972,2096470,1019515,2057435,1022376,2019351,1025554,1981902,1029686,1946041,1034137,1911131,1039223,1877808,1044308,1846071,1050348,1815605,1056387,1787042,1062427,1760066,1068784,1734677,1075777,1711510,1082453,1689929,1089128,1670570,1096121,1653433,1010297,1568380,1007754,1565523,1005846,1562667,1003939,1559811,1002668,1556955,1001396,1553781,1000760,1549973,1000443,1546799,1000125,1543625,1000443,1540452,1000760,1536961,1001396,1533787,1002986,1530296,1004257,1527440,1006164,1524266,1007754,1521410,1010297,1518871,1112650,1416681,1115511,1414459,1118372,1412238,1121232,1410651,1124411,1409064,1127590,1408112,1130769,1407477,1133947,1406525xm1472565,1216025l1495425,1226506,1518285,1236670,1540828,1246198,1563370,1255726,1586230,1264619,1608138,1273195,1630363,1281453,1651953,1289393,1695133,1304321,1737360,1318613,1778635,1331953,1819275,1344339,1896428,1368795,1933575,1380864,1969453,1392934,2004060,1405320,2020570,1411355,2037080,1417707,2053273,1424695,2068830,1431047,2084705,1438352,2099628,1445339,2106930,1449150,2114233,1453279,2120900,1458044,2127568,1463125,2134235,1468207,2140585,1474242,2146618,1480276,2152650,1486628,2158365,1493298,2163763,1500286,2169160,1507908,2174558,1515213,2179638,1522836,2184718,1531094,2189163,1539352,2193925,1547927,2198370,1556502,2202498,1565396,2210435,1583817,2218055,1602556,2224723,1622248,2230755,1641939,2236788,1662584,2241868,1682911,2246631,1703238,2250758,1724200,2254885,1744527,2258378,1764537,2261235,1784546,2263775,1803920,2266315,1822977,2267903,1841081,2269808,1859184,2272348,1891581,2273618,1920165,2274571,1943669,2274888,1961455,2274571,1964948,2274253,1968760,2272665,1972571,2271395,1976065,2269173,1979876,2266633,1983687,2263775,1987181,2260601,1991310,2256473,1995121,2252345,1998615,2247583,2002744,2242185,2006238,2236471,2010367,2230438,2014178,2224088,2017672,2216785,2021800,2209165,2025294,2201545,2029105,2183765,2036410,2165033,2044033,2143760,2051021,2120900,2058326,2095818,2064995,2069465,2071665,2040573,2078335,2010410,2084370,1977708,2090404,1943418,2096121,1907223,2101838,1868805,2106920,1829118,2111684,1786890,2116131,1742758,2120259,1697038,2124071,1649413,2127247,1599565,2130105,1547813,2132329,1494155,2134234,1438275,2135505,1380490,2136775,1320800,2136775,1472565,1216025xm802373,1216025l954088,2136775,894418,2136775,836652,2135505,780790,2134234,727151,2132329,675415,2130105,625584,2127247,577975,2124071,531953,2120259,488153,2116131,445939,2111684,405947,2106920,367860,2101838,331677,2096121,297398,2090404,265024,2084370,234554,2078335,205989,2071665,179010,2064995,154254,2058326,131401,2051021,110136,2044033,91092,2036410,73635,2029105,66018,2025294,58400,2021800,51100,2017672,44435,2014178,38404,2010367,32691,2006238,27613,2002744,22852,1998615,18726,1995121,14600,1991310,11109,1987181,8252,1983687,5713,1979876,3491,1976065,2222,1972571,1269,1968760,317,1964948,0,1961455,317,1943669,1269,1920165,2856,1891581,5395,1859184,6982,1841081,8887,1822977,11109,1803920,13965,1784546,16822,1764537,20313,1744527,24122,1724200,28248,1703238,33326,1682911,38404,1662584,44118,1641939,50465,1622248,57448,1602556,64748,1583817,72683,1565396,77127,1556502,81253,1547927,86014,1539352,90457,1531094,95536,1522836,100614,1515213,105692,1507908,111088,1500286,116801,1493298,122514,1486628,128545,1480276,134575,1474242,140923,1468207,147588,1463125,154254,1458044,161236,1453279,168219,1449150,175519,1445339,190436,1438352,205989,1431047,221541,1424695,237728,1417707,254233,1411355,271055,1405320,305651,1392934,341516,1380864,378651,1368795,456096,1344339,496405,1331953,537666,1318613,579880,1304321,622728,1289393,644628,1281453,666846,1273195,689063,1264619,711281,1255726,733816,1246198,756668,1236670,779521,1226506,802373,1216025xm1137444,0l1148251,317,1159376,635,1170183,1587,1180990,2539,1191797,3809,1202604,5714,1212776,7936,1223265,10158,1233754,12380,1243926,15237,1254097,18728,1264268,22220,1274122,25712,1283975,29838,1293829,33965,1303682,38726,1312900,43170,1322118,48249,1331654,53645,1340871,59041,1349771,64755,1358353,70786,1367253,76817,1375835,83801,1384100,90149,1392364,97450,1400628,104433,1408575,111734,1416521,119035,1424149,126971,1431460,134906,1439089,143159,1446081,151730,1453074,160300,1459749,168871,1466742,177759,1472781,187282,1479139,196487,1485178,205693,1490899,215533,1496621,225373,1502024,235531,1507428,245688,1512513,255846,1517281,266321,1521731,277114,1526181,287906,1530313,298381,1534445,309491,1537942,320601,1541438,332028,1544617,343456,1547477,355201,1550656,366945,1552881,378373,1555106,390435,1557331,402180,1558602,414559,1560509,426622,1561463,438684,1562734,451381,1563370,463760,1563688,476458,1563688,488837,1563688,504074,1563052,519310,1562099,534864,1560509,550418,1559238,566289,1557013,581843,1554470,598032,1551609,613903,1548431,630092,1544617,645963,1541120,662470,1536988,678658,1532220,694847,1527453,710718,1522685,726590,1516963,742778,1510924,758332,1504885,774521,1498528,790075,1492171,805629,1485178,821183,1477867,836102,1470556,851021,1462610,865940,1454664,880542,1446717,894826,1437817,908793,1428917,922759,1420017,936409,1411117,949106,1401264,962120,1391728,974500,1391728,1145593,1383146,1155433,1359625,1181462,1343414,1198603,1324979,1217966,1305272,1238916,1284611,1260184,1262679,1281769,1241065,1302084,1219769,1321765,1209279,1330653,1199426,1338906,1189572,1346842,1180672,1353825,1171772,1359856,1163508,1365252,1155879,1369061,1149204,1372236,1146026,1373505,1142529,1374140,1139669,1374775,1137444,1374775,1134901,1374775,1132040,1374140,1129180,1373505,1125683,1372236,1119008,1369061,1111062,1365252,1103115,1359856,1094215,1353825,1084998,1346842,1075144,1338906,1065291,1330653,1054801,1321765,1033823,1302084,1012209,1281769,990277,1260184,969616,1238916,949591,1217966,931474,1198603,915581,1181462,891742,1155433,883159,1145593,883159,974500,873624,962120,863770,949106,854870,936409,845970,922759,837070,908793,828488,894826,820224,880542,812278,865940,804331,851021,796703,836102,789710,821183,782717,805629,776042,790075,770003,774521,763964,758332,758242,742778,752521,726590,747435,710718,742350,694847,737900,678658,733767,662470,729953,645963,726457,630092,723278,613903,720418,598032,717875,581843,715968,566289,714060,550418,713107,534864,711835,519310,711200,504074,711200,488837,711200,476458,711518,463760,712153,451381,713425,438684,714378,426622,715968,414559,717557,402180,719782,390435,722007,378373,724550,366945,727410,355201,730271,343456,733450,332028,736946,320601,740442,309491,744575,298381,748707,287906,753157,277114,757607,266321,762374,255846,767460,245688,772864,235531,778267,225373,783989,215533,789710,205693,795749,196487,801789,187282,808146,177759,815138,168871,821813,160300,828806,151730,835799,143159,843110,134906,850738,126971,858367,119035,866313,111734,874260,104433,882206,97450,890788,90149,899052,83801,907634,76817,916216,70786,925116,64755,934016,59041,943552,53645,952452,48249,961988,43170,971205,38726,981059,33965,990595,29838,1000766,25712,1010302,22220,1020791,18728,1030962,15237,1041134,12380,1051305,10158,1062112,7936,1072283,5714,1083091,3809,1093898,2539,1104705,1587,1115512,635,1126637,317,1137444,0xe">
                <v:path o:connectlocs="75619,92396;83124,100626;82481,102450;80263,120590;66227,139579;68507,118599;65729,102263;65273,100398;72944,92250;100498,81404;118660,87815;135972,93956;140404,97110;143386,101674;146803,112629;148294,125429;147652,129807;144587,132069;133094,135762;110687,138749;52333,79433;34696,138500;13435,135326;3332,131799;538,129579;186,123562;1842,111259;5299,101114;8384,96695;13435,93479;32377,87006;49352,80782;78438,373;84388,2218;89737,5474;94319,9911;97967,15385;100538,21688;101844,28655;101699,36991;99626,46425;95915,55590;90773,63656;80947,85055;74955,89637;72986,89430;66020,83728;56981,62848;51964,54616;48418,45389;46573,35954;46594,27868;48066,20942;50761,14721;54514,9351;59199,5017;64610,1949;70643,248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5188585</wp:posOffset>
                </wp:positionV>
                <wp:extent cx="175895" cy="124460"/>
                <wp:effectExtent l="0" t="0" r="0" b="8890"/>
                <wp:wrapNone/>
                <wp:docPr id="1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5913" cy="124605"/>
                        </a:xfrm>
                        <a:custGeom>
                          <a:avLst/>
                          <a:gdLst>
                            <a:gd name="connsiteX0" fmla="*/ 7782622 w 7782622"/>
                            <a:gd name="connsiteY0" fmla="*/ 1956116 h 5514836"/>
                            <a:gd name="connsiteX1" fmla="*/ 1120218 w 7782622"/>
                            <a:gd name="connsiteY1" fmla="*/ 1956116 h 5514836"/>
                            <a:gd name="connsiteX2" fmla="*/ 4 w 7782622"/>
                            <a:gd name="connsiteY2" fmla="*/ 5514836 h 5514836"/>
                            <a:gd name="connsiteX3" fmla="*/ 6662408 w 7782622"/>
                            <a:gd name="connsiteY3" fmla="*/ 5514836 h 5514836"/>
                            <a:gd name="connsiteX4" fmla="*/ 2210075 w 7782622"/>
                            <a:gd name="connsiteY4" fmla="*/ 0 h 5514836"/>
                            <a:gd name="connsiteX5" fmla="*/ 0 w 7782622"/>
                            <a:gd name="connsiteY5" fmla="*/ 0 h 5514836"/>
                            <a:gd name="connsiteX6" fmla="*/ 0 w 7782622"/>
                            <a:gd name="connsiteY6" fmla="*/ 1356040 h 5514836"/>
                            <a:gd name="connsiteX7" fmla="*/ 2 w 7782622"/>
                            <a:gd name="connsiteY7" fmla="*/ 1356040 h 5514836"/>
                            <a:gd name="connsiteX8" fmla="*/ 2 w 7782622"/>
                            <a:gd name="connsiteY8" fmla="*/ 4425111 h 5514836"/>
                            <a:gd name="connsiteX9" fmla="*/ 872566 w 7782622"/>
                            <a:gd name="connsiteY9" fmla="*/ 1653131 h 5514836"/>
                            <a:gd name="connsiteX10" fmla="*/ 6705945 w 7782622"/>
                            <a:gd name="connsiteY10" fmla="*/ 1653131 h 5514836"/>
                            <a:gd name="connsiteX11" fmla="*/ 6705945 w 7782622"/>
                            <a:gd name="connsiteY11" fmla="*/ 984566 h 5514836"/>
                            <a:gd name="connsiteX12" fmla="*/ 2611236 w 7782622"/>
                            <a:gd name="connsiteY12" fmla="*/ 984566 h 55148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7782622" h="5514836">
                              <a:moveTo>
                                <a:pt x="7782622" y="1956116"/>
                              </a:moveTo>
                              <a:lnTo>
                                <a:pt x="1120218" y="1956116"/>
                              </a:lnTo>
                              <a:lnTo>
                                <a:pt x="4" y="5514836"/>
                              </a:lnTo>
                              <a:lnTo>
                                <a:pt x="6662408" y="5514836"/>
                              </a:lnTo>
                              <a:close/>
                              <a:moveTo>
                                <a:pt x="2210075" y="0"/>
                              </a:moveTo>
                              <a:lnTo>
                                <a:pt x="0" y="0"/>
                              </a:lnTo>
                              <a:lnTo>
                                <a:pt x="0" y="1356040"/>
                              </a:lnTo>
                              <a:lnTo>
                                <a:pt x="2" y="1356040"/>
                              </a:lnTo>
                              <a:lnTo>
                                <a:pt x="2" y="4425111"/>
                              </a:lnTo>
                              <a:lnTo>
                                <a:pt x="872566" y="1653131"/>
                              </a:lnTo>
                              <a:lnTo>
                                <a:pt x="6705945" y="1653131"/>
                              </a:lnTo>
                              <a:lnTo>
                                <a:pt x="6705945" y="984566"/>
                              </a:lnTo>
                              <a:lnTo>
                                <a:pt x="2611236" y="9845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flip:x;margin-left:-44.25pt;margin-top:408.55pt;height:9.8pt;width:13.85pt;z-index:251658240;v-text-anchor:middle;mso-width-relative:page;mso-height-relative:page;" fillcolor="#FFFFFF" filled="t" stroked="f" coordsize="7782622,5514836" o:gfxdata="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" path="m7782622,1956116l1120218,1956116,4,5514836,6662408,5514836xm2210075,0l0,0,0,1356040,2,1356040,2,4425111,872566,1653131,6705945,1653131,6705945,984566,2611236,984566xe">
                <v:path o:connectlocs="175913,44197;25320,44197;0,124605;150592,124605;49955,0;0,0;0,30639;0,30639;0,99983;19722,37351;151576,37351;151576,22245;59022,22245" o:connectangles="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1254125</wp:posOffset>
                </wp:positionV>
                <wp:extent cx="638429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01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.45pt;margin-top:98.75pt;height:0pt;width:502.7pt;z-index:251658240;mso-width-relative:page;mso-height-relative:page;" filled="f" stroked="t" coordsize="21600,21600" o:gfxdata="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tqXDf1wAAAAsBAAAP&#10;AAAAAAAAAAEAIAAAACIAAABkcnMvZG93bnJldi54bWxQSwECFAAUAAAACACHTuJAHc5xw+ABAACW&#10;AwAADgAAAAAAAAABACAAAAAmAQAAZHJzL2Uyb0RvYy54bWxQSwUGAAAAAAYABgBZAQAAeAUAAAAA&#10;">
                <v:fill on="f" focussize="0,0"/>
                <v:stroke weight="1.5pt"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2784475</wp:posOffset>
                </wp:positionV>
                <wp:extent cx="638429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01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.45pt;margin-top:219.25pt;height:0pt;width:502.7pt;z-index:251659264;mso-width-relative:page;mso-height-relative:page;" filled="f" stroked="t" coordsize="21600,21600" o:gfxdata="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LBlc9gAAAALAQAA&#10;DwAAAAAAAAABACAAAAAiAAAAZHJzL2Rvd25yZXYueG1sUEsBAhQAFAAAAAgAh07iQIXHWhvgAQAA&#10;lgMAAA4AAAAAAAAAAQAgAAAAJwEAAGRycy9lMm9Eb2MueG1sUEsFBgAAAAAGAAYAWQEAAHkFAAAA&#10;AA==&#10;">
                <v:fill on="f" focussize="0,0"/>
                <v:stroke weight="1.5pt"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5451475</wp:posOffset>
                </wp:positionV>
                <wp:extent cx="638429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01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.45pt;margin-top:429.25pt;height:0pt;width:502.7pt;z-index:251660288;mso-width-relative:page;mso-height-relative:page;" filled="f" stroked="t" coordsize="21600,21600" o:gfxdata="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bf0PttcAAAALAQAA&#10;DwAAAAAAAAABACAAAAAiAAAAZHJzL2Rvd25yZXYueG1sUEsBAhQAFAAAAAgAh07iQFjL+W3hAQAA&#10;lgMAAA4AAAAAAAAAAQAgAAAAJgEAAGRycy9lMm9Eb2MueG1sUEsFBgAAAAAGAAYAWQEAAHkFAAAA&#10;AA==&#10;">
                <v:fill on="f" focussize="0,0"/>
                <v:stroke weight="1.5pt"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6966585</wp:posOffset>
                </wp:positionV>
                <wp:extent cx="638429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01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.45pt;margin-top:548.55pt;height:0pt;width:502.7pt;z-index:251670528;mso-width-relative:page;mso-height-relative:page;" filled="f" stroked="t" coordsize="21600,21600" o:gfxdata="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03IIbXAAAADQEA&#10;AA8AAAAAAAAAAQAgAAAAIgAAAGRycy9kb3ducmV2LnhtbFBLAQIUABQAAAAIAIdO4kDAwtK14gEA&#10;AJYDAAAOAAAAAAAAAAEAIAAAACYBAABkcnMvZTJvRG9jLnhtbFBLBQYAAAAABgAGAFkBAAB6BQAA&#10;AAA=&#10;">
                <v:fill on="f" focussize="0,0"/>
                <v:stroke weight="1.5pt"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8261985</wp:posOffset>
                </wp:positionV>
                <wp:extent cx="638429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01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.45pt;margin-top:650.55pt;height:0pt;width:502.7pt;z-index:251671552;mso-width-relative:page;mso-height-relative:page;" filled="f" stroked="t" coordsize="21600,21600" o:gfxdata="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0WasvXAAAADQEA&#10;AA8AAAAAAAAAAQAgAAAAIgAAAGRycy9kb3ducmV2LnhtbFBLAQIUABQAAAAIAIdO4kAp3t4G4gEA&#10;AJYDAAAOAAAAAAAAAAEAIAAAACYBAABkcnMvZTJvRG9jLnhtbFBLBQYAAAAABgAGAFkBAAB6BQAA&#10;AAA=&#10;">
                <v:fill on="f" focussize="0,0"/>
                <v:stroke weight="1.5pt" color="#BFBFBF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53B"/>
    <w:multiLevelType w:val="multilevel"/>
    <w:tmpl w:val="0951253B"/>
    <w:lvl w:ilvl="0" w:tentative="0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9E545E5"/>
    <w:multiLevelType w:val="multilevel"/>
    <w:tmpl w:val="09E545E5"/>
    <w:lvl w:ilvl="0" w:tentative="0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42B2688"/>
    <w:multiLevelType w:val="multilevel"/>
    <w:tmpl w:val="342B2688"/>
    <w:lvl w:ilvl="0" w:tentative="0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E70FE2"/>
    <w:rsid w:val="00055411"/>
    <w:rsid w:val="0030257D"/>
    <w:rsid w:val="003360A6"/>
    <w:rsid w:val="003C151A"/>
    <w:rsid w:val="003E6971"/>
    <w:rsid w:val="00410AA3"/>
    <w:rsid w:val="00636E22"/>
    <w:rsid w:val="007D3CF3"/>
    <w:rsid w:val="0082337A"/>
    <w:rsid w:val="008C1198"/>
    <w:rsid w:val="00984F03"/>
    <w:rsid w:val="00AA29FC"/>
    <w:rsid w:val="00B31D8A"/>
    <w:rsid w:val="00D9750F"/>
    <w:rsid w:val="00DF014D"/>
    <w:rsid w:val="00EE4BD5"/>
    <w:rsid w:val="00FA06BF"/>
    <w:rsid w:val="05E70FE2"/>
    <w:rsid w:val="5A693F98"/>
    <w:rsid w:val="5B0422B8"/>
    <w:rsid w:val="5D4141DE"/>
    <w:rsid w:val="64337831"/>
    <w:rsid w:val="76E0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Char"/>
    <w:basedOn w:val="6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12304;&#31179;&#25307;&#36890;&#29992;&#31616;&#21382;&#12305;&#36130;&#21153;&#31616;&#21382;&#24212;&#23626;&#29983;&#31616;&#21382;&#20010;&#24615;&#31616;&#21382;&#21019;&#24847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【秋招通用简历】财务简历应届生简历个性简历创意简历</Template>
  <Pages>1</Pages>
  <Words>4</Words>
  <Characters>27</Characters>
  <Lines>1</Lines>
  <Paragraphs>1</Paragraphs>
  <TotalTime>2</TotalTime>
  <ScaleCrop>false</ScaleCrop>
  <LinksUpToDate>false</LinksUpToDate>
  <CharactersWithSpaces>30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2017-09-27T02:17:00Z</dcterms:created>
  <dc:creator>yuhua</dc:creator>
  <cp:lastModifiedBy>WPS_1528193819</cp:lastModifiedBy>
  <dcterms:modified xsi:type="dcterms:W3CDTF">2018-07-22T04:45:05Z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